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23C" w:rsidRDefault="0036023C" w:rsidP="00F616E7">
      <w:pPr>
        <w:pStyle w:val="StandardMuster"/>
      </w:pPr>
      <w:bookmarkStart w:id="0" w:name="Muster"/>
      <w:r>
        <w:t>M</w:t>
      </w:r>
      <w:r w:rsidR="00F7070B">
        <w:t>14</w:t>
      </w:r>
      <w:r w:rsidR="0059794E">
        <w:t>/1</w:t>
      </w:r>
      <w:r>
        <w:t xml:space="preserve"> </w:t>
      </w:r>
      <w:bookmarkEnd w:id="0"/>
      <w:r>
        <w:tab/>
      </w:r>
      <w:r w:rsidR="00F7070B" w:rsidRPr="00F7070B">
        <w:t>Niederschrift der Übergabeverhandlung</w:t>
      </w:r>
    </w:p>
    <w:tbl>
      <w:tblPr>
        <w:tblW w:w="92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"/>
        <w:gridCol w:w="501"/>
        <w:gridCol w:w="146"/>
        <w:gridCol w:w="561"/>
        <w:gridCol w:w="504"/>
        <w:gridCol w:w="1558"/>
        <w:gridCol w:w="396"/>
        <w:gridCol w:w="396"/>
        <w:gridCol w:w="396"/>
        <w:gridCol w:w="198"/>
        <w:gridCol w:w="198"/>
        <w:gridCol w:w="396"/>
        <w:gridCol w:w="396"/>
        <w:gridCol w:w="396"/>
        <w:gridCol w:w="396"/>
        <w:gridCol w:w="396"/>
        <w:gridCol w:w="396"/>
        <w:gridCol w:w="198"/>
        <w:gridCol w:w="198"/>
        <w:gridCol w:w="396"/>
        <w:gridCol w:w="396"/>
        <w:gridCol w:w="398"/>
        <w:gridCol w:w="12"/>
      </w:tblGrid>
      <w:tr w:rsidR="00BE65E0" w:rsidRPr="00F7070B" w:rsidTr="005F5A56">
        <w:trPr>
          <w:gridAfter w:val="1"/>
          <w:wAfter w:w="12" w:type="dxa"/>
          <w:trHeight w:val="225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E65E0" w:rsidRPr="00F7070B" w:rsidRDefault="00BE65E0" w:rsidP="00F7070B">
            <w:pPr>
              <w:pStyle w:val="StandardMusterhochrechts"/>
            </w:pPr>
            <w:r>
              <w:t>1</w:t>
            </w:r>
          </w:p>
        </w:tc>
        <w:tc>
          <w:tcPr>
            <w:tcW w:w="3269" w:type="dxa"/>
            <w:gridSpan w:val="5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BE65E0" w:rsidRPr="00F255CB" w:rsidRDefault="00BE65E0" w:rsidP="00F7070B">
            <w:pPr>
              <w:pStyle w:val="StandardMuster0"/>
            </w:pPr>
            <w:r w:rsidRPr="00F255CB">
              <w:t>Bezeichnung der Baumaßnahme</w:t>
            </w:r>
          </w:p>
        </w:tc>
        <w:bookmarkStart w:id="1" w:name="BM" w:displacedByCustomXml="next"/>
        <w:sdt>
          <w:sdtPr>
            <w:rPr>
              <w:szCs w:val="16"/>
            </w:rPr>
            <w:id w:val="-1080282600"/>
            <w:lock w:val="sdtLocked"/>
            <w:placeholder>
              <w:docPart w:val="28BFF5C5E9104670892C065753415B24"/>
            </w:placeholder>
            <w:showingPlcHdr/>
            <w:text/>
          </w:sdtPr>
          <w:sdtEndPr/>
          <w:sdtContent>
            <w:tc>
              <w:tcPr>
                <w:tcW w:w="5546" w:type="dxa"/>
                <w:gridSpan w:val="16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noWrap/>
              </w:tcPr>
              <w:p w:rsidR="00BE65E0" w:rsidRPr="00F7070B" w:rsidRDefault="00421673" w:rsidP="00421673">
                <w:pPr>
                  <w:pStyle w:val="StandardMuster0"/>
                </w:pPr>
                <w:r w:rsidRPr="00462AB7">
                  <w:rPr>
                    <w:vanish/>
                    <w:color w:val="0000FF"/>
                    <w:szCs w:val="16"/>
                  </w:rPr>
                  <w:t>(Baumaßnahm</w:t>
                </w:r>
                <w:r>
                  <w:rPr>
                    <w:vanish/>
                    <w:color w:val="0000FF"/>
                    <w:szCs w:val="16"/>
                  </w:rPr>
                  <w:t>e)</w:t>
                </w:r>
              </w:p>
            </w:tc>
          </w:sdtContent>
        </w:sdt>
        <w:bookmarkEnd w:id="1" w:displacedByCustomXml="prev"/>
      </w:tr>
      <w:tr w:rsidR="00BE65E0" w:rsidRPr="00F7070B" w:rsidTr="005F5A56">
        <w:trPr>
          <w:gridAfter w:val="1"/>
          <w:wAfter w:w="12" w:type="dxa"/>
          <w:trHeight w:val="225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E65E0" w:rsidRPr="00F7070B" w:rsidRDefault="00BE65E0" w:rsidP="00F7070B">
            <w:pPr>
              <w:pStyle w:val="StandardMusterhochrechts"/>
            </w:pPr>
            <w:r>
              <w:t>2</w:t>
            </w:r>
          </w:p>
        </w:tc>
        <w:tc>
          <w:tcPr>
            <w:tcW w:w="3269" w:type="dxa"/>
            <w:gridSpan w:val="5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BE65E0" w:rsidRPr="00F255CB" w:rsidRDefault="00BE65E0" w:rsidP="00F7070B">
            <w:pPr>
              <w:pStyle w:val="StandardMuster0"/>
            </w:pPr>
            <w:r w:rsidRPr="00F255CB">
              <w:t>Liegenschaft</w:t>
            </w:r>
          </w:p>
        </w:tc>
        <w:bookmarkStart w:id="2" w:name="Li" w:displacedByCustomXml="next"/>
        <w:sdt>
          <w:sdtPr>
            <w:rPr>
              <w:szCs w:val="16"/>
            </w:rPr>
            <w:id w:val="733734061"/>
            <w:lock w:val="sdtLocked"/>
            <w:placeholder>
              <w:docPart w:val="ED55373F85CD4BCD92FA1E3AF9F9A034"/>
            </w:placeholder>
            <w:showingPlcHdr/>
            <w:text/>
          </w:sdtPr>
          <w:sdtEndPr/>
          <w:sdtContent>
            <w:tc>
              <w:tcPr>
                <w:tcW w:w="5546" w:type="dxa"/>
                <w:gridSpan w:val="16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noWrap/>
              </w:tcPr>
              <w:p w:rsidR="00BE65E0" w:rsidRPr="00F7070B" w:rsidRDefault="005F5213" w:rsidP="005F5213">
                <w:pPr>
                  <w:pStyle w:val="StandardMuster0"/>
                </w:pPr>
                <w:r>
                  <w:rPr>
                    <w:vanish/>
                    <w:color w:val="0000FF"/>
                    <w:szCs w:val="16"/>
                  </w:rPr>
                  <w:t>(L</w:t>
                </w:r>
                <w:r w:rsidRPr="0019702C">
                  <w:rPr>
                    <w:vanish/>
                    <w:color w:val="0000FF"/>
                    <w:szCs w:val="16"/>
                  </w:rPr>
                  <w:t>iegenschaft</w:t>
                </w:r>
                <w:r>
                  <w:rPr>
                    <w:vanish/>
                    <w:color w:val="0000FF"/>
                    <w:szCs w:val="16"/>
                  </w:rPr>
                  <w:t>)</w:t>
                </w:r>
              </w:p>
            </w:tc>
          </w:sdtContent>
        </w:sdt>
        <w:bookmarkEnd w:id="2" w:displacedByCustomXml="prev"/>
      </w:tr>
      <w:tr w:rsidR="00BE65E0" w:rsidRPr="00F7070B" w:rsidTr="005F5A56">
        <w:trPr>
          <w:gridAfter w:val="1"/>
          <w:wAfter w:w="12" w:type="dxa"/>
          <w:trHeight w:val="225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E65E0" w:rsidRPr="00F7070B" w:rsidRDefault="00BE65E0" w:rsidP="00F7070B">
            <w:pPr>
              <w:pStyle w:val="StandardMusterhochrechts"/>
            </w:pPr>
            <w:r>
              <w:t>3</w:t>
            </w:r>
          </w:p>
        </w:tc>
        <w:tc>
          <w:tcPr>
            <w:tcW w:w="3269" w:type="dxa"/>
            <w:gridSpan w:val="5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BE65E0" w:rsidRPr="00F255CB" w:rsidRDefault="00BE65E0" w:rsidP="00F7070B">
            <w:pPr>
              <w:pStyle w:val="StandardMuster0"/>
            </w:pPr>
            <w:r w:rsidRPr="00F255CB">
              <w:t>Gebäude</w:t>
            </w:r>
          </w:p>
        </w:tc>
        <w:bookmarkStart w:id="3" w:name="Geb" w:displacedByCustomXml="next"/>
        <w:sdt>
          <w:sdtPr>
            <w:rPr>
              <w:szCs w:val="16"/>
            </w:rPr>
            <w:id w:val="-1236001452"/>
            <w:lock w:val="sdtLocked"/>
            <w:placeholder>
              <w:docPart w:val="3018DD4174114447838E4222EC62CCD2"/>
            </w:placeholder>
            <w:showingPlcHdr/>
            <w:text/>
          </w:sdtPr>
          <w:sdtEndPr/>
          <w:sdtContent>
            <w:bookmarkStart w:id="4" w:name="BzG" w:displacedByCustomXml="prev"/>
            <w:tc>
              <w:tcPr>
                <w:tcW w:w="5546" w:type="dxa"/>
                <w:gridSpan w:val="16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noWrap/>
              </w:tcPr>
              <w:p w:rsidR="00BE65E0" w:rsidRPr="00F7070B" w:rsidRDefault="005F5213" w:rsidP="005F5213">
                <w:pPr>
                  <w:pStyle w:val="StandardMuster0"/>
                </w:pPr>
                <w:r w:rsidRPr="00F359BD">
                  <w:rPr>
                    <w:vanish/>
                    <w:color w:val="0000FF"/>
                    <w:szCs w:val="16"/>
                  </w:rPr>
                  <w:t>(Gebäude)</w:t>
                </w:r>
              </w:p>
            </w:tc>
            <w:bookmarkEnd w:id="4" w:displacedByCustomXml="next"/>
          </w:sdtContent>
        </w:sdt>
        <w:bookmarkEnd w:id="3" w:displacedByCustomXml="prev"/>
      </w:tr>
      <w:tr w:rsidR="00F313A0" w:rsidRPr="00F7070B" w:rsidTr="005F5A56">
        <w:trPr>
          <w:gridAfter w:val="1"/>
          <w:wAfter w:w="12" w:type="dxa"/>
          <w:trHeight w:val="225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313A0" w:rsidRDefault="00F313A0" w:rsidP="00E20493">
            <w:pPr>
              <w:pStyle w:val="StandardMusterhochrechts"/>
            </w:pPr>
          </w:p>
        </w:tc>
        <w:tc>
          <w:tcPr>
            <w:tcW w:w="32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313A0" w:rsidRPr="00E20493" w:rsidRDefault="00F313A0" w:rsidP="00F7070B">
            <w:pPr>
              <w:pStyle w:val="StandardMuster0"/>
            </w:pPr>
          </w:p>
        </w:tc>
        <w:tc>
          <w:tcPr>
            <w:tcW w:w="1386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:rsidR="00F313A0" w:rsidRDefault="00F313A0" w:rsidP="00F7070B">
            <w:pPr>
              <w:pStyle w:val="StandardMuster0"/>
              <w:rPr>
                <w:rFonts w:ascii="Univers" w:hAnsi="Univers" w:cs="Univers"/>
                <w:color w:val="000000"/>
              </w:rPr>
            </w:pPr>
          </w:p>
        </w:tc>
        <w:tc>
          <w:tcPr>
            <w:tcW w:w="1386" w:type="dxa"/>
            <w:gridSpan w:val="4"/>
            <w:shd w:val="clear" w:color="auto" w:fill="auto"/>
          </w:tcPr>
          <w:p w:rsidR="00F313A0" w:rsidRDefault="00F313A0" w:rsidP="00F7070B">
            <w:pPr>
              <w:pStyle w:val="StandardMuster0"/>
            </w:pPr>
          </w:p>
        </w:tc>
        <w:tc>
          <w:tcPr>
            <w:tcW w:w="1386" w:type="dxa"/>
            <w:gridSpan w:val="4"/>
            <w:shd w:val="clear" w:color="auto" w:fill="auto"/>
          </w:tcPr>
          <w:p w:rsidR="00F313A0" w:rsidRPr="00BE65E0" w:rsidRDefault="00F313A0" w:rsidP="00BE65E0">
            <w:pPr>
              <w:pStyle w:val="StandardMusterEinzug"/>
            </w:pPr>
          </w:p>
        </w:tc>
        <w:tc>
          <w:tcPr>
            <w:tcW w:w="1388" w:type="dxa"/>
            <w:gridSpan w:val="4"/>
            <w:shd w:val="clear" w:color="auto" w:fill="auto"/>
          </w:tcPr>
          <w:p w:rsidR="00F313A0" w:rsidRDefault="00F313A0" w:rsidP="00F7070B">
            <w:pPr>
              <w:pStyle w:val="StandardMuster0"/>
            </w:pPr>
          </w:p>
        </w:tc>
      </w:tr>
      <w:tr w:rsidR="001D7317" w:rsidRPr="00F7070B" w:rsidTr="005F5A56">
        <w:trPr>
          <w:gridAfter w:val="1"/>
          <w:wAfter w:w="12" w:type="dxa"/>
          <w:trHeight w:val="225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7317" w:rsidRPr="00F7070B" w:rsidRDefault="001D7317" w:rsidP="00E20493">
            <w:pPr>
              <w:pStyle w:val="StandardMusterhochrechts"/>
            </w:pPr>
            <w:r>
              <w:t>4</w:t>
            </w:r>
          </w:p>
        </w:tc>
        <w:tc>
          <w:tcPr>
            <w:tcW w:w="32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7317" w:rsidRPr="00F7070B" w:rsidRDefault="001D7317" w:rsidP="00F7070B">
            <w:pPr>
              <w:pStyle w:val="StandardMuster0"/>
            </w:pPr>
            <w:r w:rsidRPr="00E20493">
              <w:t>Planungs- und Ausführungsauftrag</w:t>
            </w:r>
          </w:p>
        </w:tc>
        <w:sdt>
          <w:sdtPr>
            <w:rPr>
              <w:rFonts w:ascii="Univers" w:hAnsi="Univers" w:cs="Univers"/>
              <w:color w:val="000000"/>
            </w:rPr>
            <w:id w:val="-155378639"/>
            <w:lock w:val="sdtLocked"/>
            <w:placeholder>
              <w:docPart w:val="499668025837499F9DD313115E937E12"/>
            </w:placeholder>
            <w:showingPlcHdr/>
            <w:comboBox>
              <w:listItem w:displayText="der OTI vom" w:value="der OTI vom"/>
              <w:listItem w:displayText="der FfE vom" w:value="der FfE vom"/>
            </w:comboBox>
          </w:sdtPr>
          <w:sdtEndPr/>
          <w:sdtContent>
            <w:tc>
              <w:tcPr>
                <w:tcW w:w="1386" w:type="dxa"/>
                <w:gridSpan w:val="4"/>
                <w:tcBorders>
                  <w:top w:val="nil"/>
                  <w:left w:val="nil"/>
                  <w:bottom w:val="nil"/>
                  <w:right w:val="dotted" w:sz="4" w:space="0" w:color="auto"/>
                </w:tcBorders>
                <w:shd w:val="clear" w:color="auto" w:fill="auto"/>
                <w:noWrap/>
              </w:tcPr>
              <w:p w:rsidR="001D7317" w:rsidRPr="00F7070B" w:rsidRDefault="001D7317" w:rsidP="00F7070B">
                <w:pPr>
                  <w:pStyle w:val="StandardMuster0"/>
                </w:pPr>
                <w:r w:rsidRPr="00053AFA">
                  <w:rPr>
                    <w:rFonts w:ascii="Univers" w:hAnsi="Univers" w:cs="Univers"/>
                    <w:vanish/>
                    <w:color w:val="0000FF"/>
                  </w:rPr>
                  <w:t>Bitte wählen:</w:t>
                </w:r>
              </w:p>
            </w:tc>
          </w:sdtContent>
        </w:sdt>
        <w:sdt>
          <w:sdtPr>
            <w:id w:val="615876696"/>
            <w:lock w:val="sdtLocked"/>
            <w:placeholder>
              <w:docPart w:val="4810962645704621A420FDC915805BD3"/>
            </w:placeholder>
            <w:showingPlcHdr/>
            <w:date w:fullDate="2015-05-21T00:00:00Z"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386" w:type="dxa"/>
                <w:gridSpan w:val="4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</w:tcPr>
              <w:p w:rsidR="001D7317" w:rsidRPr="00F7070B" w:rsidRDefault="00170F55" w:rsidP="00170F55">
                <w:pPr>
                  <w:pStyle w:val="StandardMuster0"/>
                </w:pPr>
                <w:r>
                  <w:rPr>
                    <w:vanish/>
                    <w:color w:val="0000FF"/>
                    <w:szCs w:val="16"/>
                  </w:rPr>
                  <w:t>(Datum)</w:t>
                </w:r>
              </w:p>
            </w:tc>
          </w:sdtContent>
        </w:sdt>
        <w:tc>
          <w:tcPr>
            <w:tcW w:w="1386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1D7317" w:rsidRPr="00F7070B" w:rsidRDefault="00BE65E0" w:rsidP="00BE65E0">
            <w:pPr>
              <w:pStyle w:val="StandardMusterEinzug"/>
            </w:pPr>
            <w:r w:rsidRPr="00BE65E0">
              <w:t>Az.:</w:t>
            </w:r>
          </w:p>
        </w:tc>
        <w:sdt>
          <w:sdtPr>
            <w:id w:val="1485887283"/>
            <w:lock w:val="sdtLocked"/>
            <w:placeholder>
              <w:docPart w:val="787662CDAE8643ACA61D000B390D48E1"/>
            </w:placeholder>
            <w:showingPlcHdr/>
            <w:text/>
          </w:sdtPr>
          <w:sdtEndPr/>
          <w:sdtContent>
            <w:tc>
              <w:tcPr>
                <w:tcW w:w="1388" w:type="dxa"/>
                <w:gridSpan w:val="4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</w:tcPr>
              <w:p w:rsidR="001D7317" w:rsidRPr="00F7070B" w:rsidRDefault="003A5538" w:rsidP="003A5538">
                <w:pPr>
                  <w:pStyle w:val="StandardMuster0"/>
                </w:pPr>
                <w:r>
                  <w:rPr>
                    <w:vanish/>
                    <w:color w:val="0000FF"/>
                    <w:szCs w:val="16"/>
                  </w:rPr>
                  <w:t>(Az.)</w:t>
                </w:r>
              </w:p>
            </w:tc>
          </w:sdtContent>
        </w:sdt>
      </w:tr>
      <w:tr w:rsidR="00F313A0" w:rsidRPr="00F7070B" w:rsidTr="005F5A56">
        <w:trPr>
          <w:gridAfter w:val="1"/>
          <w:wAfter w:w="12" w:type="dxa"/>
          <w:trHeight w:val="225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313A0" w:rsidRDefault="00F313A0" w:rsidP="00E20493">
            <w:pPr>
              <w:pStyle w:val="StandardMusterhochrechts"/>
            </w:pPr>
          </w:p>
        </w:tc>
        <w:tc>
          <w:tcPr>
            <w:tcW w:w="32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313A0" w:rsidRPr="00BE65E0" w:rsidRDefault="00F313A0" w:rsidP="00F7070B">
            <w:pPr>
              <w:pStyle w:val="StandardMuster0"/>
            </w:pPr>
          </w:p>
        </w:tc>
        <w:tc>
          <w:tcPr>
            <w:tcW w:w="1386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:rsidR="00F313A0" w:rsidRPr="00BE65E0" w:rsidRDefault="00F313A0" w:rsidP="00F7070B">
            <w:pPr>
              <w:pStyle w:val="StandardMuster0"/>
            </w:pPr>
          </w:p>
        </w:tc>
        <w:tc>
          <w:tcPr>
            <w:tcW w:w="1386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313A0" w:rsidRDefault="00F313A0" w:rsidP="00F7070B">
            <w:pPr>
              <w:pStyle w:val="StandardMuster0"/>
            </w:pPr>
          </w:p>
        </w:tc>
        <w:tc>
          <w:tcPr>
            <w:tcW w:w="1386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F313A0" w:rsidRPr="00BE65E0" w:rsidRDefault="00F313A0" w:rsidP="00BE65E0">
            <w:pPr>
              <w:pStyle w:val="StandardMusterEinzug"/>
            </w:pPr>
          </w:p>
        </w:tc>
        <w:tc>
          <w:tcPr>
            <w:tcW w:w="1388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313A0" w:rsidRDefault="00F313A0" w:rsidP="00F7070B">
            <w:pPr>
              <w:pStyle w:val="StandardMuster0"/>
            </w:pPr>
          </w:p>
        </w:tc>
      </w:tr>
      <w:tr w:rsidR="001D7317" w:rsidRPr="00F7070B" w:rsidTr="005F5A56">
        <w:trPr>
          <w:gridAfter w:val="1"/>
          <w:wAfter w:w="12" w:type="dxa"/>
          <w:trHeight w:val="225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7317" w:rsidRPr="00F7070B" w:rsidRDefault="001D7317" w:rsidP="00E20493">
            <w:pPr>
              <w:pStyle w:val="StandardMusterhochrechts"/>
            </w:pPr>
            <w:r>
              <w:t>5</w:t>
            </w:r>
          </w:p>
        </w:tc>
        <w:tc>
          <w:tcPr>
            <w:tcW w:w="32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D7317" w:rsidRPr="00F7070B" w:rsidRDefault="00BE65E0" w:rsidP="00F7070B">
            <w:pPr>
              <w:pStyle w:val="StandardMuster0"/>
            </w:pPr>
            <w:r w:rsidRPr="00BE65E0">
              <w:t>Übergabetermin</w:t>
            </w:r>
          </w:p>
        </w:tc>
        <w:tc>
          <w:tcPr>
            <w:tcW w:w="1386" w:type="dxa"/>
            <w:gridSpan w:val="4"/>
            <w:tcBorders>
              <w:top w:val="nil"/>
              <w:left w:val="nil"/>
              <w:right w:val="dotted" w:sz="4" w:space="0" w:color="auto"/>
            </w:tcBorders>
            <w:shd w:val="clear" w:color="auto" w:fill="auto"/>
            <w:noWrap/>
          </w:tcPr>
          <w:p w:rsidR="001D7317" w:rsidRPr="00F7070B" w:rsidRDefault="00BE65E0" w:rsidP="00F7070B">
            <w:pPr>
              <w:pStyle w:val="StandardMuster0"/>
            </w:pPr>
            <w:r w:rsidRPr="00BE65E0">
              <w:t>am</w:t>
            </w:r>
          </w:p>
        </w:tc>
        <w:sdt>
          <w:sdtPr>
            <w:id w:val="1267501459"/>
            <w:lock w:val="sdtLocked"/>
            <w:placeholder>
              <w:docPart w:val="36A03D15359B42D186DDC1DD83DE9324"/>
            </w:placeholder>
            <w:showingPlcHdr/>
            <w:date w:fullDate="2015-03-20T00:00:00Z"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386" w:type="dxa"/>
                <w:gridSpan w:val="4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</w:tcPr>
              <w:p w:rsidR="001D7317" w:rsidRPr="00F7070B" w:rsidRDefault="00BE65E0" w:rsidP="00F7070B">
                <w:pPr>
                  <w:pStyle w:val="StandardMuster0"/>
                </w:pPr>
                <w:r>
                  <w:rPr>
                    <w:vanish/>
                    <w:color w:val="0000FF"/>
                    <w:szCs w:val="16"/>
                  </w:rPr>
                  <w:t>(Datum)</w:t>
                </w:r>
              </w:p>
            </w:tc>
          </w:sdtContent>
        </w:sdt>
        <w:tc>
          <w:tcPr>
            <w:tcW w:w="1386" w:type="dxa"/>
            <w:gridSpan w:val="4"/>
            <w:tcBorders>
              <w:top w:val="nil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1D7317" w:rsidRPr="00F7070B" w:rsidRDefault="00BE65E0" w:rsidP="00BE65E0">
            <w:pPr>
              <w:pStyle w:val="StandardMusterEinzug"/>
            </w:pPr>
            <w:r w:rsidRPr="00BE65E0">
              <w:t>um</w:t>
            </w:r>
          </w:p>
        </w:tc>
        <w:sdt>
          <w:sdtPr>
            <w:id w:val="349146139"/>
            <w:lock w:val="sdtLocked"/>
            <w:placeholder>
              <w:docPart w:val="02CAEC4AB4C8473DA4176731FB638F0E"/>
            </w:placeholder>
            <w:showingPlcHdr/>
            <w:text/>
          </w:sdtPr>
          <w:sdtEndPr/>
          <w:sdtContent>
            <w:tc>
              <w:tcPr>
                <w:tcW w:w="1388" w:type="dxa"/>
                <w:gridSpan w:val="4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</w:tcPr>
              <w:p w:rsidR="001D7317" w:rsidRPr="00F7070B" w:rsidRDefault="00BE65E0" w:rsidP="00F7070B">
                <w:pPr>
                  <w:pStyle w:val="StandardMuster0"/>
                </w:pPr>
                <w:r>
                  <w:rPr>
                    <w:vanish/>
                    <w:color w:val="0000FF"/>
                    <w:szCs w:val="16"/>
                  </w:rPr>
                  <w:t>(Uhrzeit)</w:t>
                </w:r>
              </w:p>
            </w:tc>
          </w:sdtContent>
        </w:sdt>
      </w:tr>
      <w:tr w:rsidR="00F313A0" w:rsidRPr="00F7070B" w:rsidTr="005F5A56">
        <w:trPr>
          <w:gridAfter w:val="1"/>
          <w:wAfter w:w="12" w:type="dxa"/>
          <w:trHeight w:val="225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313A0" w:rsidRDefault="00F313A0" w:rsidP="0090191E">
            <w:pPr>
              <w:pStyle w:val="StandardMusterhochrechts"/>
            </w:pPr>
          </w:p>
        </w:tc>
        <w:tc>
          <w:tcPr>
            <w:tcW w:w="3269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:rsidR="00F313A0" w:rsidRPr="00BE65E0" w:rsidRDefault="00F313A0" w:rsidP="00F7070B">
            <w:pPr>
              <w:pStyle w:val="StandardMuster0"/>
            </w:pPr>
          </w:p>
        </w:tc>
        <w:tc>
          <w:tcPr>
            <w:tcW w:w="5546" w:type="dxa"/>
            <w:gridSpan w:val="16"/>
            <w:tcBorders>
              <w:bottom w:val="dotted" w:sz="4" w:space="0" w:color="auto"/>
            </w:tcBorders>
            <w:shd w:val="clear" w:color="auto" w:fill="auto"/>
            <w:noWrap/>
          </w:tcPr>
          <w:p w:rsidR="00F313A0" w:rsidRDefault="00F313A0" w:rsidP="00F7070B">
            <w:pPr>
              <w:pStyle w:val="StandardMuster0"/>
            </w:pPr>
          </w:p>
        </w:tc>
      </w:tr>
      <w:tr w:rsidR="00E20493" w:rsidRPr="00F7070B" w:rsidTr="005F5A56">
        <w:trPr>
          <w:gridAfter w:val="1"/>
          <w:wAfter w:w="12" w:type="dxa"/>
          <w:trHeight w:val="225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0493" w:rsidRPr="00F7070B" w:rsidRDefault="0090191E" w:rsidP="0090191E">
            <w:pPr>
              <w:pStyle w:val="StandardMusterhochrechts"/>
            </w:pPr>
            <w:r>
              <w:t>6</w:t>
            </w:r>
          </w:p>
        </w:tc>
        <w:tc>
          <w:tcPr>
            <w:tcW w:w="3269" w:type="dxa"/>
            <w:gridSpan w:val="5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</w:tcPr>
          <w:p w:rsidR="00E20493" w:rsidRPr="00F7070B" w:rsidRDefault="00BE65E0" w:rsidP="00F7070B">
            <w:pPr>
              <w:pStyle w:val="StandardMuster0"/>
            </w:pPr>
            <w:r w:rsidRPr="00BE65E0">
              <w:t>Die Übergabe erfolgt</w:t>
            </w:r>
            <w:r w:rsidR="00BD0E2D">
              <w:t>e</w:t>
            </w:r>
            <w:r w:rsidRPr="00BE65E0">
              <w:t xml:space="preserve"> durch die</w:t>
            </w:r>
          </w:p>
        </w:tc>
        <w:sdt>
          <w:sdtPr>
            <w:id w:val="857856723"/>
            <w:lock w:val="sdtLocked"/>
            <w:placeholder>
              <w:docPart w:val="9BEB2E2370964B39878C61D60A4E4CFE"/>
            </w:placeholder>
            <w:showingPlcHdr/>
            <w:text/>
          </w:sdtPr>
          <w:sdtEndPr/>
          <w:sdtContent>
            <w:tc>
              <w:tcPr>
                <w:tcW w:w="5546" w:type="dxa"/>
                <w:gridSpan w:val="16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noWrap/>
              </w:tcPr>
              <w:p w:rsidR="00E20493" w:rsidRPr="00F7070B" w:rsidRDefault="00E962E9" w:rsidP="00E962E9">
                <w:pPr>
                  <w:pStyle w:val="StandardMuster0"/>
                </w:pPr>
                <w:r>
                  <w:rPr>
                    <w:vanish/>
                    <w:color w:val="0000FF"/>
                    <w:szCs w:val="16"/>
                  </w:rPr>
                  <w:t>(Baudurchführende Ebene)</w:t>
                </w:r>
              </w:p>
            </w:tc>
          </w:sdtContent>
        </w:sdt>
      </w:tr>
      <w:tr w:rsidR="00E20493" w:rsidRPr="00F7070B" w:rsidTr="005F5A56">
        <w:trPr>
          <w:gridAfter w:val="1"/>
          <w:wAfter w:w="12" w:type="dxa"/>
          <w:trHeight w:val="225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0493" w:rsidRPr="00F7070B" w:rsidRDefault="0090191E" w:rsidP="0090191E">
            <w:pPr>
              <w:pStyle w:val="StandardMusterhochrechts"/>
            </w:pPr>
            <w:r>
              <w:t>7</w:t>
            </w:r>
          </w:p>
        </w:tc>
        <w:tc>
          <w:tcPr>
            <w:tcW w:w="3269" w:type="dxa"/>
            <w:gridSpan w:val="5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</w:tcPr>
          <w:p w:rsidR="00E20493" w:rsidRPr="00F7070B" w:rsidRDefault="004A3B38" w:rsidP="00F7070B">
            <w:pPr>
              <w:pStyle w:val="StandardMuster0"/>
            </w:pPr>
            <w:r>
              <w:t>a</w:t>
            </w:r>
            <w:r w:rsidR="00BE65E0" w:rsidRPr="00BE65E0">
              <w:t>n den</w:t>
            </w:r>
          </w:p>
        </w:tc>
        <w:sdt>
          <w:sdtPr>
            <w:id w:val="1900628083"/>
            <w:lock w:val="sdtLocked"/>
            <w:placeholder>
              <w:docPart w:val="99C787E4B040431AAE8C6B101341584E"/>
            </w:placeholder>
            <w:showingPlcHdr/>
            <w:text/>
          </w:sdtPr>
          <w:sdtEndPr/>
          <w:sdtContent>
            <w:tc>
              <w:tcPr>
                <w:tcW w:w="5546" w:type="dxa"/>
                <w:gridSpan w:val="16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noWrap/>
              </w:tcPr>
              <w:p w:rsidR="00E20493" w:rsidRPr="00F7070B" w:rsidRDefault="00BE65E0" w:rsidP="00F7070B">
                <w:pPr>
                  <w:pStyle w:val="StandardMuster0"/>
                </w:pPr>
                <w:r>
                  <w:rPr>
                    <w:vanish/>
                    <w:color w:val="0000FF"/>
                    <w:szCs w:val="16"/>
                  </w:rPr>
                  <w:t>(Maßnahmenträger)</w:t>
                </w:r>
              </w:p>
            </w:tc>
          </w:sdtContent>
        </w:sdt>
      </w:tr>
      <w:tr w:rsidR="00F313A0" w:rsidRPr="00F7070B" w:rsidTr="005F5A56">
        <w:trPr>
          <w:gridAfter w:val="1"/>
          <w:wAfter w:w="12" w:type="dxa"/>
          <w:trHeight w:val="225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313A0" w:rsidRDefault="00F313A0" w:rsidP="00F313A0">
            <w:pPr>
              <w:pStyle w:val="StandardMusterhochrechts"/>
            </w:pPr>
          </w:p>
        </w:tc>
        <w:tc>
          <w:tcPr>
            <w:tcW w:w="32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313A0" w:rsidRPr="00E20493" w:rsidRDefault="00F313A0" w:rsidP="00F313A0">
            <w:pPr>
              <w:pStyle w:val="StandardMuster0"/>
            </w:pPr>
          </w:p>
        </w:tc>
        <w:tc>
          <w:tcPr>
            <w:tcW w:w="5546" w:type="dxa"/>
            <w:gridSpan w:val="16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noWrap/>
          </w:tcPr>
          <w:p w:rsidR="00F313A0" w:rsidRDefault="00F313A0" w:rsidP="00F313A0">
            <w:pPr>
              <w:pStyle w:val="StandardMuster0"/>
            </w:pPr>
          </w:p>
        </w:tc>
      </w:tr>
      <w:tr w:rsidR="00E20493" w:rsidRPr="00F7070B" w:rsidTr="005F5A56">
        <w:trPr>
          <w:gridAfter w:val="1"/>
          <w:wAfter w:w="12" w:type="dxa"/>
          <w:trHeight w:val="225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0493" w:rsidRPr="00F7070B" w:rsidRDefault="0090191E" w:rsidP="0090191E">
            <w:pPr>
              <w:pStyle w:val="StandardMusterhochrechts"/>
            </w:pPr>
            <w:r>
              <w:t>8</w:t>
            </w:r>
          </w:p>
        </w:tc>
        <w:tc>
          <w:tcPr>
            <w:tcW w:w="3269" w:type="dxa"/>
            <w:gridSpan w:val="5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</w:tcPr>
          <w:p w:rsidR="00E20493" w:rsidRPr="00F7070B" w:rsidRDefault="0090191E" w:rsidP="00F7070B">
            <w:pPr>
              <w:pStyle w:val="StandardMuster0"/>
            </w:pPr>
            <w:r w:rsidRPr="0090191E">
              <w:t>Teilgenommen haben</w:t>
            </w:r>
          </w:p>
        </w:tc>
        <w:sdt>
          <w:sdtPr>
            <w:id w:val="469798047"/>
            <w:lock w:val="sdtLocked"/>
            <w:placeholder>
              <w:docPart w:val="90A395100EFF446392E430920B9027ED"/>
            </w:placeholder>
            <w:showingPlcHdr/>
          </w:sdtPr>
          <w:sdtEndPr/>
          <w:sdtContent>
            <w:bookmarkStart w:id="5" w:name="_GoBack" w:displacedByCustomXml="prev"/>
            <w:tc>
              <w:tcPr>
                <w:tcW w:w="5546" w:type="dxa"/>
                <w:gridSpan w:val="16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noWrap/>
              </w:tcPr>
              <w:p w:rsidR="00E20493" w:rsidRPr="00281373" w:rsidRDefault="00281373" w:rsidP="00281373">
                <w:pPr>
                  <w:pStyle w:val="StandardMuster0"/>
                </w:pPr>
                <w:r w:rsidRPr="0021363B">
                  <w:rPr>
                    <w:vanish/>
                    <w:color w:val="0000FF"/>
                  </w:rPr>
                  <w:t>(</w:t>
                </w:r>
                <w:r w:rsidRPr="0021363B">
                  <w:rPr>
                    <w:rStyle w:val="Platzhaltertext"/>
                    <w:vanish/>
                    <w:color w:val="0000FF"/>
                    <w:szCs w:val="16"/>
                  </w:rPr>
                  <w:t>Name)</w:t>
                </w:r>
              </w:p>
            </w:tc>
            <w:bookmarkEnd w:id="5" w:displacedByCustomXml="next"/>
          </w:sdtContent>
        </w:sdt>
      </w:tr>
      <w:tr w:rsidR="00E20493" w:rsidRPr="00F7070B" w:rsidTr="005F5A56">
        <w:trPr>
          <w:gridAfter w:val="1"/>
          <w:wAfter w:w="12" w:type="dxa"/>
          <w:trHeight w:val="225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0493" w:rsidRPr="00F7070B" w:rsidRDefault="00E20493" w:rsidP="00354FED">
            <w:pPr>
              <w:pStyle w:val="StandardMuster-hoch"/>
            </w:pPr>
          </w:p>
        </w:tc>
        <w:tc>
          <w:tcPr>
            <w:tcW w:w="3269" w:type="dxa"/>
            <w:gridSpan w:val="5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</w:tcPr>
          <w:p w:rsidR="00E20493" w:rsidRPr="00F7070B" w:rsidRDefault="0090191E" w:rsidP="0090191E">
            <w:pPr>
              <w:pStyle w:val="StandardMusterEinzug"/>
            </w:pPr>
            <w:r w:rsidRPr="0090191E">
              <w:t>für die Baudurchführende Ebene</w:t>
            </w:r>
          </w:p>
        </w:tc>
        <w:sdt>
          <w:sdtPr>
            <w:id w:val="-153767151"/>
            <w:lock w:val="sdtLocked"/>
            <w:placeholder>
              <w:docPart w:val="61D9E3B3B0F548E8A2AC207BA8837CDD"/>
            </w:placeholder>
            <w:showingPlcHdr/>
          </w:sdtPr>
          <w:sdtEndPr/>
          <w:sdtContent>
            <w:tc>
              <w:tcPr>
                <w:tcW w:w="5546" w:type="dxa"/>
                <w:gridSpan w:val="16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noWrap/>
              </w:tcPr>
              <w:p w:rsidR="00E20493" w:rsidRPr="00281373" w:rsidRDefault="00281373" w:rsidP="00281373">
                <w:pPr>
                  <w:pStyle w:val="StandardMuster0"/>
                </w:pPr>
                <w:r w:rsidRPr="0021363B">
                  <w:rPr>
                    <w:vanish/>
                    <w:color w:val="0000FF"/>
                  </w:rPr>
                  <w:t>(</w:t>
                </w:r>
                <w:r w:rsidRPr="0021363B">
                  <w:rPr>
                    <w:rStyle w:val="Platzhaltertext"/>
                    <w:vanish/>
                    <w:color w:val="0000FF"/>
                    <w:szCs w:val="16"/>
                  </w:rPr>
                  <w:t>Name)</w:t>
                </w:r>
              </w:p>
            </w:tc>
          </w:sdtContent>
        </w:sdt>
      </w:tr>
      <w:tr w:rsidR="0090191E" w:rsidRPr="00F7070B" w:rsidTr="005F5A56">
        <w:trPr>
          <w:gridAfter w:val="1"/>
          <w:wAfter w:w="12" w:type="dxa"/>
          <w:trHeight w:val="225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0191E" w:rsidRPr="00F7070B" w:rsidRDefault="0090191E" w:rsidP="00354FED">
            <w:pPr>
              <w:pStyle w:val="StandardMuster-hoch"/>
            </w:pPr>
          </w:p>
        </w:tc>
        <w:tc>
          <w:tcPr>
            <w:tcW w:w="3269" w:type="dxa"/>
            <w:gridSpan w:val="5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</w:tcPr>
          <w:p w:rsidR="0090191E" w:rsidRPr="00F7070B" w:rsidRDefault="0090191E" w:rsidP="0090191E">
            <w:pPr>
              <w:pStyle w:val="StandardMusterEinzug"/>
            </w:pPr>
            <w:r w:rsidRPr="0090191E">
              <w:t>für den Maßnahmenträger</w:t>
            </w:r>
          </w:p>
        </w:tc>
        <w:sdt>
          <w:sdtPr>
            <w:id w:val="-1870362316"/>
            <w:lock w:val="sdtLocked"/>
            <w:placeholder>
              <w:docPart w:val="E45834A62F16445CA0376226346E3DC2"/>
            </w:placeholder>
            <w:showingPlcHdr/>
          </w:sdtPr>
          <w:sdtEndPr/>
          <w:sdtContent>
            <w:tc>
              <w:tcPr>
                <w:tcW w:w="5546" w:type="dxa"/>
                <w:gridSpan w:val="16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noWrap/>
              </w:tcPr>
              <w:p w:rsidR="0090191E" w:rsidRPr="00281373" w:rsidRDefault="00281373" w:rsidP="00281373">
                <w:pPr>
                  <w:pStyle w:val="StandardMuster0"/>
                </w:pPr>
                <w:r w:rsidRPr="0021363B">
                  <w:rPr>
                    <w:vanish/>
                    <w:color w:val="0000FF"/>
                  </w:rPr>
                  <w:t>(</w:t>
                </w:r>
                <w:r w:rsidRPr="0021363B">
                  <w:rPr>
                    <w:rStyle w:val="Platzhaltertext"/>
                    <w:vanish/>
                    <w:color w:val="0000FF"/>
                    <w:szCs w:val="16"/>
                  </w:rPr>
                  <w:t>Name)</w:t>
                </w:r>
              </w:p>
            </w:tc>
          </w:sdtContent>
        </w:sdt>
      </w:tr>
      <w:tr w:rsidR="0090191E" w:rsidRPr="00F7070B" w:rsidTr="005F5A56">
        <w:trPr>
          <w:gridAfter w:val="1"/>
          <w:wAfter w:w="12" w:type="dxa"/>
          <w:trHeight w:val="225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0191E" w:rsidRPr="00F7070B" w:rsidRDefault="0090191E" w:rsidP="00354FED">
            <w:pPr>
              <w:pStyle w:val="StandardMuster-hoch"/>
            </w:pPr>
          </w:p>
        </w:tc>
        <w:tc>
          <w:tcPr>
            <w:tcW w:w="3269" w:type="dxa"/>
            <w:gridSpan w:val="5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</w:tcPr>
          <w:p w:rsidR="0090191E" w:rsidRPr="00F7070B" w:rsidRDefault="0090191E" w:rsidP="0090191E">
            <w:pPr>
              <w:pStyle w:val="StandardMusterEinzug"/>
            </w:pPr>
            <w:r w:rsidRPr="0090191E">
              <w:t>für die hausverwaltende Dien</w:t>
            </w:r>
            <w:r w:rsidR="00287ACC">
              <w:t>st</w:t>
            </w:r>
            <w:r w:rsidRPr="0090191E">
              <w:t>stelle</w:t>
            </w:r>
          </w:p>
        </w:tc>
        <w:sdt>
          <w:sdtPr>
            <w:id w:val="-684437866"/>
            <w:lock w:val="sdtLocked"/>
            <w:placeholder>
              <w:docPart w:val="745FB16FC8B547AC80D480082264F22A"/>
            </w:placeholder>
            <w:showingPlcHdr/>
          </w:sdtPr>
          <w:sdtEndPr/>
          <w:sdtContent>
            <w:tc>
              <w:tcPr>
                <w:tcW w:w="5546" w:type="dxa"/>
                <w:gridSpan w:val="16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noWrap/>
              </w:tcPr>
              <w:p w:rsidR="0090191E" w:rsidRPr="00281373" w:rsidRDefault="00281373" w:rsidP="00281373">
                <w:pPr>
                  <w:pStyle w:val="StandardMuster0"/>
                </w:pPr>
                <w:r w:rsidRPr="0021363B">
                  <w:rPr>
                    <w:vanish/>
                    <w:color w:val="0000FF"/>
                  </w:rPr>
                  <w:t>(</w:t>
                </w:r>
                <w:r w:rsidRPr="0021363B">
                  <w:rPr>
                    <w:rStyle w:val="Platzhaltertext"/>
                    <w:vanish/>
                    <w:color w:val="0000FF"/>
                    <w:szCs w:val="16"/>
                  </w:rPr>
                  <w:t>Name)</w:t>
                </w:r>
              </w:p>
            </w:tc>
          </w:sdtContent>
        </w:sdt>
      </w:tr>
      <w:tr w:rsidR="00E20493" w:rsidRPr="00F7070B" w:rsidTr="005F5A56">
        <w:trPr>
          <w:gridAfter w:val="1"/>
          <w:wAfter w:w="12" w:type="dxa"/>
          <w:trHeight w:val="225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0493" w:rsidRPr="00F7070B" w:rsidRDefault="00E20493" w:rsidP="00354FED">
            <w:pPr>
              <w:pStyle w:val="StandardMuster-hoch"/>
            </w:pPr>
          </w:p>
        </w:tc>
        <w:tc>
          <w:tcPr>
            <w:tcW w:w="3269" w:type="dxa"/>
            <w:gridSpan w:val="5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</w:tcPr>
          <w:p w:rsidR="00E20493" w:rsidRPr="00F7070B" w:rsidRDefault="0090191E" w:rsidP="0090191E">
            <w:pPr>
              <w:pStyle w:val="StandardMusterEinzug"/>
            </w:pPr>
            <w:r w:rsidRPr="0090191E">
              <w:t>für den Nutzer</w:t>
            </w:r>
          </w:p>
        </w:tc>
        <w:sdt>
          <w:sdtPr>
            <w:id w:val="-160929989"/>
            <w:lock w:val="sdtLocked"/>
            <w:placeholder>
              <w:docPart w:val="E842075463914D2B8E15ECE667032808"/>
            </w:placeholder>
            <w:showingPlcHdr/>
          </w:sdtPr>
          <w:sdtEndPr/>
          <w:sdtContent>
            <w:tc>
              <w:tcPr>
                <w:tcW w:w="5546" w:type="dxa"/>
                <w:gridSpan w:val="16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noWrap/>
              </w:tcPr>
              <w:p w:rsidR="00E20493" w:rsidRPr="00281373" w:rsidRDefault="00281373" w:rsidP="00281373">
                <w:pPr>
                  <w:pStyle w:val="StandardMuster0"/>
                </w:pPr>
                <w:r w:rsidRPr="0021363B">
                  <w:rPr>
                    <w:vanish/>
                    <w:color w:val="0000FF"/>
                  </w:rPr>
                  <w:t>(</w:t>
                </w:r>
                <w:r w:rsidRPr="0021363B">
                  <w:rPr>
                    <w:rStyle w:val="Platzhaltertext"/>
                    <w:vanish/>
                    <w:color w:val="0000FF"/>
                    <w:szCs w:val="16"/>
                  </w:rPr>
                  <w:t>Name)</w:t>
                </w:r>
              </w:p>
            </w:tc>
          </w:sdtContent>
        </w:sdt>
      </w:tr>
      <w:tr w:rsidR="00E20493" w:rsidRPr="00F7070B" w:rsidTr="005F5A56">
        <w:trPr>
          <w:gridAfter w:val="1"/>
          <w:wAfter w:w="12" w:type="dxa"/>
          <w:trHeight w:val="225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20493" w:rsidRPr="00F7070B" w:rsidRDefault="00E20493" w:rsidP="00354FED">
            <w:pPr>
              <w:pStyle w:val="StandardMuster-hoch"/>
            </w:pPr>
          </w:p>
        </w:tc>
        <w:tc>
          <w:tcPr>
            <w:tcW w:w="3269" w:type="dxa"/>
            <w:gridSpan w:val="5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</w:tcPr>
          <w:p w:rsidR="00E20493" w:rsidRPr="00F7070B" w:rsidRDefault="0090191E" w:rsidP="00170F55">
            <w:pPr>
              <w:pStyle w:val="StandardMusterEinzug"/>
            </w:pPr>
            <w:r>
              <w:t xml:space="preserve">für </w:t>
            </w:r>
            <w:sdt>
              <w:sdtPr>
                <w:id w:val="-1318194055"/>
                <w:lock w:val="sdtLocked"/>
                <w:placeholder>
                  <w:docPart w:val="BE2ADA5779A54B079C3787947C8AE5FA"/>
                </w:placeholder>
                <w:showingPlcHdr/>
                <w:text/>
              </w:sdtPr>
              <w:sdtEndPr/>
              <w:sdtContent>
                <w:r w:rsidR="00170F55">
                  <w:rPr>
                    <w:vanish/>
                    <w:color w:val="0000FF"/>
                    <w:szCs w:val="16"/>
                  </w:rPr>
                  <w:t>(Amt)</w:t>
                </w:r>
              </w:sdtContent>
            </w:sdt>
          </w:p>
        </w:tc>
        <w:sdt>
          <w:sdtPr>
            <w:id w:val="-276334464"/>
            <w:lock w:val="sdtLocked"/>
            <w:placeholder>
              <w:docPart w:val="DD1C3903CCE0497EAE1B056D259E0C4A"/>
            </w:placeholder>
            <w:showingPlcHdr/>
          </w:sdtPr>
          <w:sdtEndPr/>
          <w:sdtContent>
            <w:tc>
              <w:tcPr>
                <w:tcW w:w="5546" w:type="dxa"/>
                <w:gridSpan w:val="16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noWrap/>
              </w:tcPr>
              <w:p w:rsidR="00E20493" w:rsidRPr="00281373" w:rsidRDefault="00281373" w:rsidP="00281373">
                <w:pPr>
                  <w:pStyle w:val="StandardMuster0"/>
                </w:pPr>
                <w:r w:rsidRPr="0021363B">
                  <w:rPr>
                    <w:vanish/>
                    <w:color w:val="0000FF"/>
                  </w:rPr>
                  <w:t>(</w:t>
                </w:r>
                <w:r w:rsidRPr="0021363B">
                  <w:rPr>
                    <w:rStyle w:val="Platzhaltertext"/>
                    <w:vanish/>
                    <w:color w:val="0000FF"/>
                    <w:szCs w:val="16"/>
                  </w:rPr>
                  <w:t>Name)</w:t>
                </w:r>
              </w:p>
            </w:tc>
          </w:sdtContent>
        </w:sdt>
      </w:tr>
      <w:tr w:rsidR="00F7070B" w:rsidRPr="00F7070B" w:rsidTr="005F5A56">
        <w:trPr>
          <w:gridAfter w:val="1"/>
          <w:wAfter w:w="12" w:type="dxa"/>
          <w:trHeight w:val="225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7070B" w:rsidRPr="00F7070B" w:rsidRDefault="00F7070B" w:rsidP="00354FED">
            <w:pPr>
              <w:pStyle w:val="StandardMuster-hoch"/>
            </w:pPr>
          </w:p>
        </w:tc>
        <w:tc>
          <w:tcPr>
            <w:tcW w:w="3269" w:type="dxa"/>
            <w:gridSpan w:val="5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</w:tcPr>
          <w:p w:rsidR="00F7070B" w:rsidRPr="00F7070B" w:rsidRDefault="0090191E" w:rsidP="0090191E">
            <w:pPr>
              <w:pStyle w:val="StandardMusterEinzug"/>
            </w:pPr>
            <w:r>
              <w:t xml:space="preserve">für </w:t>
            </w:r>
            <w:sdt>
              <w:sdtPr>
                <w:id w:val="-406077884"/>
                <w:lock w:val="sdtLocked"/>
                <w:placeholder>
                  <w:docPart w:val="A2C82A435F36454D9568B20666E9BA4C"/>
                </w:placeholder>
                <w:showingPlcHdr/>
                <w:text/>
              </w:sdtPr>
              <w:sdtEndPr/>
              <w:sdtContent>
                <w:r>
                  <w:rPr>
                    <w:vanish/>
                    <w:color w:val="0000FF"/>
                    <w:szCs w:val="16"/>
                  </w:rPr>
                  <w:t>(Amt)</w:t>
                </w:r>
              </w:sdtContent>
            </w:sdt>
          </w:p>
        </w:tc>
        <w:sdt>
          <w:sdtPr>
            <w:id w:val="537780443"/>
            <w:lock w:val="sdtLocked"/>
            <w:placeholder>
              <w:docPart w:val="1CD9EDFF224D4480B7B81433F9F2F8A1"/>
            </w:placeholder>
            <w:showingPlcHdr/>
          </w:sdtPr>
          <w:sdtEndPr/>
          <w:sdtContent>
            <w:tc>
              <w:tcPr>
                <w:tcW w:w="5546" w:type="dxa"/>
                <w:gridSpan w:val="16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noWrap/>
              </w:tcPr>
              <w:p w:rsidR="00F7070B" w:rsidRPr="00281373" w:rsidRDefault="00281373" w:rsidP="00281373">
                <w:pPr>
                  <w:pStyle w:val="StandardMuster0"/>
                </w:pPr>
                <w:r w:rsidRPr="0021363B">
                  <w:rPr>
                    <w:vanish/>
                    <w:color w:val="0000FF"/>
                  </w:rPr>
                  <w:t>(</w:t>
                </w:r>
                <w:r w:rsidRPr="0021363B">
                  <w:rPr>
                    <w:rStyle w:val="Platzhaltertext"/>
                    <w:vanish/>
                    <w:color w:val="0000FF"/>
                    <w:szCs w:val="16"/>
                  </w:rPr>
                  <w:t>Name)</w:t>
                </w:r>
              </w:p>
            </w:tc>
          </w:sdtContent>
        </w:sdt>
      </w:tr>
      <w:tr w:rsidR="00F313A0" w:rsidRPr="00F255CB" w:rsidTr="005F5A56">
        <w:trPr>
          <w:gridAfter w:val="1"/>
          <w:wAfter w:w="12" w:type="dxa"/>
          <w:trHeight w:val="225"/>
          <w:tblHeader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13A0" w:rsidRPr="00F255CB" w:rsidRDefault="00F313A0" w:rsidP="00354FED">
            <w:pPr>
              <w:pStyle w:val="StandardMuster-hoch"/>
            </w:pPr>
          </w:p>
        </w:tc>
        <w:tc>
          <w:tcPr>
            <w:tcW w:w="32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13A0" w:rsidRPr="00F255CB" w:rsidRDefault="00F313A0" w:rsidP="00F313A0">
            <w:pPr>
              <w:pStyle w:val="StandardMuster0"/>
            </w:pPr>
          </w:p>
        </w:tc>
        <w:tc>
          <w:tcPr>
            <w:tcW w:w="39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13A0" w:rsidRPr="00F255CB" w:rsidRDefault="00F313A0" w:rsidP="00F313A0">
            <w:pPr>
              <w:pStyle w:val="StandardMuster0"/>
            </w:pPr>
          </w:p>
        </w:tc>
        <w:tc>
          <w:tcPr>
            <w:tcW w:w="39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13A0" w:rsidRPr="00F255CB" w:rsidRDefault="00F313A0" w:rsidP="00F313A0">
            <w:pPr>
              <w:pStyle w:val="StandardMuster0"/>
            </w:pPr>
          </w:p>
        </w:tc>
        <w:tc>
          <w:tcPr>
            <w:tcW w:w="39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13A0" w:rsidRPr="00F255CB" w:rsidRDefault="00F313A0" w:rsidP="00F313A0">
            <w:pPr>
              <w:pStyle w:val="StandardMuster0"/>
            </w:pPr>
          </w:p>
        </w:tc>
        <w:tc>
          <w:tcPr>
            <w:tcW w:w="39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13A0" w:rsidRPr="00F255CB" w:rsidRDefault="00F313A0" w:rsidP="00F313A0">
            <w:pPr>
              <w:pStyle w:val="StandardMuster0"/>
            </w:pPr>
          </w:p>
        </w:tc>
        <w:tc>
          <w:tcPr>
            <w:tcW w:w="396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313A0" w:rsidRPr="00F255CB" w:rsidRDefault="00F313A0" w:rsidP="00F313A0">
            <w:pPr>
              <w:pStyle w:val="StandardMuster0"/>
            </w:pPr>
          </w:p>
        </w:tc>
        <w:tc>
          <w:tcPr>
            <w:tcW w:w="396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313A0" w:rsidRPr="00F255CB" w:rsidRDefault="00F313A0" w:rsidP="00F313A0">
            <w:pPr>
              <w:pStyle w:val="StandardMuster0"/>
            </w:pPr>
          </w:p>
        </w:tc>
        <w:tc>
          <w:tcPr>
            <w:tcW w:w="396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313A0" w:rsidRPr="00F255CB" w:rsidRDefault="00F313A0" w:rsidP="00F313A0">
            <w:pPr>
              <w:pStyle w:val="StandardMuster0"/>
            </w:pPr>
          </w:p>
        </w:tc>
        <w:tc>
          <w:tcPr>
            <w:tcW w:w="39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13A0" w:rsidRPr="00F255CB" w:rsidRDefault="00F313A0" w:rsidP="00F313A0">
            <w:pPr>
              <w:pStyle w:val="StandardMuster0"/>
            </w:pPr>
          </w:p>
        </w:tc>
        <w:tc>
          <w:tcPr>
            <w:tcW w:w="39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13A0" w:rsidRPr="00F255CB" w:rsidRDefault="00F313A0" w:rsidP="00F313A0">
            <w:pPr>
              <w:pStyle w:val="StandardMuster0"/>
            </w:pPr>
          </w:p>
        </w:tc>
        <w:tc>
          <w:tcPr>
            <w:tcW w:w="39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13A0" w:rsidRPr="00F255CB" w:rsidRDefault="00F313A0" w:rsidP="00F313A0">
            <w:pPr>
              <w:pStyle w:val="StandardMuster0"/>
            </w:pPr>
          </w:p>
        </w:tc>
        <w:tc>
          <w:tcPr>
            <w:tcW w:w="39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13A0" w:rsidRPr="00F255CB" w:rsidRDefault="00F313A0" w:rsidP="00F313A0">
            <w:pPr>
              <w:pStyle w:val="StandardMuster0"/>
            </w:pPr>
          </w:p>
        </w:tc>
        <w:tc>
          <w:tcPr>
            <w:tcW w:w="396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313A0" w:rsidRPr="00F255CB" w:rsidRDefault="00F313A0" w:rsidP="00F313A0">
            <w:pPr>
              <w:pStyle w:val="StandardMuster0"/>
            </w:pPr>
          </w:p>
        </w:tc>
        <w:tc>
          <w:tcPr>
            <w:tcW w:w="396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313A0" w:rsidRPr="00F255CB" w:rsidRDefault="00F313A0" w:rsidP="00F313A0">
            <w:pPr>
              <w:pStyle w:val="StandardMuster0"/>
            </w:pPr>
          </w:p>
        </w:tc>
        <w:tc>
          <w:tcPr>
            <w:tcW w:w="398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313A0" w:rsidRPr="00F255CB" w:rsidRDefault="00F313A0" w:rsidP="00F313A0">
            <w:pPr>
              <w:pStyle w:val="StandardMuster0"/>
            </w:pPr>
          </w:p>
        </w:tc>
      </w:tr>
      <w:tr w:rsidR="00F313A0" w:rsidRPr="00F255CB" w:rsidTr="005F5A56">
        <w:trPr>
          <w:gridAfter w:val="1"/>
          <w:wAfter w:w="12" w:type="dxa"/>
          <w:trHeight w:val="225"/>
          <w:tblHeader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13A0" w:rsidRPr="00F255CB" w:rsidRDefault="00F313A0" w:rsidP="00354FED">
            <w:pPr>
              <w:pStyle w:val="StandardMuster-hoch"/>
            </w:pPr>
          </w:p>
        </w:tc>
        <w:tc>
          <w:tcPr>
            <w:tcW w:w="3269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F313A0" w:rsidRPr="00F255CB" w:rsidRDefault="00F313A0" w:rsidP="00F313A0">
            <w:pPr>
              <w:pStyle w:val="StandardMuster0"/>
            </w:pPr>
            <w:r w:rsidRPr="00F255CB"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F313A0" w:rsidRPr="00F255CB" w:rsidRDefault="00F313A0" w:rsidP="00F313A0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F313A0" w:rsidRPr="00F255CB" w:rsidRDefault="00F313A0" w:rsidP="00F313A0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F313A0" w:rsidRPr="00F255CB" w:rsidRDefault="00F313A0" w:rsidP="00F313A0">
            <w:pPr>
              <w:pStyle w:val="StandardMuster0"/>
            </w:pP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F313A0" w:rsidRPr="00F255CB" w:rsidRDefault="00F313A0" w:rsidP="00F313A0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F313A0" w:rsidRPr="00F255CB" w:rsidRDefault="00F313A0" w:rsidP="00F313A0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F313A0" w:rsidRPr="00F255CB" w:rsidRDefault="00F313A0" w:rsidP="00F313A0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F313A0" w:rsidRPr="00F255CB" w:rsidRDefault="00F313A0" w:rsidP="00F313A0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F313A0" w:rsidRPr="00F255CB" w:rsidRDefault="00F313A0" w:rsidP="00F313A0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F313A0" w:rsidRPr="00F255CB" w:rsidRDefault="00F313A0" w:rsidP="00F313A0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F313A0" w:rsidRPr="00F255CB" w:rsidRDefault="00F313A0" w:rsidP="00F313A0">
            <w:pPr>
              <w:pStyle w:val="StandardMuster0"/>
            </w:pP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F313A0" w:rsidRPr="00F255CB" w:rsidRDefault="00F313A0" w:rsidP="00F313A0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F313A0" w:rsidRPr="00F255CB" w:rsidRDefault="00F313A0" w:rsidP="00F313A0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F313A0" w:rsidRPr="00F255CB" w:rsidRDefault="00F313A0" w:rsidP="00F313A0">
            <w:pPr>
              <w:pStyle w:val="StandardMuster0"/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F313A0" w:rsidRPr="00F255CB" w:rsidRDefault="00F313A0" w:rsidP="00F313A0">
            <w:pPr>
              <w:pStyle w:val="StandardMuster0"/>
            </w:pPr>
          </w:p>
        </w:tc>
      </w:tr>
      <w:tr w:rsidR="00F313A0" w:rsidRPr="00F7070B" w:rsidTr="005F5A56">
        <w:trPr>
          <w:gridAfter w:val="1"/>
          <w:wAfter w:w="12" w:type="dxa"/>
          <w:trHeight w:val="225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313A0" w:rsidRPr="00F7070B" w:rsidRDefault="001616D4" w:rsidP="00354FED">
            <w:pPr>
              <w:pStyle w:val="StandardMuster-hoch"/>
            </w:pPr>
            <w:r>
              <w:t>9</w:t>
            </w:r>
          </w:p>
        </w:tc>
        <w:tc>
          <w:tcPr>
            <w:tcW w:w="8815" w:type="dxa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:rsidR="00F313A0" w:rsidRPr="0090191E" w:rsidRDefault="001616D4" w:rsidP="001616D4">
            <w:pPr>
              <w:pStyle w:val="StandardMuster0"/>
            </w:pPr>
            <w:r w:rsidRPr="001616D4">
              <w:t>Das Bauwerk/die bauliche Anlage wurde gemeinsam am</w:t>
            </w:r>
            <w:r>
              <w:t xml:space="preserve"> </w:t>
            </w:r>
            <w:sdt>
              <w:sdtPr>
                <w:id w:val="-1810079304"/>
                <w:lock w:val="sdtLocked"/>
                <w:placeholder>
                  <w:docPart w:val="6C76CDC87B564ADB8B2C748AC6B6B850"/>
                </w:placeholder>
                <w:showingPlcHdr/>
                <w:date w:fullDate="2015-03-20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>
                  <w:rPr>
                    <w:vanish/>
                    <w:color w:val="0000FF"/>
                    <w:szCs w:val="16"/>
                  </w:rPr>
                  <w:t>(Datum)</w:t>
                </w:r>
              </w:sdtContent>
            </w:sdt>
            <w:r>
              <w:t xml:space="preserve"> </w:t>
            </w:r>
            <w:r w:rsidR="009700CD">
              <w:t xml:space="preserve">bzw. im Zeitraum vom </w:t>
            </w:r>
            <w:sdt>
              <w:sdtPr>
                <w:id w:val="28685440"/>
                <w:lock w:val="sdtLocked"/>
                <w:placeholder>
                  <w:docPart w:val="DCCAA63B48204EA587203B6BA0E80810"/>
                </w:placeholder>
                <w:showingPlcHdr/>
                <w:date w:fullDate="2015-03-20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9700CD">
                  <w:rPr>
                    <w:vanish/>
                    <w:color w:val="0000FF"/>
                    <w:szCs w:val="16"/>
                  </w:rPr>
                  <w:t>(Datum)</w:t>
                </w:r>
              </w:sdtContent>
            </w:sdt>
            <w:r w:rsidR="009700CD" w:rsidRPr="001616D4">
              <w:t xml:space="preserve"> </w:t>
            </w:r>
            <w:r w:rsidR="009700CD">
              <w:t xml:space="preserve">bis </w:t>
            </w:r>
            <w:sdt>
              <w:sdtPr>
                <w:id w:val="1329793775"/>
                <w:lock w:val="sdtLocked"/>
                <w:placeholder>
                  <w:docPart w:val="B117F2AA8E2246FFB50A41B978753FC7"/>
                </w:placeholder>
                <w:showingPlcHdr/>
                <w:date w:fullDate="2015-03-20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9700CD">
                  <w:rPr>
                    <w:vanish/>
                    <w:color w:val="0000FF"/>
                    <w:szCs w:val="16"/>
                  </w:rPr>
                  <w:t>(Datum)</w:t>
                </w:r>
              </w:sdtContent>
            </w:sdt>
            <w:r w:rsidR="009700CD" w:rsidRPr="001616D4">
              <w:t xml:space="preserve"> </w:t>
            </w:r>
            <w:r w:rsidRPr="001616D4">
              <w:t xml:space="preserve">besichtigt. Die Baudurchführende Ebene erklärte, dass das Bauwerk/die bauliche Anlage – wie genehmigt – ausgeführt </w:t>
            </w:r>
            <w:r w:rsidR="00F313A0" w:rsidRPr="0090191E">
              <w:t>worden und betriebsbereit ist.</w:t>
            </w:r>
          </w:p>
        </w:tc>
      </w:tr>
      <w:tr w:rsidR="00F313A0" w:rsidRPr="00F7070B" w:rsidTr="005F5A56">
        <w:trPr>
          <w:gridAfter w:val="1"/>
          <w:wAfter w:w="12" w:type="dxa"/>
          <w:trHeight w:val="225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313A0" w:rsidRPr="00F7070B" w:rsidRDefault="00F313A0" w:rsidP="00354FED">
            <w:pPr>
              <w:pStyle w:val="StandardMuster-hoch"/>
            </w:pPr>
          </w:p>
        </w:tc>
        <w:tc>
          <w:tcPr>
            <w:tcW w:w="8815" w:type="dxa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:rsidR="00F313A0" w:rsidRPr="00F313A0" w:rsidRDefault="00F313A0" w:rsidP="00F313A0">
            <w:pPr>
              <w:pStyle w:val="StandardMuster0"/>
              <w:rPr>
                <w:vanish/>
              </w:rPr>
            </w:pPr>
            <w:r w:rsidRPr="0090191E">
              <w:t>Die für die Übergabe/Übernahme Zeichnenden erklär</w:t>
            </w:r>
            <w:r w:rsidR="00BD0E2D">
              <w:t>t</w:t>
            </w:r>
            <w:r w:rsidRPr="0090191E">
              <w:t>en, dass:</w:t>
            </w:r>
          </w:p>
        </w:tc>
      </w:tr>
      <w:tr w:rsidR="0090191E" w:rsidRPr="00F7070B" w:rsidTr="005F5A56">
        <w:trPr>
          <w:gridAfter w:val="1"/>
          <w:wAfter w:w="12" w:type="dxa"/>
          <w:trHeight w:val="225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0191E" w:rsidRPr="00F7070B" w:rsidRDefault="0090191E" w:rsidP="0090191E">
            <w:pPr>
              <w:pStyle w:val="StandardMusterhochrechts"/>
            </w:pPr>
            <w:r>
              <w:t>10</w:t>
            </w:r>
          </w:p>
        </w:tc>
        <w:sdt>
          <w:sdtPr>
            <w:id w:val="-134415546"/>
            <w:lock w:val="sdtLocked"/>
            <w14:checkbox>
              <w14:checked w14:val="0"/>
              <w14:checkedState w14:val="25CF" w14:font="DejaVu Serif"/>
              <w14:uncheckedState w14:val="25CB" w14:font="DejaVu Serif"/>
            </w14:checkbox>
          </w:sdtPr>
          <w:sdtEndPr/>
          <w:sdtContent>
            <w:tc>
              <w:tcPr>
                <w:tcW w:w="502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</w:tcPr>
              <w:p w:rsidR="0090191E" w:rsidRPr="00F7070B" w:rsidRDefault="002C3E57" w:rsidP="00BE65E0">
                <w:pPr>
                  <w:pStyle w:val="StandardMuster0"/>
                </w:pPr>
                <w:r>
                  <w:rPr>
                    <w:rFonts w:ascii="DejaVu Serif" w:hAnsi="DejaVu Serif"/>
                  </w:rPr>
                  <w:t>○</w:t>
                </w:r>
              </w:p>
            </w:tc>
          </w:sdtContent>
        </w:sdt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191E" w:rsidRPr="00F7070B" w:rsidRDefault="0090191E" w:rsidP="00BE65E0">
            <w:pPr>
              <w:pStyle w:val="StandardMuster0"/>
            </w:pPr>
            <w:r w:rsidRPr="0090191E">
              <w:t>keine /</w:t>
            </w:r>
          </w:p>
        </w:tc>
        <w:sdt>
          <w:sdtPr>
            <w:id w:val="1676846596"/>
            <w:lock w:val="sdtLocked"/>
            <w14:checkbox>
              <w14:checked w14:val="1"/>
              <w14:checkedState w14:val="25CB" w14:font="DejaVu Serif"/>
              <w14:uncheckedState w14:val="25CF" w14:font="DejaVu Serif"/>
            </w14:checkbox>
          </w:sdtPr>
          <w:sdtEndPr/>
          <w:sdtContent>
            <w:tc>
              <w:tcPr>
                <w:tcW w:w="50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:rsidR="0090191E" w:rsidRPr="00F7070B" w:rsidRDefault="004101FE" w:rsidP="00BE65E0">
                <w:pPr>
                  <w:pStyle w:val="StandardMuster0"/>
                </w:pPr>
                <w:r>
                  <w:rPr>
                    <w:rFonts w:ascii="DejaVu Serif" w:hAnsi="DejaVu Serif"/>
                  </w:rPr>
                  <w:t>○</w:t>
                </w:r>
              </w:p>
            </w:tc>
          </w:sdtContent>
        </w:sdt>
        <w:tc>
          <w:tcPr>
            <w:tcW w:w="7102" w:type="dxa"/>
            <w:gridSpan w:val="17"/>
            <w:tcBorders>
              <w:top w:val="nil"/>
              <w:left w:val="nil"/>
              <w:bottom w:val="nil"/>
            </w:tcBorders>
            <w:shd w:val="clear" w:color="auto" w:fill="auto"/>
          </w:tcPr>
          <w:p w:rsidR="0090191E" w:rsidRPr="00F7070B" w:rsidRDefault="0090191E" w:rsidP="0067162D">
            <w:pPr>
              <w:pStyle w:val="StandardMuster0"/>
            </w:pPr>
            <w:r w:rsidRPr="0090191E">
              <w:t xml:space="preserve">folgende </w:t>
            </w:r>
            <w:r w:rsidR="0067162D">
              <w:t>in der Anlage 2</w:t>
            </w:r>
            <w:r w:rsidRPr="0090191E">
              <w:t xml:space="preserve"> genannte</w:t>
            </w:r>
          </w:p>
        </w:tc>
      </w:tr>
      <w:tr w:rsidR="00F313A0" w:rsidRPr="00F7070B" w:rsidTr="005F5A56">
        <w:trPr>
          <w:trHeight w:val="225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313A0" w:rsidRPr="00F7070B" w:rsidRDefault="00F313A0" w:rsidP="00F313A0">
            <w:pPr>
              <w:pStyle w:val="StandardMuster0"/>
            </w:pPr>
          </w:p>
        </w:tc>
        <w:tc>
          <w:tcPr>
            <w:tcW w:w="8827" w:type="dxa"/>
            <w:gridSpan w:val="22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:rsidR="00F313A0" w:rsidRPr="00F313A0" w:rsidRDefault="00F313A0" w:rsidP="00F313A0">
            <w:pPr>
              <w:pStyle w:val="StandardMuster0"/>
              <w:rPr>
                <w:vanish/>
              </w:rPr>
            </w:pPr>
            <w:r w:rsidRPr="005366C3">
              <w:t>Restarbeiten und/oder Mängel festgestellt w</w:t>
            </w:r>
            <w:r w:rsidR="00B106EE">
              <w:t>urden</w:t>
            </w:r>
            <w:r>
              <w:t>.</w:t>
            </w:r>
          </w:p>
        </w:tc>
      </w:tr>
      <w:tr w:rsidR="00F313A0" w:rsidRPr="00F7070B" w:rsidTr="005F5A56">
        <w:trPr>
          <w:trHeight w:val="225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313A0" w:rsidRPr="00F7070B" w:rsidRDefault="00F313A0" w:rsidP="00F313A0">
            <w:pPr>
              <w:pStyle w:val="StandardMuster0"/>
            </w:pPr>
          </w:p>
        </w:tc>
        <w:tc>
          <w:tcPr>
            <w:tcW w:w="8827" w:type="dxa"/>
            <w:gridSpan w:val="22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:rsidR="00F313A0" w:rsidRPr="00F313A0" w:rsidRDefault="00F313A0" w:rsidP="00F313A0">
            <w:pPr>
              <w:pStyle w:val="StandardMuster0"/>
              <w:rPr>
                <w:vanish/>
              </w:rPr>
            </w:pPr>
          </w:p>
        </w:tc>
      </w:tr>
      <w:tr w:rsidR="00354FED" w:rsidRPr="00F255CB" w:rsidTr="005F5A56">
        <w:trPr>
          <w:gridAfter w:val="1"/>
          <w:wAfter w:w="12" w:type="dxa"/>
          <w:trHeight w:val="225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4FED" w:rsidRPr="0075414F" w:rsidRDefault="00354FED" w:rsidP="00354FED">
            <w:pPr>
              <w:pStyle w:val="StandardMuster-hoch"/>
            </w:pPr>
            <w:r w:rsidRPr="0075414F">
              <w:t>11</w:t>
            </w:r>
          </w:p>
        </w:tc>
        <w:tc>
          <w:tcPr>
            <w:tcW w:w="8815" w:type="dxa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:rsidR="00354FED" w:rsidRPr="00F255CB" w:rsidRDefault="00354FED" w:rsidP="00BD0E2D">
            <w:pPr>
              <w:pStyle w:val="StandardMuster0"/>
            </w:pPr>
            <w:r w:rsidRPr="00EA18C8">
              <w:t>Die nach Ab</w:t>
            </w:r>
            <w:r w:rsidR="00BD0E2D">
              <w:t xml:space="preserve">schnitt H RBBau zu übergebenden und nachzureichenden </w:t>
            </w:r>
            <w:r w:rsidRPr="00EA18C8">
              <w:t xml:space="preserve">Unterlagen sind </w:t>
            </w:r>
            <w:r w:rsidR="0067162D">
              <w:t>in der Anlage 1</w:t>
            </w:r>
            <w:r w:rsidR="00BD0E2D">
              <w:t xml:space="preserve"> genannt</w:t>
            </w:r>
            <w:r>
              <w:t>/</w:t>
            </w:r>
            <w:r w:rsidR="00BD0E2D">
              <w:t xml:space="preserve"> </w:t>
            </w:r>
            <w:r w:rsidRPr="00EA18C8">
              <w:t xml:space="preserve">aufgelistet. </w:t>
            </w:r>
          </w:p>
        </w:tc>
      </w:tr>
      <w:tr w:rsidR="00354FED" w:rsidRPr="00F255CB" w:rsidTr="005F5A56">
        <w:trPr>
          <w:gridAfter w:val="1"/>
          <w:wAfter w:w="12" w:type="dxa"/>
          <w:trHeight w:val="225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4FED" w:rsidRPr="0075414F" w:rsidRDefault="00354FED" w:rsidP="00354FED">
            <w:pPr>
              <w:pStyle w:val="StandardMuster-hoch"/>
            </w:pPr>
            <w:r w:rsidRPr="0075414F">
              <w:t>12</w:t>
            </w:r>
          </w:p>
        </w:tc>
        <w:tc>
          <w:tcPr>
            <w:tcW w:w="8815" w:type="dxa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:rsidR="00354FED" w:rsidRPr="00240AF5" w:rsidRDefault="00354FED" w:rsidP="00354FED">
            <w:pPr>
              <w:pStyle w:val="StandardMuster0"/>
            </w:pPr>
            <w:r w:rsidRPr="00240AF5">
              <w:t>Für den Betreiber und für die Fachkräfte für den Arbeitsschutz und Unfallverhütung sind noch folgende Einweisungen, die seitens der Baudurchführende Ebenen vorzubereiten sind, durchzuführen:</w:t>
            </w:r>
          </w:p>
        </w:tc>
      </w:tr>
      <w:tr w:rsidR="00354FED" w:rsidRPr="00F255CB" w:rsidTr="005F5A56">
        <w:trPr>
          <w:gridAfter w:val="1"/>
          <w:wAfter w:w="12" w:type="dxa"/>
          <w:trHeight w:val="225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4FED" w:rsidRPr="00F255CB" w:rsidRDefault="00354FED" w:rsidP="00354FED">
            <w:pPr>
              <w:pStyle w:val="StandardMuster-hoch"/>
            </w:pPr>
          </w:p>
        </w:tc>
        <w:tc>
          <w:tcPr>
            <w:tcW w:w="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4FED" w:rsidRPr="00F255CB" w:rsidRDefault="00354FED" w:rsidP="00354FED">
            <w:pPr>
              <w:pStyle w:val="StandardMuster0"/>
            </w:pPr>
            <w:r>
              <w:t>-</w:t>
            </w:r>
          </w:p>
        </w:tc>
        <w:sdt>
          <w:sdtPr>
            <w:id w:val="854004425"/>
            <w:lock w:val="sdtLocked"/>
            <w:placeholder>
              <w:docPart w:val="D6796BF94894439BAFDA2E34A093C0CB"/>
            </w:placeholder>
            <w:showingPlcHdr/>
          </w:sdtPr>
          <w:sdtEndPr/>
          <w:sdtContent>
            <w:tc>
              <w:tcPr>
                <w:tcW w:w="8169" w:type="dxa"/>
                <w:gridSpan w:val="19"/>
                <w:tcBorders>
                  <w:top w:val="nil"/>
                  <w:left w:val="nil"/>
                  <w:bottom w:val="nil"/>
                </w:tcBorders>
                <w:shd w:val="clear" w:color="auto" w:fill="auto"/>
              </w:tcPr>
              <w:p w:rsidR="00354FED" w:rsidRPr="00F255CB" w:rsidRDefault="005F5213" w:rsidP="005F5213">
                <w:pPr>
                  <w:pStyle w:val="StandardMuster0"/>
                </w:pPr>
                <w:r w:rsidRPr="00711C46">
                  <w:rPr>
                    <w:vanish/>
                    <w:color w:val="0000FF"/>
                  </w:rPr>
                  <w:t>(Text)</w:t>
                </w:r>
              </w:p>
            </w:tc>
          </w:sdtContent>
        </w:sdt>
      </w:tr>
      <w:tr w:rsidR="00354FED" w:rsidRPr="00F255CB" w:rsidTr="005F5A56">
        <w:trPr>
          <w:gridAfter w:val="1"/>
          <w:wAfter w:w="12" w:type="dxa"/>
          <w:trHeight w:val="225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4FED" w:rsidRPr="00F255CB" w:rsidRDefault="00354FED" w:rsidP="00354FED">
            <w:pPr>
              <w:pStyle w:val="StandardMuster-hoch"/>
            </w:pPr>
          </w:p>
        </w:tc>
        <w:tc>
          <w:tcPr>
            <w:tcW w:w="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4FED" w:rsidRPr="00F255CB" w:rsidRDefault="00354FED" w:rsidP="00354FED">
            <w:pPr>
              <w:pStyle w:val="StandardMuster0"/>
            </w:pPr>
            <w:r>
              <w:t>-</w:t>
            </w:r>
          </w:p>
        </w:tc>
        <w:sdt>
          <w:sdtPr>
            <w:id w:val="1922906667"/>
            <w:lock w:val="sdtLocked"/>
            <w:placeholder>
              <w:docPart w:val="30F6057CC8374DEDBD5EB9091D7FC5CC"/>
            </w:placeholder>
            <w:showingPlcHdr/>
          </w:sdtPr>
          <w:sdtEndPr/>
          <w:sdtContent>
            <w:tc>
              <w:tcPr>
                <w:tcW w:w="8169" w:type="dxa"/>
                <w:gridSpan w:val="19"/>
                <w:tcBorders>
                  <w:top w:val="nil"/>
                  <w:left w:val="nil"/>
                  <w:bottom w:val="nil"/>
                </w:tcBorders>
                <w:shd w:val="clear" w:color="auto" w:fill="auto"/>
              </w:tcPr>
              <w:p w:rsidR="00354FED" w:rsidRPr="00F255CB" w:rsidRDefault="00354FED" w:rsidP="00354FED">
                <w:pPr>
                  <w:pStyle w:val="StandardMuster0"/>
                </w:pPr>
                <w:r w:rsidRPr="00711C46">
                  <w:rPr>
                    <w:vanish/>
                    <w:color w:val="0000FF"/>
                  </w:rPr>
                  <w:t>(Text)</w:t>
                </w:r>
              </w:p>
            </w:tc>
          </w:sdtContent>
        </w:sdt>
      </w:tr>
      <w:tr w:rsidR="004C23E7" w:rsidRPr="00F255CB" w:rsidTr="004C23E7">
        <w:trPr>
          <w:gridAfter w:val="1"/>
          <w:wAfter w:w="12" w:type="dxa"/>
          <w:trHeight w:val="225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C23E7" w:rsidRPr="00F255CB" w:rsidRDefault="004C23E7" w:rsidP="00354FED">
            <w:pPr>
              <w:pStyle w:val="StandardMuster-hoch"/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:rsidR="004C23E7" w:rsidRDefault="00907963" w:rsidP="00354FED">
            <w:pPr>
              <w:pStyle w:val="StandardMuster0"/>
            </w:pPr>
            <w:sdt>
              <w:sdtPr>
                <w:id w:val="1611084234"/>
                <w:lock w:val="sdtLocked"/>
                <w14:checkbox>
                  <w14:checked w14:val="0"/>
                  <w14:checkedState w14:val="25CF" w14:font="DejaVu Serif"/>
                  <w14:uncheckedState w14:val="25CB" w14:font="DejaVu Serif"/>
                </w14:checkbox>
              </w:sdtPr>
              <w:sdtEndPr/>
              <w:sdtContent>
                <w:r w:rsidR="004C23E7">
                  <w:rPr>
                    <w:rFonts w:ascii="DejaVu Serif" w:hAnsi="DejaVu Serif"/>
                  </w:rPr>
                  <w:t>○</w:t>
                </w:r>
              </w:sdtContent>
            </w:sdt>
          </w:p>
        </w:tc>
        <w:tc>
          <w:tcPr>
            <w:tcW w:w="8167" w:type="dxa"/>
            <w:gridSpan w:val="19"/>
            <w:tcBorders>
              <w:top w:val="nil"/>
              <w:left w:val="nil"/>
              <w:bottom w:val="nil"/>
            </w:tcBorders>
            <w:shd w:val="clear" w:color="auto" w:fill="auto"/>
          </w:tcPr>
          <w:p w:rsidR="004C23E7" w:rsidRDefault="004C23E7" w:rsidP="004A3B38">
            <w:pPr>
              <w:pStyle w:val="StandardMuster0"/>
            </w:pPr>
            <w:r>
              <w:t xml:space="preserve">Die Einweisungstermine sind in einer gesonderten Anlage </w:t>
            </w:r>
            <w:sdt>
              <w:sdtPr>
                <w:id w:val="1206367100"/>
                <w:lock w:val="sdtLocked"/>
                <w:placeholder>
                  <w:docPart w:val="5992DAA1E2664EEE9A48148FDED9BD5C"/>
                </w:placeholder>
                <w:showingPlcHdr/>
              </w:sdtPr>
              <w:sdtEndPr/>
              <w:sdtContent>
                <w:r w:rsidRPr="00711C46">
                  <w:rPr>
                    <w:vanish/>
                    <w:color w:val="0000FF"/>
                  </w:rPr>
                  <w:t>(Text)</w:t>
                </w:r>
              </w:sdtContent>
            </w:sdt>
            <w:r>
              <w:t xml:space="preserve"> aufgelistet.</w:t>
            </w:r>
          </w:p>
        </w:tc>
      </w:tr>
      <w:tr w:rsidR="00354FED" w:rsidRPr="00F255CB" w:rsidTr="005F5A56">
        <w:trPr>
          <w:gridAfter w:val="1"/>
          <w:wAfter w:w="12" w:type="dxa"/>
          <w:trHeight w:val="225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4FED" w:rsidRPr="00F255CB" w:rsidRDefault="00354FED" w:rsidP="00354FED">
            <w:pPr>
              <w:pStyle w:val="StandardMuster-hoch"/>
            </w:pPr>
          </w:p>
        </w:tc>
        <w:tc>
          <w:tcPr>
            <w:tcW w:w="32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4FED" w:rsidRPr="00F255CB" w:rsidRDefault="00354FED" w:rsidP="00354FED">
            <w:pPr>
              <w:pStyle w:val="StandardMuster0"/>
            </w:pPr>
          </w:p>
        </w:tc>
        <w:tc>
          <w:tcPr>
            <w:tcW w:w="5546" w:type="dxa"/>
            <w:gridSpan w:val="16"/>
            <w:tcBorders>
              <w:left w:val="nil"/>
              <w:bottom w:val="nil"/>
            </w:tcBorders>
            <w:shd w:val="clear" w:color="auto" w:fill="auto"/>
            <w:noWrap/>
          </w:tcPr>
          <w:p w:rsidR="00354FED" w:rsidRPr="00F255CB" w:rsidRDefault="00354FED" w:rsidP="00354FED">
            <w:pPr>
              <w:pStyle w:val="StandardMuster0"/>
            </w:pPr>
          </w:p>
        </w:tc>
      </w:tr>
      <w:tr w:rsidR="00354FED" w:rsidRPr="00F255CB" w:rsidTr="005F5A56">
        <w:trPr>
          <w:gridAfter w:val="1"/>
          <w:wAfter w:w="12" w:type="dxa"/>
          <w:trHeight w:val="225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4FED" w:rsidRPr="0075414F" w:rsidRDefault="00354FED" w:rsidP="00354FED">
            <w:pPr>
              <w:pStyle w:val="StandardMuster-hoch"/>
            </w:pPr>
            <w:r w:rsidRPr="0075414F">
              <w:t>13</w:t>
            </w:r>
          </w:p>
        </w:tc>
        <w:tc>
          <w:tcPr>
            <w:tcW w:w="8815" w:type="dxa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:rsidR="00354FED" w:rsidRPr="00F255CB" w:rsidRDefault="00354FED" w:rsidP="00354FED">
            <w:pPr>
              <w:pStyle w:val="StandardMuster0"/>
            </w:pPr>
            <w:r>
              <w:t xml:space="preserve">Die Primärnachweisführung erfolgt in der Regel nach Abschnitt H 2 RBBau. Ausnahmsweise </w:t>
            </w:r>
            <w:r w:rsidRPr="00EA18C8">
              <w:t xml:space="preserve">haben sich der </w:t>
            </w:r>
            <w:r>
              <w:t>Maßnahmen</w:t>
            </w:r>
            <w:r w:rsidRPr="00EA18C8">
              <w:t>träger und die Baudurchführende Ebene auf folgendes verständigt</w:t>
            </w:r>
          </w:p>
        </w:tc>
      </w:tr>
      <w:tr w:rsidR="00354FED" w:rsidRPr="00F255CB" w:rsidTr="005F5A56">
        <w:trPr>
          <w:gridAfter w:val="1"/>
          <w:wAfter w:w="12" w:type="dxa"/>
          <w:trHeight w:val="225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4FED" w:rsidRPr="00F255CB" w:rsidRDefault="00354FED" w:rsidP="00354FED">
            <w:pPr>
              <w:pStyle w:val="StandardMuster-hoch"/>
            </w:pPr>
          </w:p>
        </w:tc>
        <w:tc>
          <w:tcPr>
            <w:tcW w:w="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4FED" w:rsidRDefault="00354FED" w:rsidP="00354FED">
            <w:pPr>
              <w:pStyle w:val="StandardMuster0"/>
            </w:pPr>
            <w:r>
              <w:t>-</w:t>
            </w:r>
          </w:p>
        </w:tc>
        <w:tc>
          <w:tcPr>
            <w:tcW w:w="26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4FED" w:rsidRPr="00EA18C8" w:rsidRDefault="00354FED" w:rsidP="00354FED">
            <w:pPr>
              <w:pStyle w:val="StandardMuster0"/>
            </w:pPr>
            <w:r w:rsidRPr="00EA18C8">
              <w:t>Standort des Primärnachweises ist</w:t>
            </w:r>
          </w:p>
        </w:tc>
        <w:sdt>
          <w:sdtPr>
            <w:id w:val="-440615901"/>
            <w:lock w:val="sdtLocked"/>
            <w:placeholder>
              <w:docPart w:val="90058534A9E74BD1AACD9A667EAAF4CA"/>
            </w:placeholder>
            <w:showingPlcHdr/>
          </w:sdtPr>
          <w:sdtEndPr/>
          <w:sdtContent>
            <w:tc>
              <w:tcPr>
                <w:tcW w:w="5546" w:type="dxa"/>
                <w:gridSpan w:val="16"/>
                <w:tcBorders>
                  <w:left w:val="nil"/>
                  <w:bottom w:val="nil"/>
                </w:tcBorders>
                <w:shd w:val="clear" w:color="auto" w:fill="auto"/>
                <w:noWrap/>
              </w:tcPr>
              <w:p w:rsidR="00354FED" w:rsidRPr="00F255CB" w:rsidRDefault="00E962E9" w:rsidP="00E962E9">
                <w:pPr>
                  <w:pStyle w:val="StandardMuster0"/>
                </w:pPr>
                <w:r w:rsidRPr="00711C46">
                  <w:rPr>
                    <w:vanish/>
                    <w:color w:val="0000FF"/>
                  </w:rPr>
                  <w:t>(Text)</w:t>
                </w:r>
              </w:p>
            </w:tc>
          </w:sdtContent>
        </w:sdt>
      </w:tr>
      <w:tr w:rsidR="00354FED" w:rsidRPr="00F255CB" w:rsidTr="005F5A56">
        <w:trPr>
          <w:gridAfter w:val="1"/>
          <w:wAfter w:w="12" w:type="dxa"/>
          <w:trHeight w:val="225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4FED" w:rsidRPr="00F255CB" w:rsidRDefault="00354FED" w:rsidP="00354FED">
            <w:pPr>
              <w:pStyle w:val="StandardMuster-hoch"/>
            </w:pPr>
          </w:p>
        </w:tc>
        <w:tc>
          <w:tcPr>
            <w:tcW w:w="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4FED" w:rsidRPr="00F255CB" w:rsidRDefault="00354FED" w:rsidP="00354FED">
            <w:pPr>
              <w:pStyle w:val="StandardMuster0"/>
            </w:pPr>
            <w:r>
              <w:t>-</w:t>
            </w:r>
          </w:p>
        </w:tc>
        <w:tc>
          <w:tcPr>
            <w:tcW w:w="26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4FED" w:rsidRPr="00F255CB" w:rsidRDefault="00354FED" w:rsidP="00354FED">
            <w:pPr>
              <w:pStyle w:val="StandardMuster0"/>
            </w:pPr>
            <w:r w:rsidRPr="00EA18C8">
              <w:t>Primärnachweisführende Stelle ist</w:t>
            </w:r>
          </w:p>
        </w:tc>
        <w:sdt>
          <w:sdtPr>
            <w:id w:val="779231404"/>
            <w:lock w:val="sdtLocked"/>
            <w:placeholder>
              <w:docPart w:val="A36FB753A2AA42539E2719FBE4D85AA9"/>
            </w:placeholder>
            <w:showingPlcHdr/>
          </w:sdtPr>
          <w:sdtEndPr/>
          <w:sdtContent>
            <w:tc>
              <w:tcPr>
                <w:tcW w:w="5546" w:type="dxa"/>
                <w:gridSpan w:val="16"/>
                <w:tcBorders>
                  <w:left w:val="nil"/>
                  <w:bottom w:val="nil"/>
                </w:tcBorders>
                <w:shd w:val="clear" w:color="auto" w:fill="auto"/>
                <w:noWrap/>
              </w:tcPr>
              <w:p w:rsidR="00354FED" w:rsidRPr="00F255CB" w:rsidRDefault="00E962E9" w:rsidP="00E962E9">
                <w:pPr>
                  <w:pStyle w:val="StandardMuster0"/>
                </w:pPr>
                <w:r w:rsidRPr="00711C46">
                  <w:rPr>
                    <w:vanish/>
                    <w:color w:val="0000FF"/>
                  </w:rPr>
                  <w:t>(Text)</w:t>
                </w:r>
              </w:p>
            </w:tc>
          </w:sdtContent>
        </w:sdt>
      </w:tr>
      <w:tr w:rsidR="00354FED" w:rsidRPr="00354FED" w:rsidTr="005F5A56">
        <w:trPr>
          <w:gridAfter w:val="1"/>
          <w:wAfter w:w="12" w:type="dxa"/>
          <w:trHeight w:val="225"/>
          <w:tblHeader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4FED" w:rsidRPr="00F255CB" w:rsidRDefault="00354FED" w:rsidP="00354FED">
            <w:pPr>
              <w:pStyle w:val="StandardMuster-hoch"/>
            </w:pPr>
          </w:p>
        </w:tc>
        <w:tc>
          <w:tcPr>
            <w:tcW w:w="32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4FED" w:rsidRPr="00354FED" w:rsidRDefault="00354FED" w:rsidP="00354FED">
            <w:pPr>
              <w:pStyle w:val="StandardMuster0"/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4FED" w:rsidRPr="00354FED" w:rsidRDefault="00354FED" w:rsidP="00354FED">
            <w:pPr>
              <w:pStyle w:val="StandardMuster0"/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4FED" w:rsidRPr="00354FED" w:rsidRDefault="00354FED" w:rsidP="00354FED">
            <w:pPr>
              <w:pStyle w:val="StandardMuster0"/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4FED" w:rsidRPr="00354FED" w:rsidRDefault="00354FED" w:rsidP="00354FED">
            <w:pPr>
              <w:pStyle w:val="StandardMuster0"/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4FED" w:rsidRPr="00354FED" w:rsidRDefault="00354FED" w:rsidP="00354FED">
            <w:pPr>
              <w:pStyle w:val="StandardMuster0"/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54FED" w:rsidRPr="00354FED" w:rsidRDefault="00354FED" w:rsidP="00354FED">
            <w:pPr>
              <w:pStyle w:val="StandardMuster0"/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54FED" w:rsidRPr="00354FED" w:rsidRDefault="00354FED" w:rsidP="00354FED">
            <w:pPr>
              <w:pStyle w:val="StandardMuster0"/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54FED" w:rsidRPr="00354FED" w:rsidRDefault="00354FED" w:rsidP="00354FED">
            <w:pPr>
              <w:pStyle w:val="StandardMuster0"/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4FED" w:rsidRPr="00354FED" w:rsidRDefault="00354FED" w:rsidP="00354FED">
            <w:pPr>
              <w:pStyle w:val="StandardMuster0"/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4FED" w:rsidRPr="00354FED" w:rsidRDefault="00354FED" w:rsidP="00354FED">
            <w:pPr>
              <w:pStyle w:val="StandardMuster0"/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4FED" w:rsidRPr="00354FED" w:rsidRDefault="00354FED" w:rsidP="00354FED">
            <w:pPr>
              <w:pStyle w:val="StandardMuster0"/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4FED" w:rsidRPr="00354FED" w:rsidRDefault="00354FED" w:rsidP="00354FED">
            <w:pPr>
              <w:pStyle w:val="StandardMuster0"/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54FED" w:rsidRPr="00354FED" w:rsidRDefault="00354FED" w:rsidP="00354FED">
            <w:pPr>
              <w:pStyle w:val="StandardMuster0"/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54FED" w:rsidRPr="00354FED" w:rsidRDefault="00354FED" w:rsidP="00354FED">
            <w:pPr>
              <w:pStyle w:val="StandardMuster0"/>
            </w:pP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54FED" w:rsidRPr="00354FED" w:rsidRDefault="00354FED" w:rsidP="00354FED">
            <w:pPr>
              <w:pStyle w:val="StandardMuster0"/>
            </w:pPr>
          </w:p>
        </w:tc>
      </w:tr>
      <w:tr w:rsidR="00354FED" w:rsidRPr="00354FED" w:rsidTr="005F5A56">
        <w:trPr>
          <w:gridAfter w:val="1"/>
          <w:wAfter w:w="12" w:type="dxa"/>
          <w:trHeight w:val="225"/>
          <w:tblHeader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4FED" w:rsidRPr="00F255CB" w:rsidRDefault="00354FED" w:rsidP="00354FED">
            <w:pPr>
              <w:pStyle w:val="StandardMuster-hoch"/>
            </w:pPr>
          </w:p>
        </w:tc>
        <w:tc>
          <w:tcPr>
            <w:tcW w:w="326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4FED" w:rsidRPr="00354FED" w:rsidRDefault="00354FED" w:rsidP="00354FED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4FED" w:rsidRPr="00354FED" w:rsidRDefault="00354FED" w:rsidP="00354FED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4FED" w:rsidRPr="00354FED" w:rsidRDefault="00354FED" w:rsidP="00354FED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4FED" w:rsidRPr="00354FED" w:rsidRDefault="00354FED" w:rsidP="00354FED">
            <w:pPr>
              <w:pStyle w:val="StandardMuster0"/>
            </w:pP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4FED" w:rsidRPr="00354FED" w:rsidRDefault="00354FED" w:rsidP="00354FED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354FED" w:rsidRPr="00354FED" w:rsidRDefault="00354FED" w:rsidP="00354FED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354FED" w:rsidRPr="00354FED" w:rsidRDefault="00354FED" w:rsidP="00354FED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354FED" w:rsidRPr="00354FED" w:rsidRDefault="00354FED" w:rsidP="00354FED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4FED" w:rsidRPr="00354FED" w:rsidRDefault="00354FED" w:rsidP="00354FED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4FED" w:rsidRPr="00354FED" w:rsidRDefault="00354FED" w:rsidP="00354FED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4FED" w:rsidRPr="00354FED" w:rsidRDefault="00354FED" w:rsidP="00354FED">
            <w:pPr>
              <w:pStyle w:val="StandardMuster0"/>
            </w:pP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4FED" w:rsidRPr="00354FED" w:rsidRDefault="00354FED" w:rsidP="00354FED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354FED" w:rsidRPr="00354FED" w:rsidRDefault="00354FED" w:rsidP="00354FED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354FED" w:rsidRPr="00354FED" w:rsidRDefault="00354FED" w:rsidP="00354FED">
            <w:pPr>
              <w:pStyle w:val="StandardMuster0"/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354FED" w:rsidRPr="00354FED" w:rsidRDefault="00354FED" w:rsidP="00354FED">
            <w:pPr>
              <w:pStyle w:val="StandardMuster0"/>
            </w:pPr>
          </w:p>
        </w:tc>
      </w:tr>
      <w:tr w:rsidR="00354FED" w:rsidRPr="00F255CB" w:rsidTr="005F5A56">
        <w:trPr>
          <w:gridAfter w:val="1"/>
          <w:wAfter w:w="12" w:type="dxa"/>
          <w:trHeight w:val="225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4FED" w:rsidRPr="00F255CB" w:rsidRDefault="002E1DB0" w:rsidP="00354FED">
            <w:pPr>
              <w:pStyle w:val="StandardMuster-hoch"/>
            </w:pPr>
            <w:r>
              <w:t>14</w:t>
            </w:r>
          </w:p>
        </w:tc>
        <w:tc>
          <w:tcPr>
            <w:tcW w:w="8815" w:type="dxa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:rsidR="00354FED" w:rsidRPr="00F255CB" w:rsidRDefault="00354FED" w:rsidP="0067162D">
            <w:pPr>
              <w:pStyle w:val="StandardMuster0"/>
            </w:pPr>
            <w:r w:rsidRPr="00EA18C8">
              <w:t>Die Verhandlung wurde um</w:t>
            </w:r>
            <w:r>
              <w:t xml:space="preserve"> </w:t>
            </w:r>
            <w:sdt>
              <w:sdtPr>
                <w:id w:val="-1799684650"/>
                <w:lock w:val="sdtLocked"/>
                <w:placeholder>
                  <w:docPart w:val="70C69888989645ACBF129E2CE6F626D0"/>
                </w:placeholder>
                <w:showingPlcHdr/>
                <w:text/>
              </w:sdtPr>
              <w:sdtEndPr/>
              <w:sdtContent>
                <w:r>
                  <w:rPr>
                    <w:vanish/>
                    <w:color w:val="0000FF"/>
                    <w:szCs w:val="16"/>
                  </w:rPr>
                  <w:t>(Uhrzeit)</w:t>
                </w:r>
              </w:sdtContent>
            </w:sdt>
            <w:r>
              <w:t xml:space="preserve"> Uhr </w:t>
            </w:r>
            <w:r w:rsidRPr="007A0829">
              <w:t>geschlossen. Die Niederschrift wurde in</w:t>
            </w:r>
            <w:r>
              <w:t xml:space="preserve"> </w:t>
            </w:r>
            <w:sdt>
              <w:sdtPr>
                <w:id w:val="1236203867"/>
                <w:lock w:val="sdtLocked"/>
                <w:placeholder>
                  <w:docPart w:val="EF8B4161C8D645A593E4F60EE09C1D99"/>
                </w:placeholder>
                <w:showingPlcHdr/>
                <w:text/>
              </w:sdtPr>
              <w:sdtEndPr/>
              <w:sdtContent>
                <w:r>
                  <w:rPr>
                    <w:vanish/>
                    <w:color w:val="0000FF"/>
                  </w:rPr>
                  <w:t>(Anzahl)</w:t>
                </w:r>
              </w:sdtContent>
            </w:sdt>
            <w:r>
              <w:t>-</w:t>
            </w:r>
            <w:proofErr w:type="spellStart"/>
            <w:r w:rsidRPr="00EA18C8">
              <w:t>facher</w:t>
            </w:r>
            <w:proofErr w:type="spellEnd"/>
            <w:r>
              <w:t xml:space="preserve"> </w:t>
            </w:r>
            <w:r w:rsidRPr="00EA18C8">
              <w:t>Ausfertigung ausgestellt.</w:t>
            </w:r>
            <w:r w:rsidR="0067162D">
              <w:t xml:space="preserve"> Die Anlagen </w:t>
            </w:r>
            <w:sdt>
              <w:sdtPr>
                <w:rPr>
                  <w:shd w:val="clear" w:color="auto" w:fill="D9D9D9" w:themeFill="background1" w:themeFillShade="D9"/>
                </w:rPr>
                <w:id w:val="111786140"/>
                <w:lock w:val="sdtLocked"/>
              </w:sdtPr>
              <w:sdtEndPr/>
              <w:sdtContent>
                <w:r w:rsidR="0067162D" w:rsidRPr="0067162D">
                  <w:t>1 und 2</w:t>
                </w:r>
              </w:sdtContent>
            </w:sdt>
            <w:r w:rsidR="0067162D">
              <w:t xml:space="preserve"> sind Bestandteil der Niederschrift. </w:t>
            </w:r>
          </w:p>
        </w:tc>
      </w:tr>
      <w:tr w:rsidR="00354FED" w:rsidRPr="00F255CB" w:rsidTr="005F5A56">
        <w:trPr>
          <w:gridAfter w:val="1"/>
          <w:wAfter w:w="12" w:type="dxa"/>
          <w:trHeight w:val="225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4FED" w:rsidRPr="00F255CB" w:rsidRDefault="00354FED" w:rsidP="00354FED">
            <w:pPr>
              <w:pStyle w:val="StandardMuster-hoch"/>
            </w:pPr>
          </w:p>
        </w:tc>
        <w:tc>
          <w:tcPr>
            <w:tcW w:w="32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4FED" w:rsidRPr="00F255CB" w:rsidRDefault="00354FED" w:rsidP="00354FED">
            <w:pPr>
              <w:pStyle w:val="StandardMuster0"/>
            </w:pPr>
            <w:r>
              <w:t>Ort</w:t>
            </w:r>
          </w:p>
        </w:tc>
        <w:sdt>
          <w:sdtPr>
            <w:id w:val="484438974"/>
            <w:lock w:val="sdtLocked"/>
            <w:placeholder>
              <w:docPart w:val="3C0572E97D8547079065DA1C85C06CD2"/>
            </w:placeholder>
            <w:showingPlcHdr/>
            <w:text/>
          </w:sdtPr>
          <w:sdtEndPr/>
          <w:sdtContent>
            <w:tc>
              <w:tcPr>
                <w:tcW w:w="5546" w:type="dxa"/>
                <w:gridSpan w:val="16"/>
                <w:tcBorders>
                  <w:left w:val="nil"/>
                  <w:bottom w:val="nil"/>
                </w:tcBorders>
                <w:shd w:val="clear" w:color="auto" w:fill="auto"/>
                <w:noWrap/>
              </w:tcPr>
              <w:p w:rsidR="00354FED" w:rsidRPr="00F255CB" w:rsidRDefault="00170F55" w:rsidP="00170F55">
                <w:pPr>
                  <w:pStyle w:val="StandardMuster0"/>
                </w:pPr>
                <w:r>
                  <w:rPr>
                    <w:vanish/>
                    <w:color w:val="0000FF"/>
                    <w:szCs w:val="16"/>
                  </w:rPr>
                  <w:t>(Ort)</w:t>
                </w:r>
              </w:p>
            </w:tc>
          </w:sdtContent>
        </w:sdt>
      </w:tr>
      <w:tr w:rsidR="00354FED" w:rsidRPr="00F255CB" w:rsidTr="005F5A56">
        <w:trPr>
          <w:gridAfter w:val="1"/>
          <w:wAfter w:w="12" w:type="dxa"/>
          <w:trHeight w:val="225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4FED" w:rsidRPr="00F255CB" w:rsidRDefault="00354FED" w:rsidP="00354FED">
            <w:pPr>
              <w:pStyle w:val="StandardMuster-hoch"/>
            </w:pPr>
          </w:p>
        </w:tc>
        <w:tc>
          <w:tcPr>
            <w:tcW w:w="32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4FED" w:rsidRPr="00F255CB" w:rsidRDefault="00354FED" w:rsidP="00354FED">
            <w:pPr>
              <w:pStyle w:val="StandardMuster0"/>
            </w:pPr>
            <w:r>
              <w:t>Datum</w:t>
            </w:r>
          </w:p>
        </w:tc>
        <w:sdt>
          <w:sdtPr>
            <w:id w:val="-214812358"/>
            <w:lock w:val="sdtLocked"/>
            <w:placeholder>
              <w:docPart w:val="3A3AE8001D944573B1A1C36F28277F66"/>
            </w:placeholder>
            <w:showingPlcHdr/>
            <w:date w:fullDate="2015-03-20T00:00:00Z"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5546" w:type="dxa"/>
                <w:gridSpan w:val="16"/>
                <w:tcBorders>
                  <w:left w:val="nil"/>
                  <w:bottom w:val="nil"/>
                </w:tcBorders>
                <w:shd w:val="clear" w:color="auto" w:fill="auto"/>
                <w:noWrap/>
              </w:tcPr>
              <w:p w:rsidR="00354FED" w:rsidRPr="00F255CB" w:rsidRDefault="00170F55" w:rsidP="00170F55">
                <w:pPr>
                  <w:pStyle w:val="StandardMuster0"/>
                </w:pPr>
                <w:r>
                  <w:rPr>
                    <w:vanish/>
                    <w:color w:val="0000FF"/>
                    <w:szCs w:val="16"/>
                  </w:rPr>
                  <w:t>(Datum)</w:t>
                </w:r>
              </w:p>
            </w:tc>
          </w:sdtContent>
        </w:sdt>
      </w:tr>
      <w:tr w:rsidR="00354FED" w:rsidRPr="00F255CB" w:rsidTr="005F5A56">
        <w:trPr>
          <w:gridAfter w:val="1"/>
          <w:wAfter w:w="12" w:type="dxa"/>
          <w:trHeight w:val="225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4FED" w:rsidRPr="00F255CB" w:rsidRDefault="00354FED" w:rsidP="00354FED">
            <w:pPr>
              <w:pStyle w:val="StandardMuster-hoch"/>
            </w:pPr>
          </w:p>
        </w:tc>
        <w:tc>
          <w:tcPr>
            <w:tcW w:w="32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4FED" w:rsidRPr="00F255CB" w:rsidRDefault="00354FED" w:rsidP="00354FED">
            <w:pPr>
              <w:pStyle w:val="StandardMuster0"/>
            </w:pPr>
          </w:p>
        </w:tc>
        <w:tc>
          <w:tcPr>
            <w:tcW w:w="5546" w:type="dxa"/>
            <w:gridSpan w:val="16"/>
            <w:tcBorders>
              <w:left w:val="nil"/>
              <w:bottom w:val="dotted" w:sz="4" w:space="0" w:color="auto"/>
            </w:tcBorders>
            <w:shd w:val="clear" w:color="auto" w:fill="auto"/>
            <w:noWrap/>
          </w:tcPr>
          <w:p w:rsidR="00354FED" w:rsidRPr="00F255CB" w:rsidRDefault="00354FED" w:rsidP="00354FED">
            <w:pPr>
              <w:pStyle w:val="StandardMuster0"/>
            </w:pPr>
          </w:p>
        </w:tc>
      </w:tr>
      <w:tr w:rsidR="00354FED" w:rsidRPr="00F255CB" w:rsidTr="005F5A56">
        <w:trPr>
          <w:gridAfter w:val="1"/>
          <w:wAfter w:w="12" w:type="dxa"/>
          <w:trHeight w:val="750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4FED" w:rsidRPr="00F255CB" w:rsidRDefault="00354FED" w:rsidP="00354FED">
            <w:pPr>
              <w:pStyle w:val="StandardMuster-hoch"/>
            </w:pPr>
          </w:p>
        </w:tc>
        <w:tc>
          <w:tcPr>
            <w:tcW w:w="3269" w:type="dxa"/>
            <w:gridSpan w:val="5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</w:tcPr>
          <w:p w:rsidR="00354FED" w:rsidRPr="007A0829" w:rsidRDefault="00354FED" w:rsidP="00354FED">
            <w:pPr>
              <w:pStyle w:val="StandardMuster0"/>
            </w:pPr>
            <w:r w:rsidRPr="007A0829">
              <w:t>Für die Übergabe</w:t>
            </w:r>
            <w:r>
              <w:t xml:space="preserve"> </w:t>
            </w:r>
            <w:r>
              <w:br/>
              <w:t>(Baudurchführende Ebene)</w:t>
            </w:r>
          </w:p>
        </w:tc>
        <w:sdt>
          <w:sdtPr>
            <w:id w:val="7961937"/>
            <w:lock w:val="sdtLocked"/>
            <w:placeholder>
              <w:docPart w:val="D5AA1B35686449F8A214341D880539F8"/>
            </w:placeholder>
            <w:showingPlcHdr/>
            <w:text/>
          </w:sdtPr>
          <w:sdtEndPr/>
          <w:sdtContent>
            <w:tc>
              <w:tcPr>
                <w:tcW w:w="5546" w:type="dxa"/>
                <w:gridSpan w:val="16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noWrap/>
              </w:tcPr>
              <w:p w:rsidR="00354FED" w:rsidRPr="00F255CB" w:rsidRDefault="00170F55" w:rsidP="00170F55">
                <w:pPr>
                  <w:pStyle w:val="StandardMuster0"/>
                </w:pPr>
                <w:r>
                  <w:rPr>
                    <w:vanish/>
                    <w:color w:val="0000FF"/>
                    <w:szCs w:val="16"/>
                  </w:rPr>
                  <w:t>(Name)</w:t>
                </w:r>
              </w:p>
            </w:tc>
          </w:sdtContent>
        </w:sdt>
      </w:tr>
      <w:tr w:rsidR="00354FED" w:rsidRPr="00F255CB" w:rsidTr="005F5A56">
        <w:trPr>
          <w:gridAfter w:val="1"/>
          <w:wAfter w:w="12" w:type="dxa"/>
          <w:trHeight w:val="748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54FED" w:rsidRPr="00F255CB" w:rsidRDefault="00354FED" w:rsidP="00354FED">
            <w:pPr>
              <w:pStyle w:val="StandardMuster-hoch"/>
            </w:pPr>
          </w:p>
        </w:tc>
        <w:tc>
          <w:tcPr>
            <w:tcW w:w="3269" w:type="dxa"/>
            <w:gridSpan w:val="5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</w:tcPr>
          <w:p w:rsidR="00354FED" w:rsidRPr="007A0829" w:rsidRDefault="00354FED" w:rsidP="00354FED">
            <w:pPr>
              <w:pStyle w:val="StandardMuster0"/>
            </w:pPr>
            <w:r w:rsidRPr="007A0829">
              <w:rPr>
                <w:bCs/>
              </w:rPr>
              <w:t>Für die Übernahme</w:t>
            </w:r>
            <w:r>
              <w:rPr>
                <w:bCs/>
              </w:rPr>
              <w:t xml:space="preserve"> </w:t>
            </w:r>
            <w:r>
              <w:rPr>
                <w:bCs/>
              </w:rPr>
              <w:br/>
              <w:t>(Maßnahmenträger)</w:t>
            </w:r>
          </w:p>
        </w:tc>
        <w:sdt>
          <w:sdtPr>
            <w:id w:val="1783146986"/>
            <w:lock w:val="sdtLocked"/>
            <w:placeholder>
              <w:docPart w:val="EA8148A69E6643C08F80D445FF5CD663"/>
            </w:placeholder>
            <w:showingPlcHdr/>
            <w:text/>
          </w:sdtPr>
          <w:sdtEndPr/>
          <w:sdtContent>
            <w:tc>
              <w:tcPr>
                <w:tcW w:w="5546" w:type="dxa"/>
                <w:gridSpan w:val="16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noWrap/>
              </w:tcPr>
              <w:p w:rsidR="00354FED" w:rsidRPr="00F255CB" w:rsidRDefault="00354FED" w:rsidP="00354FED">
                <w:pPr>
                  <w:pStyle w:val="StandardMuster0"/>
                </w:pPr>
                <w:r>
                  <w:rPr>
                    <w:vanish/>
                    <w:color w:val="0000FF"/>
                    <w:szCs w:val="16"/>
                  </w:rPr>
                  <w:t>(Name)</w:t>
                </w:r>
              </w:p>
            </w:tc>
          </w:sdtContent>
        </w:sdt>
      </w:tr>
    </w:tbl>
    <w:p w:rsidR="00354FED" w:rsidRDefault="00354FED" w:rsidP="00354FED">
      <w:pPr>
        <w:pStyle w:val="StandardMuster0"/>
        <w:sectPr w:rsidR="00354FED" w:rsidSect="00F704B9">
          <w:headerReference w:type="default" r:id="rId8"/>
          <w:footerReference w:type="default" r:id="rId9"/>
          <w:pgSz w:w="11906" w:h="16838" w:code="9"/>
          <w:pgMar w:top="1247" w:right="1418" w:bottom="1134" w:left="1418" w:header="851" w:footer="851" w:gutter="0"/>
          <w:cols w:space="708"/>
          <w:docGrid w:linePitch="360"/>
        </w:sectPr>
      </w:pPr>
    </w:p>
    <w:p w:rsidR="00354FED" w:rsidRDefault="004C23E7" w:rsidP="00F616E7">
      <w:pPr>
        <w:pStyle w:val="StandardMuster2"/>
      </w:pPr>
      <w:r>
        <w:lastRenderedPageBreak/>
        <w:t xml:space="preserve">Anlage 1 - </w:t>
      </w:r>
      <w:r w:rsidR="00354FED" w:rsidRPr="00354FED">
        <w:t>Unterlagenübersicht</w:t>
      </w:r>
    </w:p>
    <w:p w:rsidR="00354FED" w:rsidRPr="0081482D" w:rsidRDefault="005A60A4" w:rsidP="00F029D6">
      <w:pPr>
        <w:pStyle w:val="StandardMuster3"/>
        <w:tabs>
          <w:tab w:val="left" w:pos="4111"/>
        </w:tabs>
      </w:pPr>
      <w:r>
        <w:t>1</w:t>
      </w:r>
      <w:r w:rsidR="00354FED" w:rsidRPr="0081482D">
        <w:t xml:space="preserve"> </w:t>
      </w:r>
      <w:r w:rsidR="00354FED" w:rsidRPr="0081482D">
        <w:tab/>
        <w:t>Baudokumentation nach Abschnitt H 1.4</w:t>
      </w:r>
      <w:r w:rsidR="00354FED" w:rsidRPr="0081482D">
        <w:tab/>
      </w:r>
      <w:r w:rsidR="00354FED" w:rsidRPr="0081482D">
        <w:tab/>
      </w:r>
      <w:r w:rsidR="00354FED" w:rsidRPr="0081482D">
        <w:tab/>
      </w:r>
      <w:r w:rsidR="00F029D6">
        <w:tab/>
      </w:r>
      <w:r w:rsidR="00F029D6">
        <w:tab/>
      </w:r>
      <w:r w:rsidR="00F029D6">
        <w:tab/>
        <w:t xml:space="preserve">         Nachzureichen bis</w:t>
      </w:r>
      <w:r w:rsidR="00354FED" w:rsidRPr="0081482D">
        <w:t>:</w:t>
      </w:r>
    </w:p>
    <w:tbl>
      <w:tblPr>
        <w:tblW w:w="926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496"/>
        <w:gridCol w:w="6487"/>
        <w:gridCol w:w="1786"/>
      </w:tblGrid>
      <w:tr w:rsidR="0081482D" w:rsidRPr="0081482D" w:rsidTr="0037093D">
        <w:sdt>
          <w:sdtPr>
            <w:id w:val="1965698225"/>
            <w14:checkbox>
              <w14:checked w14:val="0"/>
              <w14:checkedState w14:val="25CF" w14:font="DejaVu Serif"/>
              <w14:uncheckedState w14:val="25CB" w14:font="DejaVu Serif"/>
            </w14:checkbox>
          </w:sdtPr>
          <w:sdtEndPr/>
          <w:sdtContent>
            <w:tc>
              <w:tcPr>
                <w:tcW w:w="496" w:type="dxa"/>
              </w:tcPr>
              <w:p w:rsidR="0081482D" w:rsidRDefault="004101FE" w:rsidP="0081482D">
                <w:pPr>
                  <w:pStyle w:val="StandardMuster0"/>
                </w:pPr>
                <w:r>
                  <w:rPr>
                    <w:rFonts w:ascii="DejaVu Serif" w:hAnsi="DejaVu Serif"/>
                  </w:rPr>
                  <w:t>○</w:t>
                </w:r>
              </w:p>
            </w:tc>
          </w:sdtContent>
        </w:sdt>
        <w:sdt>
          <w:sdtPr>
            <w:rPr>
              <w:rFonts w:ascii="Univers" w:hAnsi="Univers" w:cs="Univers"/>
              <w:color w:val="000000"/>
              <w:szCs w:val="16"/>
            </w:rPr>
            <w:id w:val="688342804"/>
            <w:lock w:val="sdtLocked"/>
            <w:placeholder>
              <w:docPart w:val="41C3305360AB4B61B73399E6D9269201"/>
            </w:placeholder>
            <w:showingPlcHdr/>
            <w:comboBox>
              <w:listItem w:displayText="1.1" w:value="1.1"/>
              <w:listItem w:displayText="1.2" w:value="1.2"/>
              <w:listItem w:displayText="1.3" w:value="1.3"/>
              <w:listItem w:displayText="1.4" w:value="1.4"/>
              <w:listItem w:displayText="1.5" w:value="1.5"/>
              <w:listItem w:displayText="1.6" w:value="1.6"/>
              <w:listItem w:displayText="1.7" w:value="1.7"/>
              <w:listItem w:displayText="1.8" w:value="1.8"/>
              <w:listItem w:displayText="1.9" w:value="1.9"/>
              <w:listItem w:displayText="1.10" w:value="1.10"/>
            </w:comboBox>
          </w:sdtPr>
          <w:sdtEndPr/>
          <w:sdtContent>
            <w:tc>
              <w:tcPr>
                <w:tcW w:w="496" w:type="dxa"/>
              </w:tcPr>
              <w:p w:rsidR="0081482D" w:rsidRPr="0081482D" w:rsidRDefault="00A600B5" w:rsidP="00A600B5">
                <w:pPr>
                  <w:pStyle w:val="StandardMuster0"/>
                  <w:rPr>
                    <w:rFonts w:ascii="Univers" w:hAnsi="Univers" w:cs="Univers"/>
                    <w:color w:val="000000"/>
                    <w:szCs w:val="16"/>
                  </w:rPr>
                </w:pPr>
                <w:r w:rsidRPr="0081482D">
                  <w:rPr>
                    <w:vanish/>
                    <w:color w:val="0000FF"/>
                    <w:szCs w:val="16"/>
                  </w:rPr>
                  <w:t>1.1</w:t>
                </w:r>
              </w:p>
            </w:tc>
          </w:sdtContent>
        </w:sdt>
        <w:tc>
          <w:tcPr>
            <w:tcW w:w="6487" w:type="dxa"/>
          </w:tcPr>
          <w:p w:rsidR="0081482D" w:rsidRPr="0081482D" w:rsidRDefault="0081482D" w:rsidP="0081482D">
            <w:pPr>
              <w:pStyle w:val="StandardMuster0"/>
            </w:pPr>
            <w:r w:rsidRPr="0081482D">
              <w:t>Systematische Zusammenstellung der zeichnerischen Darstellungen der Baumaßnahme (i. S. d. Leistungsphase 5 HOAI fortgeschriebene Ausführungspläne)</w:t>
            </w:r>
          </w:p>
        </w:tc>
        <w:tc>
          <w:tcPr>
            <w:tcW w:w="1786" w:type="dxa"/>
            <w:vAlign w:val="center"/>
          </w:tcPr>
          <w:p w:rsidR="0081482D" w:rsidRPr="0081482D" w:rsidRDefault="00907963" w:rsidP="00B7287C">
            <w:pPr>
              <w:pStyle w:val="StandardMuster0"/>
              <w:jc w:val="center"/>
            </w:pPr>
            <w:sdt>
              <w:sdtPr>
                <w:id w:val="913741473"/>
                <w:lock w:val="sdtLocked"/>
                <w:placeholder>
                  <w:docPart w:val="6B19C9A504C54FB39CB7D3D8DEA0D505"/>
                </w:placeholder>
                <w:showingPlcHdr/>
                <w:date w:fullDate="2015-03-20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F029D6">
                  <w:rPr>
                    <w:vanish/>
                    <w:color w:val="0000FF"/>
                    <w:szCs w:val="16"/>
                  </w:rPr>
                  <w:t>(Datum)</w:t>
                </w:r>
              </w:sdtContent>
            </w:sdt>
          </w:p>
        </w:tc>
      </w:tr>
      <w:tr w:rsidR="0081482D" w:rsidRPr="0081482D" w:rsidTr="0037093D">
        <w:sdt>
          <w:sdtPr>
            <w:id w:val="-1295527602"/>
            <w14:checkbox>
              <w14:checked w14:val="1"/>
              <w14:checkedState w14:val="25CB" w14:font="DejaVu Serif"/>
              <w14:uncheckedState w14:val="25CF" w14:font="DejaVu Serif"/>
            </w14:checkbox>
          </w:sdtPr>
          <w:sdtEndPr/>
          <w:sdtContent>
            <w:tc>
              <w:tcPr>
                <w:tcW w:w="496" w:type="dxa"/>
              </w:tcPr>
              <w:p w:rsidR="0081482D" w:rsidRDefault="004101FE" w:rsidP="0081482D">
                <w:pPr>
                  <w:pStyle w:val="StandardMuster0"/>
                </w:pPr>
                <w:r>
                  <w:rPr>
                    <w:rFonts w:ascii="DejaVu Serif" w:hAnsi="DejaVu Serif"/>
                  </w:rPr>
                  <w:t>○</w:t>
                </w:r>
              </w:p>
            </w:tc>
          </w:sdtContent>
        </w:sdt>
        <w:sdt>
          <w:sdtPr>
            <w:rPr>
              <w:rFonts w:ascii="Univers" w:hAnsi="Univers" w:cs="Univers"/>
              <w:color w:val="000000"/>
              <w:szCs w:val="16"/>
            </w:rPr>
            <w:id w:val="687494064"/>
            <w:lock w:val="sdtLocked"/>
            <w:placeholder>
              <w:docPart w:val="8F692CE5F2FE41F1A5CCDD656009C90D"/>
            </w:placeholder>
            <w:showingPlcHdr/>
            <w:comboBox>
              <w:listItem w:displayText="1.1" w:value="1.1"/>
              <w:listItem w:displayText="1.2" w:value="1.2"/>
              <w:listItem w:displayText="1.3" w:value="1.3"/>
              <w:listItem w:displayText="1.4" w:value="1.4"/>
              <w:listItem w:displayText="1.5" w:value="1.5"/>
              <w:listItem w:displayText="1.6" w:value="1.6"/>
              <w:listItem w:displayText="1.7" w:value="1.7"/>
              <w:listItem w:displayText="1.8" w:value="1.8"/>
              <w:listItem w:displayText="1.9" w:value="1.9"/>
              <w:listItem w:displayText="1.10" w:value="1.10"/>
            </w:comboBox>
          </w:sdtPr>
          <w:sdtEndPr/>
          <w:sdtContent>
            <w:tc>
              <w:tcPr>
                <w:tcW w:w="496" w:type="dxa"/>
              </w:tcPr>
              <w:p w:rsidR="0081482D" w:rsidRPr="0081482D" w:rsidRDefault="00A600B5" w:rsidP="00A600B5">
                <w:pPr>
                  <w:pStyle w:val="StandardMuster0"/>
                  <w:rPr>
                    <w:rFonts w:ascii="Univers" w:hAnsi="Univers" w:cs="Univers"/>
                    <w:color w:val="000000"/>
                    <w:szCs w:val="16"/>
                  </w:rPr>
                </w:pPr>
                <w:r w:rsidRPr="0081482D">
                  <w:rPr>
                    <w:vanish/>
                    <w:color w:val="0000FF"/>
                    <w:szCs w:val="16"/>
                  </w:rPr>
                  <w:t>1.1</w:t>
                </w:r>
              </w:p>
            </w:tc>
          </w:sdtContent>
        </w:sdt>
        <w:tc>
          <w:tcPr>
            <w:tcW w:w="6487" w:type="dxa"/>
          </w:tcPr>
          <w:p w:rsidR="0081482D" w:rsidRPr="0081482D" w:rsidRDefault="0081482D" w:rsidP="0081482D">
            <w:pPr>
              <w:pStyle w:val="StandardMuster0"/>
              <w:rPr>
                <w:rFonts w:ascii="Univers" w:hAnsi="Univers" w:cs="Univers"/>
                <w:color w:val="000000"/>
                <w:szCs w:val="16"/>
              </w:rPr>
            </w:pPr>
            <w:r w:rsidRPr="0081482D">
              <w:rPr>
                <w:rFonts w:ascii="Univers" w:hAnsi="Univers" w:cs="Univers"/>
                <w:color w:val="000000"/>
                <w:szCs w:val="16"/>
              </w:rPr>
              <w:t>Auflistung der Verjährungsfristen für Mängelansprüche</w:t>
            </w:r>
          </w:p>
        </w:tc>
        <w:tc>
          <w:tcPr>
            <w:tcW w:w="1786" w:type="dxa"/>
          </w:tcPr>
          <w:p w:rsidR="0081482D" w:rsidRPr="0081482D" w:rsidRDefault="00907963" w:rsidP="00B7287C">
            <w:pPr>
              <w:pStyle w:val="StandardMuster0"/>
              <w:jc w:val="center"/>
              <w:rPr>
                <w:rFonts w:ascii="Univers" w:hAnsi="Univers" w:cs="Univers"/>
                <w:szCs w:val="16"/>
              </w:rPr>
            </w:pPr>
            <w:sdt>
              <w:sdtPr>
                <w:id w:val="-944388775"/>
                <w:lock w:val="sdtLocked"/>
                <w:placeholder>
                  <w:docPart w:val="5470BA9DCDCC4EB49D46AA8BAFE7AA46"/>
                </w:placeholder>
                <w:showingPlcHdr/>
                <w:date w:fullDate="2015-03-20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F029D6">
                  <w:rPr>
                    <w:vanish/>
                    <w:color w:val="0000FF"/>
                    <w:szCs w:val="16"/>
                  </w:rPr>
                  <w:t>(Datum)</w:t>
                </w:r>
              </w:sdtContent>
            </w:sdt>
          </w:p>
        </w:tc>
      </w:tr>
      <w:tr w:rsidR="0081482D" w:rsidRPr="0081482D" w:rsidTr="0037093D">
        <w:sdt>
          <w:sdtPr>
            <w:id w:val="-1446225401"/>
            <w14:checkbox>
              <w14:checked w14:val="0"/>
              <w14:checkedState w14:val="25CF" w14:font="DejaVu Serif"/>
              <w14:uncheckedState w14:val="25CB" w14:font="DejaVu Serif"/>
            </w14:checkbox>
          </w:sdtPr>
          <w:sdtEndPr/>
          <w:sdtContent>
            <w:tc>
              <w:tcPr>
                <w:tcW w:w="496" w:type="dxa"/>
              </w:tcPr>
              <w:p w:rsidR="0081482D" w:rsidRDefault="004101FE" w:rsidP="0081482D">
                <w:pPr>
                  <w:pStyle w:val="StandardMuster0"/>
                </w:pPr>
                <w:r>
                  <w:rPr>
                    <w:rFonts w:ascii="DejaVu Serif" w:hAnsi="DejaVu Serif"/>
                  </w:rPr>
                  <w:t>○</w:t>
                </w:r>
              </w:p>
            </w:tc>
          </w:sdtContent>
        </w:sdt>
        <w:sdt>
          <w:sdtPr>
            <w:rPr>
              <w:rFonts w:ascii="Univers" w:hAnsi="Univers" w:cs="Univers"/>
              <w:color w:val="000000"/>
              <w:szCs w:val="16"/>
            </w:rPr>
            <w:id w:val="1895388318"/>
            <w:lock w:val="sdtLocked"/>
            <w:placeholder>
              <w:docPart w:val="0AACDD19F8394D51BB757F535AEABD4A"/>
            </w:placeholder>
            <w:showingPlcHdr/>
            <w:comboBox>
              <w:listItem w:displayText="1.1" w:value="1.1"/>
              <w:listItem w:displayText="1.2" w:value="1.2"/>
              <w:listItem w:displayText="1.3" w:value="1.3"/>
              <w:listItem w:displayText="1.4" w:value="1.4"/>
              <w:listItem w:displayText="1.5" w:value="1.5"/>
              <w:listItem w:displayText="1.6" w:value="1.6"/>
              <w:listItem w:displayText="1.7" w:value="1.7"/>
              <w:listItem w:displayText="1.8" w:value="1.8"/>
              <w:listItem w:displayText="1.9" w:value="1.9"/>
              <w:listItem w:displayText="1.10" w:value="1.10"/>
            </w:comboBox>
          </w:sdtPr>
          <w:sdtEndPr/>
          <w:sdtContent>
            <w:tc>
              <w:tcPr>
                <w:tcW w:w="496" w:type="dxa"/>
              </w:tcPr>
              <w:p w:rsidR="0081482D" w:rsidRPr="0081482D" w:rsidRDefault="005F5213" w:rsidP="0081482D">
                <w:pPr>
                  <w:pStyle w:val="StandardMuster0"/>
                  <w:rPr>
                    <w:rFonts w:ascii="Univers" w:hAnsi="Univers" w:cs="Univers"/>
                    <w:color w:val="000000"/>
                    <w:szCs w:val="16"/>
                  </w:rPr>
                </w:pPr>
                <w:r w:rsidRPr="0081482D">
                  <w:rPr>
                    <w:vanish/>
                    <w:color w:val="0000FF"/>
                    <w:szCs w:val="16"/>
                  </w:rPr>
                  <w:t>1.1</w:t>
                </w:r>
              </w:p>
            </w:tc>
          </w:sdtContent>
        </w:sdt>
        <w:tc>
          <w:tcPr>
            <w:tcW w:w="6487" w:type="dxa"/>
          </w:tcPr>
          <w:p w:rsidR="0081482D" w:rsidRPr="0081482D" w:rsidRDefault="0081482D" w:rsidP="0081482D">
            <w:pPr>
              <w:pStyle w:val="StandardMuster0"/>
              <w:rPr>
                <w:rFonts w:ascii="Univers" w:hAnsi="Univers" w:cs="Univers"/>
                <w:color w:val="000000"/>
                <w:spacing w:val="-2"/>
                <w:szCs w:val="16"/>
              </w:rPr>
            </w:pPr>
            <w:r w:rsidRPr="0081482D">
              <w:rPr>
                <w:rFonts w:ascii="Univers" w:hAnsi="Univers" w:cs="Univers"/>
                <w:color w:val="000000"/>
                <w:spacing w:val="-2"/>
                <w:szCs w:val="16"/>
              </w:rPr>
              <w:t>öffentlich-rechtliche Abnahmebescheinigungen</w:t>
            </w:r>
          </w:p>
        </w:tc>
        <w:tc>
          <w:tcPr>
            <w:tcW w:w="1786" w:type="dxa"/>
          </w:tcPr>
          <w:p w:rsidR="0081482D" w:rsidRPr="0081482D" w:rsidRDefault="00907963" w:rsidP="00B7287C">
            <w:pPr>
              <w:pStyle w:val="StandardMuster0"/>
              <w:jc w:val="center"/>
              <w:rPr>
                <w:rFonts w:ascii="Univers" w:hAnsi="Univers" w:cs="Univers"/>
                <w:szCs w:val="16"/>
              </w:rPr>
            </w:pPr>
            <w:sdt>
              <w:sdtPr>
                <w:id w:val="1988200819"/>
                <w:lock w:val="sdtLocked"/>
                <w:placeholder>
                  <w:docPart w:val="2F959192F49641B5A974448C568B97A1"/>
                </w:placeholder>
                <w:showingPlcHdr/>
                <w:date w:fullDate="2015-03-20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F029D6">
                  <w:rPr>
                    <w:vanish/>
                    <w:color w:val="0000FF"/>
                    <w:szCs w:val="16"/>
                  </w:rPr>
                  <w:t>(Datum)</w:t>
                </w:r>
              </w:sdtContent>
            </w:sdt>
          </w:p>
        </w:tc>
      </w:tr>
      <w:tr w:rsidR="0081482D" w:rsidRPr="0081482D" w:rsidTr="0037093D">
        <w:sdt>
          <w:sdtPr>
            <w:id w:val="447740412"/>
            <w14:checkbox>
              <w14:checked w14:val="1"/>
              <w14:checkedState w14:val="25CB" w14:font="DejaVu Serif"/>
              <w14:uncheckedState w14:val="25CF" w14:font="DejaVu Serif"/>
            </w14:checkbox>
          </w:sdtPr>
          <w:sdtEndPr/>
          <w:sdtContent>
            <w:tc>
              <w:tcPr>
                <w:tcW w:w="496" w:type="dxa"/>
              </w:tcPr>
              <w:p w:rsidR="0081482D" w:rsidRDefault="004101FE" w:rsidP="0081482D">
                <w:pPr>
                  <w:pStyle w:val="StandardMuster0"/>
                </w:pPr>
                <w:r>
                  <w:rPr>
                    <w:rFonts w:ascii="DejaVu Serif" w:hAnsi="DejaVu Serif"/>
                  </w:rPr>
                  <w:t>○</w:t>
                </w:r>
              </w:p>
            </w:tc>
          </w:sdtContent>
        </w:sdt>
        <w:sdt>
          <w:sdtPr>
            <w:rPr>
              <w:rFonts w:ascii="Univers" w:hAnsi="Univers" w:cs="Univers"/>
              <w:color w:val="000000"/>
              <w:szCs w:val="16"/>
            </w:rPr>
            <w:id w:val="-46540421"/>
            <w:lock w:val="sdtLocked"/>
            <w:placeholder>
              <w:docPart w:val="467E5523CD334AADB4A96B929C48A586"/>
            </w:placeholder>
            <w:showingPlcHdr/>
            <w:comboBox>
              <w:listItem w:displayText="1.1" w:value="1.1"/>
              <w:listItem w:displayText="1.2" w:value="1.2"/>
              <w:listItem w:displayText="1.3" w:value="1.3"/>
              <w:listItem w:displayText="1.4" w:value="1.4"/>
              <w:listItem w:displayText="1.5" w:value="1.5"/>
              <w:listItem w:displayText="1.6" w:value="1.6"/>
              <w:listItem w:displayText="1.7" w:value="1.7"/>
              <w:listItem w:displayText="1.8" w:value="1.8"/>
              <w:listItem w:displayText="1.9" w:value="1.9"/>
              <w:listItem w:displayText="1.10" w:value="1.10"/>
            </w:comboBox>
          </w:sdtPr>
          <w:sdtEndPr/>
          <w:sdtContent>
            <w:tc>
              <w:tcPr>
                <w:tcW w:w="496" w:type="dxa"/>
              </w:tcPr>
              <w:p w:rsidR="0081482D" w:rsidRPr="0081482D" w:rsidRDefault="005F5213" w:rsidP="0081482D">
                <w:pPr>
                  <w:pStyle w:val="StandardMuster0"/>
                  <w:rPr>
                    <w:rFonts w:ascii="Univers" w:hAnsi="Univers" w:cs="Univers"/>
                    <w:color w:val="000000"/>
                    <w:szCs w:val="16"/>
                  </w:rPr>
                </w:pPr>
                <w:r w:rsidRPr="0081482D">
                  <w:rPr>
                    <w:vanish/>
                    <w:color w:val="0000FF"/>
                    <w:szCs w:val="16"/>
                  </w:rPr>
                  <w:t>1.1</w:t>
                </w:r>
              </w:p>
            </w:tc>
          </w:sdtContent>
        </w:sdt>
        <w:tc>
          <w:tcPr>
            <w:tcW w:w="6487" w:type="dxa"/>
          </w:tcPr>
          <w:p w:rsidR="0081482D" w:rsidRPr="0081482D" w:rsidRDefault="0081482D" w:rsidP="0081482D">
            <w:pPr>
              <w:pStyle w:val="StandardMuster0"/>
              <w:rPr>
                <w:rFonts w:ascii="Univers" w:hAnsi="Univers" w:cs="Univers"/>
                <w:color w:val="000000"/>
                <w:spacing w:val="-2"/>
                <w:szCs w:val="16"/>
              </w:rPr>
            </w:pPr>
            <w:r w:rsidRPr="0081482D">
              <w:rPr>
                <w:rFonts w:ascii="Univers" w:hAnsi="Univers" w:cs="Univers"/>
                <w:color w:val="000000"/>
                <w:spacing w:val="-2"/>
                <w:szCs w:val="16"/>
              </w:rPr>
              <w:t>gesetzlich erforderliche Erlaubnis- und Genehmigungsbescheide</w:t>
            </w:r>
          </w:p>
        </w:tc>
        <w:tc>
          <w:tcPr>
            <w:tcW w:w="1786" w:type="dxa"/>
          </w:tcPr>
          <w:p w:rsidR="0081482D" w:rsidRPr="0081482D" w:rsidRDefault="00907963" w:rsidP="00B7287C">
            <w:pPr>
              <w:pStyle w:val="StandardMuster0"/>
              <w:jc w:val="center"/>
              <w:rPr>
                <w:rFonts w:ascii="Univers" w:hAnsi="Univers" w:cs="Univers"/>
                <w:szCs w:val="16"/>
              </w:rPr>
            </w:pPr>
            <w:sdt>
              <w:sdtPr>
                <w:id w:val="1278598654"/>
                <w:lock w:val="sdtLocked"/>
                <w:placeholder>
                  <w:docPart w:val="81BB7CCC8BCD449EBF3105E0A9EC78D6"/>
                </w:placeholder>
                <w:showingPlcHdr/>
                <w:date w:fullDate="2015-03-20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F029D6">
                  <w:rPr>
                    <w:vanish/>
                    <w:color w:val="0000FF"/>
                    <w:szCs w:val="16"/>
                  </w:rPr>
                  <w:t>(Datum)</w:t>
                </w:r>
              </w:sdtContent>
            </w:sdt>
          </w:p>
        </w:tc>
      </w:tr>
      <w:tr w:rsidR="0081482D" w:rsidRPr="0081482D" w:rsidTr="0037093D">
        <w:sdt>
          <w:sdtPr>
            <w:id w:val="-1994710693"/>
            <w14:checkbox>
              <w14:checked w14:val="0"/>
              <w14:checkedState w14:val="25CF" w14:font="DejaVu Serif"/>
              <w14:uncheckedState w14:val="25CB" w14:font="DejaVu Serif"/>
            </w14:checkbox>
          </w:sdtPr>
          <w:sdtEndPr/>
          <w:sdtContent>
            <w:tc>
              <w:tcPr>
                <w:tcW w:w="496" w:type="dxa"/>
              </w:tcPr>
              <w:p w:rsidR="0081482D" w:rsidRDefault="004101FE" w:rsidP="0081482D">
                <w:pPr>
                  <w:pStyle w:val="StandardMuster0"/>
                </w:pPr>
                <w:r>
                  <w:rPr>
                    <w:rFonts w:ascii="DejaVu Serif" w:hAnsi="DejaVu Serif"/>
                  </w:rPr>
                  <w:t>○</w:t>
                </w:r>
              </w:p>
            </w:tc>
          </w:sdtContent>
        </w:sdt>
        <w:sdt>
          <w:sdtPr>
            <w:rPr>
              <w:rFonts w:ascii="Univers" w:hAnsi="Univers" w:cs="Univers"/>
              <w:color w:val="000000"/>
              <w:szCs w:val="16"/>
            </w:rPr>
            <w:id w:val="1816531550"/>
            <w:lock w:val="sdtLocked"/>
            <w:placeholder>
              <w:docPart w:val="F8FF38D18CED41A4BDF7BCC2D0FC2039"/>
            </w:placeholder>
            <w:showingPlcHdr/>
            <w:comboBox>
              <w:listItem w:displayText="1.1" w:value="1.1"/>
              <w:listItem w:displayText="1.2" w:value="1.2"/>
              <w:listItem w:displayText="1.3" w:value="1.3"/>
              <w:listItem w:displayText="1.4" w:value="1.4"/>
              <w:listItem w:displayText="1.5" w:value="1.5"/>
              <w:listItem w:displayText="1.6" w:value="1.6"/>
              <w:listItem w:displayText="1.7" w:value="1.7"/>
              <w:listItem w:displayText="1.8" w:value="1.8"/>
              <w:listItem w:displayText="1.9" w:value="1.9"/>
              <w:listItem w:displayText="1.10" w:value="1.10"/>
            </w:comboBox>
          </w:sdtPr>
          <w:sdtEndPr/>
          <w:sdtContent>
            <w:tc>
              <w:tcPr>
                <w:tcW w:w="496" w:type="dxa"/>
              </w:tcPr>
              <w:p w:rsidR="0081482D" w:rsidRPr="0081482D" w:rsidRDefault="005F5213" w:rsidP="0081482D">
                <w:pPr>
                  <w:pStyle w:val="StandardMuster0"/>
                  <w:rPr>
                    <w:rFonts w:ascii="Univers" w:hAnsi="Univers" w:cs="Univers"/>
                    <w:color w:val="000000"/>
                    <w:szCs w:val="16"/>
                  </w:rPr>
                </w:pPr>
                <w:r w:rsidRPr="0081482D">
                  <w:rPr>
                    <w:vanish/>
                    <w:color w:val="0000FF"/>
                    <w:szCs w:val="16"/>
                  </w:rPr>
                  <w:t>1.1</w:t>
                </w:r>
              </w:p>
            </w:tc>
          </w:sdtContent>
        </w:sdt>
        <w:tc>
          <w:tcPr>
            <w:tcW w:w="6487" w:type="dxa"/>
          </w:tcPr>
          <w:p w:rsidR="0081482D" w:rsidRPr="0081482D" w:rsidRDefault="0081482D" w:rsidP="0081482D">
            <w:pPr>
              <w:pStyle w:val="StandardMuster0"/>
              <w:rPr>
                <w:rFonts w:ascii="Univers" w:hAnsi="Univers" w:cs="Univers"/>
                <w:color w:val="000000"/>
                <w:szCs w:val="16"/>
              </w:rPr>
            </w:pPr>
            <w:r w:rsidRPr="0081482D">
              <w:rPr>
                <w:rFonts w:ascii="Univers" w:hAnsi="Univers" w:cs="Univers"/>
                <w:color w:val="000000"/>
                <w:szCs w:val="16"/>
              </w:rPr>
              <w:t>Ausrüstungs-, Inventar- und Geräteverzeichnisse</w:t>
            </w:r>
          </w:p>
        </w:tc>
        <w:tc>
          <w:tcPr>
            <w:tcW w:w="1786" w:type="dxa"/>
          </w:tcPr>
          <w:p w:rsidR="0081482D" w:rsidRPr="0081482D" w:rsidRDefault="00907963" w:rsidP="00B7287C">
            <w:pPr>
              <w:pStyle w:val="StandardMuster0"/>
              <w:jc w:val="center"/>
              <w:rPr>
                <w:rFonts w:ascii="Univers" w:hAnsi="Univers" w:cs="Univers"/>
                <w:szCs w:val="16"/>
              </w:rPr>
            </w:pPr>
            <w:sdt>
              <w:sdtPr>
                <w:id w:val="-1761445690"/>
                <w:lock w:val="sdtLocked"/>
                <w:placeholder>
                  <w:docPart w:val="03F0E4A68CE1454B940E1870EFFCF7DB"/>
                </w:placeholder>
                <w:showingPlcHdr/>
                <w:date w:fullDate="2015-03-20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F029D6">
                  <w:rPr>
                    <w:vanish/>
                    <w:color w:val="0000FF"/>
                    <w:szCs w:val="16"/>
                  </w:rPr>
                  <w:t>(Datum)</w:t>
                </w:r>
              </w:sdtContent>
            </w:sdt>
          </w:p>
        </w:tc>
      </w:tr>
      <w:tr w:rsidR="0081482D" w:rsidRPr="0081482D" w:rsidTr="0037093D">
        <w:sdt>
          <w:sdtPr>
            <w:id w:val="890930661"/>
            <w14:checkbox>
              <w14:checked w14:val="1"/>
              <w14:checkedState w14:val="25CB" w14:font="DejaVu Serif"/>
              <w14:uncheckedState w14:val="25CF" w14:font="DejaVu Serif"/>
            </w14:checkbox>
          </w:sdtPr>
          <w:sdtEndPr/>
          <w:sdtContent>
            <w:tc>
              <w:tcPr>
                <w:tcW w:w="496" w:type="dxa"/>
              </w:tcPr>
              <w:p w:rsidR="0081482D" w:rsidRDefault="004101FE" w:rsidP="0081482D">
                <w:pPr>
                  <w:pStyle w:val="StandardMuster0"/>
                </w:pPr>
                <w:r>
                  <w:rPr>
                    <w:rFonts w:ascii="DejaVu Serif" w:hAnsi="DejaVu Serif"/>
                  </w:rPr>
                  <w:t>○</w:t>
                </w:r>
              </w:p>
            </w:tc>
          </w:sdtContent>
        </w:sdt>
        <w:sdt>
          <w:sdtPr>
            <w:rPr>
              <w:rFonts w:ascii="Univers" w:hAnsi="Univers" w:cs="Univers"/>
              <w:color w:val="000000"/>
              <w:szCs w:val="16"/>
            </w:rPr>
            <w:id w:val="581963186"/>
            <w:lock w:val="sdtLocked"/>
            <w:placeholder>
              <w:docPart w:val="28B5E218EE364C269F0032A51E970A80"/>
            </w:placeholder>
            <w:showingPlcHdr/>
            <w:comboBox>
              <w:listItem w:displayText="1.1" w:value="1.1"/>
              <w:listItem w:displayText="1.2" w:value="1.2"/>
              <w:listItem w:displayText="1.3" w:value="1.3"/>
              <w:listItem w:displayText="1.4" w:value="1.4"/>
              <w:listItem w:displayText="1.5" w:value="1.5"/>
              <w:listItem w:displayText="1.6" w:value="1.6"/>
              <w:listItem w:displayText="1.7" w:value="1.7"/>
              <w:listItem w:displayText="1.8" w:value="1.8"/>
              <w:listItem w:displayText="1.9" w:value="1.9"/>
              <w:listItem w:displayText="1.10" w:value="1.10"/>
            </w:comboBox>
          </w:sdtPr>
          <w:sdtEndPr/>
          <w:sdtContent>
            <w:tc>
              <w:tcPr>
                <w:tcW w:w="496" w:type="dxa"/>
              </w:tcPr>
              <w:p w:rsidR="0081482D" w:rsidRPr="0081482D" w:rsidRDefault="005F5213" w:rsidP="0081482D">
                <w:pPr>
                  <w:pStyle w:val="StandardMuster0"/>
                  <w:rPr>
                    <w:rFonts w:ascii="Univers" w:hAnsi="Univers" w:cs="Univers"/>
                    <w:color w:val="000000"/>
                    <w:szCs w:val="16"/>
                  </w:rPr>
                </w:pPr>
                <w:r w:rsidRPr="0081482D">
                  <w:rPr>
                    <w:vanish/>
                    <w:color w:val="0000FF"/>
                    <w:szCs w:val="16"/>
                  </w:rPr>
                  <w:t>1.1</w:t>
                </w:r>
              </w:p>
            </w:tc>
          </w:sdtContent>
        </w:sdt>
        <w:tc>
          <w:tcPr>
            <w:tcW w:w="6487" w:type="dxa"/>
          </w:tcPr>
          <w:p w:rsidR="0081482D" w:rsidRPr="0081482D" w:rsidRDefault="0081482D" w:rsidP="0081482D">
            <w:pPr>
              <w:pStyle w:val="StandardMuster0"/>
              <w:rPr>
                <w:rFonts w:ascii="Univers" w:hAnsi="Univers" w:cs="Univers"/>
                <w:color w:val="000000"/>
                <w:szCs w:val="16"/>
              </w:rPr>
            </w:pPr>
            <w:r w:rsidRPr="0081482D">
              <w:rPr>
                <w:rFonts w:ascii="Univers" w:hAnsi="Univers" w:cs="Univers"/>
                <w:color w:val="000000"/>
                <w:szCs w:val="16"/>
              </w:rPr>
              <w:t>Energiebedarfsausweis (auf Grundlage der tatsächlichen Bauausführung)</w:t>
            </w:r>
          </w:p>
        </w:tc>
        <w:tc>
          <w:tcPr>
            <w:tcW w:w="1786" w:type="dxa"/>
          </w:tcPr>
          <w:p w:rsidR="0081482D" w:rsidRPr="0081482D" w:rsidRDefault="00907963" w:rsidP="00B7287C">
            <w:pPr>
              <w:pStyle w:val="StandardMuster0"/>
              <w:jc w:val="center"/>
              <w:rPr>
                <w:rFonts w:ascii="Univers" w:hAnsi="Univers" w:cs="Univers"/>
                <w:szCs w:val="16"/>
              </w:rPr>
            </w:pPr>
            <w:sdt>
              <w:sdtPr>
                <w:id w:val="428854274"/>
                <w:lock w:val="sdtLocked"/>
                <w:placeholder>
                  <w:docPart w:val="7E18249FE1AB4C8293B384D08E617D3E"/>
                </w:placeholder>
                <w:showingPlcHdr/>
                <w:date w:fullDate="2015-03-20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F029D6">
                  <w:rPr>
                    <w:vanish/>
                    <w:color w:val="0000FF"/>
                    <w:szCs w:val="16"/>
                  </w:rPr>
                  <w:t>(Datum)</w:t>
                </w:r>
              </w:sdtContent>
            </w:sdt>
          </w:p>
        </w:tc>
      </w:tr>
      <w:tr w:rsidR="0081482D" w:rsidRPr="0081482D" w:rsidTr="0037093D">
        <w:sdt>
          <w:sdtPr>
            <w:id w:val="1014415954"/>
            <w14:checkbox>
              <w14:checked w14:val="0"/>
              <w14:checkedState w14:val="25CF" w14:font="DejaVu Serif"/>
              <w14:uncheckedState w14:val="25CB" w14:font="DejaVu Serif"/>
            </w14:checkbox>
          </w:sdtPr>
          <w:sdtEndPr/>
          <w:sdtContent>
            <w:tc>
              <w:tcPr>
                <w:tcW w:w="496" w:type="dxa"/>
              </w:tcPr>
              <w:p w:rsidR="0081482D" w:rsidRDefault="004101FE" w:rsidP="0081482D">
                <w:pPr>
                  <w:pStyle w:val="StandardMuster0"/>
                </w:pPr>
                <w:r>
                  <w:rPr>
                    <w:rFonts w:ascii="DejaVu Serif" w:hAnsi="DejaVu Serif"/>
                  </w:rPr>
                  <w:t>○</w:t>
                </w:r>
              </w:p>
            </w:tc>
          </w:sdtContent>
        </w:sdt>
        <w:sdt>
          <w:sdtPr>
            <w:rPr>
              <w:rFonts w:ascii="Univers" w:hAnsi="Univers" w:cs="Univers"/>
              <w:color w:val="000000"/>
              <w:szCs w:val="16"/>
            </w:rPr>
            <w:id w:val="661506745"/>
            <w:lock w:val="sdtLocked"/>
            <w:placeholder>
              <w:docPart w:val="1D06FA137B7D41FF9B165C6BF31AE8B6"/>
            </w:placeholder>
            <w:showingPlcHdr/>
            <w:comboBox>
              <w:listItem w:displayText="1.1" w:value="1.1"/>
              <w:listItem w:displayText="1.2" w:value="1.2"/>
              <w:listItem w:displayText="1.3" w:value="1.3"/>
              <w:listItem w:displayText="1.4" w:value="1.4"/>
              <w:listItem w:displayText="1.5" w:value="1.5"/>
              <w:listItem w:displayText="1.6" w:value="1.6"/>
              <w:listItem w:displayText="1.7" w:value="1.7"/>
              <w:listItem w:displayText="1.8" w:value="1.8"/>
              <w:listItem w:displayText="1.9" w:value="1.9"/>
              <w:listItem w:displayText="1.10" w:value="1.10"/>
            </w:comboBox>
          </w:sdtPr>
          <w:sdtEndPr/>
          <w:sdtContent>
            <w:tc>
              <w:tcPr>
                <w:tcW w:w="496" w:type="dxa"/>
              </w:tcPr>
              <w:p w:rsidR="0081482D" w:rsidRPr="0081482D" w:rsidRDefault="005F5213" w:rsidP="0081482D">
                <w:pPr>
                  <w:pStyle w:val="StandardMuster0"/>
                  <w:rPr>
                    <w:rFonts w:ascii="Univers" w:hAnsi="Univers" w:cs="Univers"/>
                    <w:color w:val="000000"/>
                    <w:szCs w:val="16"/>
                  </w:rPr>
                </w:pPr>
                <w:r w:rsidRPr="0081482D">
                  <w:rPr>
                    <w:vanish/>
                    <w:color w:val="0000FF"/>
                    <w:szCs w:val="16"/>
                  </w:rPr>
                  <w:t>1.1</w:t>
                </w:r>
              </w:p>
            </w:tc>
          </w:sdtContent>
        </w:sdt>
        <w:tc>
          <w:tcPr>
            <w:tcW w:w="6487" w:type="dxa"/>
          </w:tcPr>
          <w:p w:rsidR="0081482D" w:rsidRPr="0081482D" w:rsidRDefault="0081482D" w:rsidP="0081482D">
            <w:pPr>
              <w:pStyle w:val="StandardMuster0"/>
              <w:rPr>
                <w:rFonts w:ascii="Univers" w:hAnsi="Univers" w:cs="Univers"/>
                <w:color w:val="000000"/>
                <w:szCs w:val="16"/>
              </w:rPr>
            </w:pPr>
            <w:r w:rsidRPr="0081482D">
              <w:rPr>
                <w:rFonts w:ascii="Univers" w:hAnsi="Univers" w:cs="Univers"/>
                <w:color w:val="000000"/>
                <w:szCs w:val="16"/>
              </w:rPr>
              <w:t>Bautechnische Nachweise gemäß Landesbauordnung</w:t>
            </w:r>
          </w:p>
        </w:tc>
        <w:tc>
          <w:tcPr>
            <w:tcW w:w="1786" w:type="dxa"/>
          </w:tcPr>
          <w:p w:rsidR="0081482D" w:rsidRPr="0081482D" w:rsidRDefault="00907963" w:rsidP="00B7287C">
            <w:pPr>
              <w:pStyle w:val="StandardMuster0"/>
              <w:jc w:val="center"/>
              <w:rPr>
                <w:rFonts w:ascii="Univers" w:hAnsi="Univers" w:cs="Univers"/>
                <w:szCs w:val="16"/>
              </w:rPr>
            </w:pPr>
            <w:sdt>
              <w:sdtPr>
                <w:id w:val="2066376940"/>
                <w:lock w:val="sdtLocked"/>
                <w:placeholder>
                  <w:docPart w:val="C209131E167341A6A2AF265745710D3F"/>
                </w:placeholder>
                <w:showingPlcHdr/>
                <w:date w:fullDate="2015-03-20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F029D6">
                  <w:rPr>
                    <w:vanish/>
                    <w:color w:val="0000FF"/>
                    <w:szCs w:val="16"/>
                  </w:rPr>
                  <w:t>(Datum)</w:t>
                </w:r>
              </w:sdtContent>
            </w:sdt>
          </w:p>
        </w:tc>
      </w:tr>
      <w:tr w:rsidR="0081482D" w:rsidRPr="0081482D" w:rsidTr="0037093D">
        <w:sdt>
          <w:sdtPr>
            <w:id w:val="-91706363"/>
            <w14:checkbox>
              <w14:checked w14:val="1"/>
              <w14:checkedState w14:val="25CB" w14:font="DejaVu Serif"/>
              <w14:uncheckedState w14:val="25CF" w14:font="DejaVu Serif"/>
            </w14:checkbox>
          </w:sdtPr>
          <w:sdtEndPr/>
          <w:sdtContent>
            <w:tc>
              <w:tcPr>
                <w:tcW w:w="496" w:type="dxa"/>
              </w:tcPr>
              <w:p w:rsidR="0081482D" w:rsidRDefault="004101FE" w:rsidP="0081482D">
                <w:pPr>
                  <w:pStyle w:val="StandardMuster0"/>
                </w:pPr>
                <w:r>
                  <w:rPr>
                    <w:rFonts w:ascii="DejaVu Serif" w:hAnsi="DejaVu Serif"/>
                  </w:rPr>
                  <w:t>○</w:t>
                </w:r>
              </w:p>
            </w:tc>
          </w:sdtContent>
        </w:sdt>
        <w:sdt>
          <w:sdtPr>
            <w:rPr>
              <w:rFonts w:ascii="Univers" w:hAnsi="Univers" w:cs="Univers"/>
              <w:color w:val="000000"/>
              <w:szCs w:val="16"/>
            </w:rPr>
            <w:id w:val="906506340"/>
            <w:lock w:val="sdtLocked"/>
            <w:placeholder>
              <w:docPart w:val="D9E231B7D1FC40A5A2724549C1B3B132"/>
            </w:placeholder>
            <w:showingPlcHdr/>
            <w:comboBox>
              <w:listItem w:displayText="1.1" w:value="1.1"/>
              <w:listItem w:displayText="1.2" w:value="1.2"/>
              <w:listItem w:displayText="1.3" w:value="1.3"/>
              <w:listItem w:displayText="1.4" w:value="1.4"/>
              <w:listItem w:displayText="1.5" w:value="1.5"/>
              <w:listItem w:displayText="1.6" w:value="1.6"/>
              <w:listItem w:displayText="1.7" w:value="1.7"/>
              <w:listItem w:displayText="1.8" w:value="1.8"/>
              <w:listItem w:displayText="1.9" w:value="1.9"/>
              <w:listItem w:displayText="1.10" w:value="1.10"/>
            </w:comboBox>
          </w:sdtPr>
          <w:sdtEndPr/>
          <w:sdtContent>
            <w:tc>
              <w:tcPr>
                <w:tcW w:w="496" w:type="dxa"/>
              </w:tcPr>
              <w:p w:rsidR="0081482D" w:rsidRPr="0081482D" w:rsidRDefault="005F5213" w:rsidP="0081482D">
                <w:pPr>
                  <w:pStyle w:val="StandardMuster0"/>
                  <w:rPr>
                    <w:rFonts w:ascii="Univers" w:hAnsi="Univers" w:cs="Univers"/>
                    <w:color w:val="000000"/>
                    <w:szCs w:val="16"/>
                  </w:rPr>
                </w:pPr>
                <w:r w:rsidRPr="0081482D">
                  <w:rPr>
                    <w:vanish/>
                    <w:color w:val="0000FF"/>
                    <w:szCs w:val="16"/>
                  </w:rPr>
                  <w:t>1.1</w:t>
                </w:r>
              </w:p>
            </w:tc>
          </w:sdtContent>
        </w:sdt>
        <w:tc>
          <w:tcPr>
            <w:tcW w:w="6487" w:type="dxa"/>
          </w:tcPr>
          <w:p w:rsidR="0081482D" w:rsidRPr="0081482D" w:rsidRDefault="0081482D" w:rsidP="0081482D">
            <w:pPr>
              <w:pStyle w:val="StandardMuster0"/>
              <w:rPr>
                <w:rFonts w:ascii="Univers" w:hAnsi="Univers" w:cs="Univers"/>
                <w:color w:val="000000"/>
                <w:szCs w:val="16"/>
              </w:rPr>
            </w:pPr>
            <w:r w:rsidRPr="0081482D">
              <w:rPr>
                <w:rFonts w:ascii="Univers" w:hAnsi="Univers" w:cs="Univers"/>
                <w:color w:val="000000"/>
                <w:szCs w:val="16"/>
              </w:rPr>
              <w:t>Zusammenstellung über die der Baudurchführenden Ebene während der Durchführung der Baumaßnahme bekannt gewordenen Auflagen, Rechte und Pflichten (vgl. H 1.4), soweit darüber die für den Grunderwerb zuständige Stelle nach F 1.1 keine Angaben gemacht hat.</w:t>
            </w:r>
          </w:p>
        </w:tc>
        <w:tc>
          <w:tcPr>
            <w:tcW w:w="1786" w:type="dxa"/>
          </w:tcPr>
          <w:p w:rsidR="0081482D" w:rsidRPr="0081482D" w:rsidRDefault="00907963" w:rsidP="00B7287C">
            <w:pPr>
              <w:pStyle w:val="StandardMuster0"/>
              <w:jc w:val="center"/>
              <w:rPr>
                <w:rFonts w:ascii="Univers" w:hAnsi="Univers" w:cs="Univers"/>
                <w:szCs w:val="16"/>
              </w:rPr>
            </w:pPr>
            <w:sdt>
              <w:sdtPr>
                <w:id w:val="-839085107"/>
                <w:lock w:val="sdtLocked"/>
                <w:placeholder>
                  <w:docPart w:val="F48B805B57264F37A01804F73258E2AC"/>
                </w:placeholder>
                <w:showingPlcHdr/>
                <w:date w:fullDate="2015-03-20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F029D6">
                  <w:rPr>
                    <w:vanish/>
                    <w:color w:val="0000FF"/>
                    <w:szCs w:val="16"/>
                  </w:rPr>
                  <w:t>(Datum)</w:t>
                </w:r>
              </w:sdtContent>
            </w:sdt>
          </w:p>
        </w:tc>
      </w:tr>
      <w:tr w:rsidR="0081482D" w:rsidRPr="0081482D" w:rsidTr="0037093D">
        <w:sdt>
          <w:sdtPr>
            <w:id w:val="-207726613"/>
            <w14:checkbox>
              <w14:checked w14:val="0"/>
              <w14:checkedState w14:val="25CF" w14:font="DejaVu Serif"/>
              <w14:uncheckedState w14:val="25CB" w14:font="DejaVu Serif"/>
            </w14:checkbox>
          </w:sdtPr>
          <w:sdtEndPr/>
          <w:sdtContent>
            <w:tc>
              <w:tcPr>
                <w:tcW w:w="496" w:type="dxa"/>
              </w:tcPr>
              <w:p w:rsidR="0081482D" w:rsidRDefault="004101FE" w:rsidP="0081482D">
                <w:pPr>
                  <w:pStyle w:val="StandardMuster0"/>
                </w:pPr>
                <w:r>
                  <w:rPr>
                    <w:rFonts w:ascii="DejaVu Serif" w:hAnsi="DejaVu Serif"/>
                  </w:rPr>
                  <w:t>○</w:t>
                </w:r>
              </w:p>
            </w:tc>
          </w:sdtContent>
        </w:sdt>
        <w:sdt>
          <w:sdtPr>
            <w:rPr>
              <w:rFonts w:ascii="Univers" w:hAnsi="Univers" w:cs="Univers"/>
              <w:color w:val="000000"/>
              <w:szCs w:val="16"/>
            </w:rPr>
            <w:id w:val="-973604027"/>
            <w:lock w:val="sdtLocked"/>
            <w:placeholder>
              <w:docPart w:val="547859FB63EB4166BA57867EB0C3F78A"/>
            </w:placeholder>
            <w:showingPlcHdr/>
            <w:comboBox>
              <w:listItem w:displayText="1.1" w:value="1.1"/>
              <w:listItem w:displayText="1.2" w:value="1.2"/>
              <w:listItem w:displayText="1.3" w:value="1.3"/>
              <w:listItem w:displayText="1.4" w:value="1.4"/>
              <w:listItem w:displayText="1.5" w:value="1.5"/>
              <w:listItem w:displayText="1.6" w:value="1.6"/>
              <w:listItem w:displayText="1.7" w:value="1.7"/>
              <w:listItem w:displayText="1.8" w:value="1.8"/>
              <w:listItem w:displayText="1.9" w:value="1.9"/>
              <w:listItem w:displayText="1.10" w:value="1.10"/>
            </w:comboBox>
          </w:sdtPr>
          <w:sdtEndPr/>
          <w:sdtContent>
            <w:tc>
              <w:tcPr>
                <w:tcW w:w="496" w:type="dxa"/>
              </w:tcPr>
              <w:p w:rsidR="0081482D" w:rsidRPr="0081482D" w:rsidRDefault="00A600B5" w:rsidP="00A600B5">
                <w:pPr>
                  <w:pStyle w:val="StandardMuster0"/>
                  <w:rPr>
                    <w:rFonts w:ascii="Univers" w:hAnsi="Univers" w:cs="Univers"/>
                    <w:color w:val="000000"/>
                    <w:szCs w:val="16"/>
                  </w:rPr>
                </w:pPr>
                <w:r w:rsidRPr="0081482D">
                  <w:rPr>
                    <w:vanish/>
                    <w:color w:val="0000FF"/>
                    <w:szCs w:val="16"/>
                  </w:rPr>
                  <w:t>1.1</w:t>
                </w:r>
              </w:p>
            </w:tc>
          </w:sdtContent>
        </w:sdt>
        <w:tc>
          <w:tcPr>
            <w:tcW w:w="6487" w:type="dxa"/>
          </w:tcPr>
          <w:p w:rsidR="0081482D" w:rsidRPr="0081482D" w:rsidRDefault="0081482D" w:rsidP="0081482D">
            <w:pPr>
              <w:pStyle w:val="StandardMuster0"/>
              <w:rPr>
                <w:rFonts w:ascii="Univers" w:hAnsi="Univers" w:cs="Univers"/>
                <w:color w:val="000000"/>
                <w:szCs w:val="16"/>
              </w:rPr>
            </w:pPr>
            <w:r w:rsidRPr="0081482D">
              <w:rPr>
                <w:szCs w:val="16"/>
              </w:rPr>
              <w:t>Hinweise auf turnusmäßig zu überwachende Bauteile und Bauelemente (vgl. RÜV)</w:t>
            </w:r>
          </w:p>
        </w:tc>
        <w:tc>
          <w:tcPr>
            <w:tcW w:w="1786" w:type="dxa"/>
          </w:tcPr>
          <w:p w:rsidR="0081482D" w:rsidRPr="0081482D" w:rsidRDefault="00907963" w:rsidP="00B7287C">
            <w:pPr>
              <w:pStyle w:val="StandardMuster0"/>
              <w:jc w:val="center"/>
              <w:rPr>
                <w:rFonts w:ascii="Univers" w:hAnsi="Univers" w:cs="Univers"/>
                <w:szCs w:val="16"/>
              </w:rPr>
            </w:pPr>
            <w:sdt>
              <w:sdtPr>
                <w:id w:val="733441066"/>
                <w:lock w:val="sdtLocked"/>
                <w:placeholder>
                  <w:docPart w:val="9606009D28194090AA15A9D28EF237E2"/>
                </w:placeholder>
                <w:showingPlcHdr/>
                <w:date w:fullDate="2015-03-20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F029D6">
                  <w:rPr>
                    <w:vanish/>
                    <w:color w:val="0000FF"/>
                    <w:szCs w:val="16"/>
                  </w:rPr>
                  <w:t>(Datum)</w:t>
                </w:r>
              </w:sdtContent>
            </w:sdt>
          </w:p>
        </w:tc>
      </w:tr>
      <w:tr w:rsidR="0081482D" w:rsidRPr="0081482D" w:rsidTr="0037093D">
        <w:sdt>
          <w:sdtPr>
            <w:id w:val="-1966884135"/>
            <w14:checkbox>
              <w14:checked w14:val="1"/>
              <w14:checkedState w14:val="25CB" w14:font="DejaVu Serif"/>
              <w14:uncheckedState w14:val="25CF" w14:font="DejaVu Serif"/>
            </w14:checkbox>
          </w:sdtPr>
          <w:sdtEndPr/>
          <w:sdtContent>
            <w:tc>
              <w:tcPr>
                <w:tcW w:w="496" w:type="dxa"/>
              </w:tcPr>
              <w:p w:rsidR="0081482D" w:rsidRDefault="004101FE" w:rsidP="0081482D">
                <w:pPr>
                  <w:pStyle w:val="StandardMuster0"/>
                </w:pPr>
                <w:r>
                  <w:rPr>
                    <w:rFonts w:ascii="DejaVu Serif" w:hAnsi="DejaVu Serif"/>
                  </w:rPr>
                  <w:t>○</w:t>
                </w:r>
              </w:p>
            </w:tc>
          </w:sdtContent>
        </w:sdt>
        <w:sdt>
          <w:sdtPr>
            <w:rPr>
              <w:rFonts w:ascii="Univers" w:hAnsi="Univers" w:cs="Univers"/>
              <w:color w:val="000000"/>
              <w:szCs w:val="16"/>
            </w:rPr>
            <w:id w:val="-514841436"/>
            <w:lock w:val="sdtLocked"/>
            <w:placeholder>
              <w:docPart w:val="BCF93DFB34134671B40CD5BCF81C9B2B"/>
            </w:placeholder>
            <w:showingPlcHdr/>
            <w:comboBox>
              <w:listItem w:displayText="1.1" w:value="1.1"/>
              <w:listItem w:displayText="1.2" w:value="1.2"/>
              <w:listItem w:displayText="1.3" w:value="1.3"/>
              <w:listItem w:displayText="1.4" w:value="1.4"/>
              <w:listItem w:displayText="1.5" w:value="1.5"/>
              <w:listItem w:displayText="1.6" w:value="1.6"/>
              <w:listItem w:displayText="1.7" w:value="1.7"/>
              <w:listItem w:displayText="1.8" w:value="1.8"/>
              <w:listItem w:displayText="1.9" w:value="1.9"/>
              <w:listItem w:displayText="1.10" w:value="1.10"/>
            </w:comboBox>
          </w:sdtPr>
          <w:sdtEndPr/>
          <w:sdtContent>
            <w:tc>
              <w:tcPr>
                <w:tcW w:w="496" w:type="dxa"/>
              </w:tcPr>
              <w:p w:rsidR="0081482D" w:rsidRPr="0081482D" w:rsidRDefault="005F5213" w:rsidP="0081482D">
                <w:pPr>
                  <w:pStyle w:val="StandardMuster0"/>
                  <w:rPr>
                    <w:rFonts w:ascii="Univers" w:hAnsi="Univers" w:cs="Univers"/>
                    <w:color w:val="000000"/>
                    <w:szCs w:val="16"/>
                  </w:rPr>
                </w:pPr>
                <w:r w:rsidRPr="0081482D">
                  <w:rPr>
                    <w:vanish/>
                    <w:color w:val="0000FF"/>
                    <w:szCs w:val="16"/>
                  </w:rPr>
                  <w:t>1.1</w:t>
                </w:r>
              </w:p>
            </w:tc>
          </w:sdtContent>
        </w:sdt>
        <w:sdt>
          <w:sdtPr>
            <w:rPr>
              <w:szCs w:val="16"/>
            </w:rPr>
            <w:id w:val="-1900202353"/>
            <w:lock w:val="sdtLocked"/>
            <w:placeholder>
              <w:docPart w:val="7DC2FEB8183F429F97E611A0565C02A4"/>
            </w:placeholder>
            <w:showingPlcHdr/>
          </w:sdtPr>
          <w:sdtEndPr/>
          <w:sdtContent>
            <w:tc>
              <w:tcPr>
                <w:tcW w:w="6487" w:type="dxa"/>
              </w:tcPr>
              <w:p w:rsidR="0081482D" w:rsidRPr="0081482D" w:rsidRDefault="00170F55" w:rsidP="00170F55">
                <w:pPr>
                  <w:pStyle w:val="StandardMuster0"/>
                  <w:rPr>
                    <w:szCs w:val="16"/>
                  </w:rPr>
                </w:pPr>
                <w:r w:rsidRPr="0081482D">
                  <w:rPr>
                    <w:vanish/>
                    <w:color w:val="0000FF"/>
                  </w:rPr>
                  <w:t>(Text)</w:t>
                </w:r>
              </w:p>
            </w:tc>
          </w:sdtContent>
        </w:sdt>
        <w:tc>
          <w:tcPr>
            <w:tcW w:w="1786" w:type="dxa"/>
          </w:tcPr>
          <w:p w:rsidR="0081482D" w:rsidRPr="0081482D" w:rsidRDefault="00907963" w:rsidP="00B7287C">
            <w:pPr>
              <w:pStyle w:val="StandardMuster0"/>
              <w:jc w:val="center"/>
              <w:rPr>
                <w:rFonts w:ascii="Univers" w:hAnsi="Univers" w:cs="Univers"/>
                <w:szCs w:val="16"/>
              </w:rPr>
            </w:pPr>
            <w:sdt>
              <w:sdtPr>
                <w:id w:val="-1974898775"/>
                <w:lock w:val="sdtLocked"/>
                <w:placeholder>
                  <w:docPart w:val="8FA31788DC25419BBA3FEAE7E0EE98A1"/>
                </w:placeholder>
                <w:showingPlcHdr/>
                <w:date w:fullDate="2015-03-20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F029D6">
                  <w:rPr>
                    <w:vanish/>
                    <w:color w:val="0000FF"/>
                    <w:szCs w:val="16"/>
                  </w:rPr>
                  <w:t>(Datum)</w:t>
                </w:r>
              </w:sdtContent>
            </w:sdt>
          </w:p>
        </w:tc>
      </w:tr>
      <w:tr w:rsidR="0081482D" w:rsidRPr="0081482D" w:rsidTr="0037093D">
        <w:sdt>
          <w:sdtPr>
            <w:id w:val="1056892490"/>
            <w14:checkbox>
              <w14:checked w14:val="1"/>
              <w14:checkedState w14:val="25CB" w14:font="DejaVu Serif"/>
              <w14:uncheckedState w14:val="25CF" w14:font="DejaVu Serif"/>
            </w14:checkbox>
          </w:sdtPr>
          <w:sdtEndPr/>
          <w:sdtContent>
            <w:tc>
              <w:tcPr>
                <w:tcW w:w="496" w:type="dxa"/>
              </w:tcPr>
              <w:p w:rsidR="0081482D" w:rsidRDefault="004101FE" w:rsidP="0081482D">
                <w:pPr>
                  <w:pStyle w:val="StandardMuster0"/>
                </w:pPr>
                <w:r>
                  <w:rPr>
                    <w:rFonts w:ascii="DejaVu Serif" w:hAnsi="DejaVu Serif"/>
                  </w:rPr>
                  <w:t>○</w:t>
                </w:r>
              </w:p>
            </w:tc>
          </w:sdtContent>
        </w:sdt>
        <w:sdt>
          <w:sdtPr>
            <w:rPr>
              <w:rFonts w:ascii="Univers" w:hAnsi="Univers" w:cs="Univers"/>
              <w:color w:val="000000"/>
              <w:szCs w:val="16"/>
            </w:rPr>
            <w:id w:val="44652633"/>
            <w:placeholder>
              <w:docPart w:val="1B06D1C9F30143C2A1D3D4B6FCCE6C24"/>
            </w:placeholder>
            <w:showingPlcHdr/>
            <w:comboBox>
              <w:listItem w:displayText="1.1" w:value="1.1"/>
              <w:listItem w:displayText="1.2" w:value="1.2"/>
              <w:listItem w:displayText="1.3" w:value="1.3"/>
              <w:listItem w:displayText="1.4" w:value="1.4"/>
              <w:listItem w:displayText="1.5" w:value="1.5"/>
              <w:listItem w:displayText="1.6" w:value="1.6"/>
              <w:listItem w:displayText="1.7" w:value="1.7"/>
              <w:listItem w:displayText="1.8" w:value="1.8"/>
              <w:listItem w:displayText="1.9" w:value="1.9"/>
              <w:listItem w:displayText="1.10" w:value="1.10"/>
            </w:comboBox>
          </w:sdtPr>
          <w:sdtEndPr/>
          <w:sdtContent>
            <w:tc>
              <w:tcPr>
                <w:tcW w:w="496" w:type="dxa"/>
              </w:tcPr>
              <w:p w:rsidR="0081482D" w:rsidRPr="0081482D" w:rsidRDefault="005F5213" w:rsidP="0081482D">
                <w:pPr>
                  <w:pStyle w:val="StandardMuster0"/>
                  <w:rPr>
                    <w:rFonts w:ascii="Univers" w:hAnsi="Univers" w:cs="Univers"/>
                    <w:color w:val="000000"/>
                    <w:szCs w:val="16"/>
                  </w:rPr>
                </w:pPr>
                <w:r w:rsidRPr="0081482D">
                  <w:rPr>
                    <w:vanish/>
                    <w:color w:val="0000FF"/>
                    <w:szCs w:val="16"/>
                  </w:rPr>
                  <w:t>1.1</w:t>
                </w:r>
              </w:p>
            </w:tc>
          </w:sdtContent>
        </w:sdt>
        <w:sdt>
          <w:sdtPr>
            <w:rPr>
              <w:szCs w:val="16"/>
            </w:rPr>
            <w:id w:val="-1026477702"/>
            <w:placeholder>
              <w:docPart w:val="910225CCBF2548CDA320A5D46BE47B71"/>
            </w:placeholder>
            <w:showingPlcHdr/>
          </w:sdtPr>
          <w:sdtEndPr/>
          <w:sdtContent>
            <w:tc>
              <w:tcPr>
                <w:tcW w:w="6487" w:type="dxa"/>
              </w:tcPr>
              <w:p w:rsidR="0081482D" w:rsidRPr="0081482D" w:rsidRDefault="0081482D" w:rsidP="0081482D">
                <w:pPr>
                  <w:pStyle w:val="StandardMuster0"/>
                  <w:rPr>
                    <w:szCs w:val="16"/>
                  </w:rPr>
                </w:pPr>
                <w:r w:rsidRPr="0081482D">
                  <w:rPr>
                    <w:vanish/>
                    <w:color w:val="0000FF"/>
                  </w:rPr>
                  <w:t>(Text)</w:t>
                </w:r>
              </w:p>
            </w:tc>
          </w:sdtContent>
        </w:sdt>
        <w:tc>
          <w:tcPr>
            <w:tcW w:w="1786" w:type="dxa"/>
          </w:tcPr>
          <w:p w:rsidR="0081482D" w:rsidRPr="0081482D" w:rsidRDefault="00907963" w:rsidP="00B7287C">
            <w:pPr>
              <w:pStyle w:val="StandardMuster0"/>
              <w:jc w:val="center"/>
              <w:rPr>
                <w:rFonts w:ascii="Univers" w:hAnsi="Univers" w:cs="Univers"/>
                <w:szCs w:val="16"/>
              </w:rPr>
            </w:pPr>
            <w:sdt>
              <w:sdtPr>
                <w:id w:val="2096205653"/>
                <w:placeholder>
                  <w:docPart w:val="87F0CDA51F6247DCB277C9892A85E055"/>
                </w:placeholder>
                <w:showingPlcHdr/>
                <w:date w:fullDate="2015-03-20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F029D6">
                  <w:rPr>
                    <w:vanish/>
                    <w:color w:val="0000FF"/>
                    <w:szCs w:val="16"/>
                  </w:rPr>
                  <w:t>(Datum)</w:t>
                </w:r>
              </w:sdtContent>
            </w:sdt>
          </w:p>
        </w:tc>
      </w:tr>
    </w:tbl>
    <w:p w:rsidR="00F029D6" w:rsidRPr="0081482D" w:rsidRDefault="005A60A4" w:rsidP="00F029D6">
      <w:pPr>
        <w:pStyle w:val="StandardMuster3"/>
        <w:tabs>
          <w:tab w:val="left" w:pos="4111"/>
        </w:tabs>
      </w:pPr>
      <w:r>
        <w:t>2</w:t>
      </w:r>
      <w:r w:rsidR="00354FED" w:rsidRPr="0081482D">
        <w:t xml:space="preserve"> </w:t>
      </w:r>
      <w:r w:rsidR="00354FED" w:rsidRPr="0081482D">
        <w:tab/>
      </w:r>
      <w:r w:rsidR="0081482D" w:rsidRPr="0081482D">
        <w:t>Technische Anlagen nach</w:t>
      </w:r>
      <w:r w:rsidR="00354FED" w:rsidRPr="0081482D">
        <w:t xml:space="preserve"> Abschnitt H 1.4</w:t>
      </w:r>
      <w:r w:rsidR="00F029D6" w:rsidRPr="0081482D">
        <w:tab/>
      </w:r>
      <w:r w:rsidR="00F029D6" w:rsidRPr="0081482D">
        <w:tab/>
      </w:r>
      <w:r w:rsidR="00F029D6" w:rsidRPr="0081482D">
        <w:tab/>
      </w:r>
      <w:r w:rsidR="00F029D6">
        <w:tab/>
      </w:r>
      <w:r w:rsidR="00F029D6">
        <w:tab/>
      </w:r>
      <w:r w:rsidR="00F029D6">
        <w:tab/>
        <w:t xml:space="preserve">         Nachzureichen bis</w:t>
      </w:r>
      <w:r w:rsidR="00F029D6" w:rsidRPr="0081482D">
        <w:t>:</w:t>
      </w:r>
    </w:p>
    <w:tbl>
      <w:tblPr>
        <w:tblW w:w="926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496"/>
        <w:gridCol w:w="6487"/>
        <w:gridCol w:w="1786"/>
      </w:tblGrid>
      <w:tr w:rsidR="0081482D" w:rsidRPr="0081482D" w:rsidTr="0037093D">
        <w:sdt>
          <w:sdtPr>
            <w:id w:val="-2066862295"/>
            <w14:checkbox>
              <w14:checked w14:val="0"/>
              <w14:checkedState w14:val="25CF" w14:font="DejaVu Serif"/>
              <w14:uncheckedState w14:val="25CB" w14:font="DejaVu Serif"/>
            </w14:checkbox>
          </w:sdtPr>
          <w:sdtEndPr/>
          <w:sdtContent>
            <w:tc>
              <w:tcPr>
                <w:tcW w:w="496" w:type="dxa"/>
              </w:tcPr>
              <w:p w:rsidR="0081482D" w:rsidRDefault="004101FE" w:rsidP="0081482D">
                <w:pPr>
                  <w:pStyle w:val="StandardMuster0"/>
                </w:pPr>
                <w:r>
                  <w:rPr>
                    <w:rFonts w:ascii="DejaVu Serif" w:hAnsi="DejaVu Serif"/>
                  </w:rPr>
                  <w:t>○</w:t>
                </w:r>
              </w:p>
            </w:tc>
          </w:sdtContent>
        </w:sdt>
        <w:sdt>
          <w:sdtPr>
            <w:rPr>
              <w:rFonts w:ascii="Univers" w:hAnsi="Univers" w:cs="Univers"/>
              <w:color w:val="000000"/>
              <w:szCs w:val="16"/>
            </w:rPr>
            <w:id w:val="663291754"/>
            <w:lock w:val="sdtLocked"/>
            <w:placeholder>
              <w:docPart w:val="A81B9ECF85084643886EE36B9CECB517"/>
            </w:placeholder>
            <w:showingPlcHdr/>
            <w:comboBox>
              <w:listItem w:displayText="2.1" w:value="2.1"/>
              <w:listItem w:displayText="2.2" w:value="2.2"/>
              <w:listItem w:displayText="2.3" w:value="2.3"/>
              <w:listItem w:displayText="2.4" w:value="2.4"/>
              <w:listItem w:displayText="2.5" w:value="2.5"/>
              <w:listItem w:displayText="2.6" w:value="2.6"/>
              <w:listItem w:displayText="2.7" w:value="2.7"/>
              <w:listItem w:displayText="2.8" w:value="2.8"/>
              <w:listItem w:displayText="2.9" w:value="2.9"/>
              <w:listItem w:displayText="2.10" w:value="2.10"/>
            </w:comboBox>
          </w:sdtPr>
          <w:sdtEndPr/>
          <w:sdtContent>
            <w:tc>
              <w:tcPr>
                <w:tcW w:w="496" w:type="dxa"/>
              </w:tcPr>
              <w:p w:rsidR="0081482D" w:rsidRPr="0081482D" w:rsidRDefault="00A600B5" w:rsidP="00A600B5">
                <w:pPr>
                  <w:pStyle w:val="StandardMuster0"/>
                  <w:rPr>
                    <w:rFonts w:ascii="Univers" w:hAnsi="Univers" w:cs="Univers"/>
                    <w:color w:val="000000"/>
                    <w:szCs w:val="16"/>
                  </w:rPr>
                </w:pPr>
                <w:r w:rsidRPr="0081482D">
                  <w:rPr>
                    <w:vanish/>
                    <w:color w:val="0000FF"/>
                    <w:szCs w:val="16"/>
                  </w:rPr>
                  <w:t>2.1</w:t>
                </w:r>
              </w:p>
            </w:tc>
          </w:sdtContent>
        </w:sdt>
        <w:tc>
          <w:tcPr>
            <w:tcW w:w="6487" w:type="dxa"/>
          </w:tcPr>
          <w:p w:rsidR="0081482D" w:rsidRPr="0081482D" w:rsidRDefault="0081482D" w:rsidP="0081482D">
            <w:pPr>
              <w:pStyle w:val="StandardMuster0"/>
              <w:rPr>
                <w:rFonts w:ascii="Univers" w:hAnsi="Univers" w:cs="Univers"/>
                <w:color w:val="000000"/>
                <w:szCs w:val="16"/>
              </w:rPr>
            </w:pPr>
            <w:r w:rsidRPr="0081482D">
              <w:rPr>
                <w:rFonts w:ascii="Univers" w:hAnsi="Univers" w:cs="Univers"/>
                <w:color w:val="000000"/>
                <w:szCs w:val="16"/>
              </w:rPr>
              <w:t xml:space="preserve">Auflistung aller Technischen Anlagen </w:t>
            </w:r>
          </w:p>
        </w:tc>
        <w:tc>
          <w:tcPr>
            <w:tcW w:w="1786" w:type="dxa"/>
          </w:tcPr>
          <w:p w:rsidR="0081482D" w:rsidRPr="0081482D" w:rsidRDefault="00907963" w:rsidP="00B7287C">
            <w:pPr>
              <w:pStyle w:val="StandardMuster0"/>
              <w:jc w:val="center"/>
              <w:rPr>
                <w:rFonts w:ascii="Univers" w:hAnsi="Univers" w:cs="Univers"/>
                <w:szCs w:val="16"/>
              </w:rPr>
            </w:pPr>
            <w:sdt>
              <w:sdtPr>
                <w:id w:val="-2037884392"/>
                <w:lock w:val="sdtLocked"/>
                <w:placeholder>
                  <w:docPart w:val="901D411DC109480EA691312CA6145C82"/>
                </w:placeholder>
                <w:showingPlcHdr/>
                <w:date w:fullDate="2015-03-20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F029D6">
                  <w:rPr>
                    <w:vanish/>
                    <w:color w:val="0000FF"/>
                    <w:szCs w:val="16"/>
                  </w:rPr>
                  <w:t>(Datum)</w:t>
                </w:r>
              </w:sdtContent>
            </w:sdt>
          </w:p>
        </w:tc>
      </w:tr>
      <w:tr w:rsidR="0081482D" w:rsidRPr="0081482D" w:rsidTr="0037093D">
        <w:sdt>
          <w:sdtPr>
            <w:id w:val="-639263184"/>
            <w14:checkbox>
              <w14:checked w14:val="1"/>
              <w14:checkedState w14:val="25CB" w14:font="DejaVu Serif"/>
              <w14:uncheckedState w14:val="25CF" w14:font="DejaVu Serif"/>
            </w14:checkbox>
          </w:sdtPr>
          <w:sdtEndPr/>
          <w:sdtContent>
            <w:tc>
              <w:tcPr>
                <w:tcW w:w="496" w:type="dxa"/>
              </w:tcPr>
              <w:p w:rsidR="0081482D" w:rsidRDefault="004101FE" w:rsidP="0081482D">
                <w:pPr>
                  <w:pStyle w:val="StandardMuster0"/>
                </w:pPr>
                <w:r>
                  <w:rPr>
                    <w:rFonts w:ascii="DejaVu Serif" w:hAnsi="DejaVu Serif"/>
                  </w:rPr>
                  <w:t>○</w:t>
                </w:r>
              </w:p>
            </w:tc>
          </w:sdtContent>
        </w:sdt>
        <w:sdt>
          <w:sdtPr>
            <w:rPr>
              <w:rFonts w:ascii="Univers" w:hAnsi="Univers" w:cs="Univers"/>
              <w:color w:val="000000"/>
              <w:szCs w:val="16"/>
            </w:rPr>
            <w:id w:val="627208391"/>
            <w:lock w:val="sdtLocked"/>
            <w:placeholder>
              <w:docPart w:val="0E75BE1734C84BC3920BDAEDD1DB8D1A"/>
            </w:placeholder>
            <w:showingPlcHdr/>
            <w:comboBox>
              <w:listItem w:displayText="2.1" w:value="2.1"/>
              <w:listItem w:displayText="2.2" w:value="2.2"/>
              <w:listItem w:displayText="2.3" w:value="2.3"/>
              <w:listItem w:displayText="2.4" w:value="2.4"/>
              <w:listItem w:displayText="2.5" w:value="2.5"/>
              <w:listItem w:displayText="2.6" w:value="2.6"/>
              <w:listItem w:displayText="2.7" w:value="2.7"/>
              <w:listItem w:displayText="2.8" w:value="2.8"/>
              <w:listItem w:displayText="2.9" w:value="2.9"/>
              <w:listItem w:displayText="2.10" w:value="2.10"/>
            </w:comboBox>
          </w:sdtPr>
          <w:sdtEndPr/>
          <w:sdtContent>
            <w:tc>
              <w:tcPr>
                <w:tcW w:w="496" w:type="dxa"/>
              </w:tcPr>
              <w:p w:rsidR="0081482D" w:rsidRPr="0081482D" w:rsidRDefault="001E1F49" w:rsidP="0081482D">
                <w:pPr>
                  <w:pStyle w:val="StandardMuster0"/>
                  <w:rPr>
                    <w:rFonts w:ascii="Univers" w:hAnsi="Univers" w:cs="Univers"/>
                    <w:color w:val="000000"/>
                    <w:szCs w:val="16"/>
                  </w:rPr>
                </w:pPr>
                <w:r w:rsidRPr="0081482D">
                  <w:rPr>
                    <w:vanish/>
                    <w:color w:val="0000FF"/>
                    <w:szCs w:val="16"/>
                  </w:rPr>
                  <w:t>2.1</w:t>
                </w:r>
              </w:p>
            </w:tc>
          </w:sdtContent>
        </w:sdt>
        <w:tc>
          <w:tcPr>
            <w:tcW w:w="6487" w:type="dxa"/>
          </w:tcPr>
          <w:p w:rsidR="0081482D" w:rsidRPr="0081482D" w:rsidRDefault="0081482D" w:rsidP="0081482D">
            <w:pPr>
              <w:pStyle w:val="StandardMuster0"/>
              <w:rPr>
                <w:rFonts w:ascii="Univers" w:hAnsi="Univers" w:cs="Univers"/>
                <w:color w:val="000000"/>
                <w:szCs w:val="16"/>
              </w:rPr>
            </w:pPr>
            <w:r w:rsidRPr="0081482D">
              <w:rPr>
                <w:rFonts w:ascii="Univers" w:hAnsi="Univers" w:cs="Univers"/>
                <w:color w:val="000000"/>
                <w:szCs w:val="16"/>
              </w:rPr>
              <w:t>Prüfbücher mit Abnahme- und Inbetriebnahme-Testdaten</w:t>
            </w:r>
          </w:p>
        </w:tc>
        <w:tc>
          <w:tcPr>
            <w:tcW w:w="1786" w:type="dxa"/>
          </w:tcPr>
          <w:p w:rsidR="0081482D" w:rsidRPr="0081482D" w:rsidRDefault="00907963" w:rsidP="00B7287C">
            <w:pPr>
              <w:pStyle w:val="StandardMuster0"/>
              <w:jc w:val="center"/>
              <w:rPr>
                <w:rFonts w:ascii="Univers" w:hAnsi="Univers" w:cs="Univers"/>
                <w:szCs w:val="16"/>
              </w:rPr>
            </w:pPr>
            <w:sdt>
              <w:sdtPr>
                <w:id w:val="-1467116946"/>
                <w:lock w:val="sdtLocked"/>
                <w:placeholder>
                  <w:docPart w:val="77FF38D0559648D5B6EC58014C81AA09"/>
                </w:placeholder>
                <w:showingPlcHdr/>
                <w:date w:fullDate="2015-03-20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F029D6">
                  <w:rPr>
                    <w:vanish/>
                    <w:color w:val="0000FF"/>
                    <w:szCs w:val="16"/>
                  </w:rPr>
                  <w:t>(Datum)</w:t>
                </w:r>
              </w:sdtContent>
            </w:sdt>
          </w:p>
        </w:tc>
      </w:tr>
      <w:tr w:rsidR="0081482D" w:rsidRPr="0081482D" w:rsidTr="0037093D">
        <w:sdt>
          <w:sdtPr>
            <w:id w:val="-614754130"/>
            <w14:checkbox>
              <w14:checked w14:val="0"/>
              <w14:checkedState w14:val="25CF" w14:font="DejaVu Serif"/>
              <w14:uncheckedState w14:val="25CB" w14:font="DejaVu Serif"/>
            </w14:checkbox>
          </w:sdtPr>
          <w:sdtEndPr/>
          <w:sdtContent>
            <w:tc>
              <w:tcPr>
                <w:tcW w:w="496" w:type="dxa"/>
              </w:tcPr>
              <w:p w:rsidR="0081482D" w:rsidRDefault="004101FE" w:rsidP="0081482D">
                <w:pPr>
                  <w:pStyle w:val="StandardMuster0"/>
                </w:pPr>
                <w:r>
                  <w:rPr>
                    <w:rFonts w:ascii="DejaVu Serif" w:hAnsi="DejaVu Serif"/>
                  </w:rPr>
                  <w:t>○</w:t>
                </w:r>
              </w:p>
            </w:tc>
          </w:sdtContent>
        </w:sdt>
        <w:sdt>
          <w:sdtPr>
            <w:rPr>
              <w:rFonts w:ascii="Univers" w:hAnsi="Univers" w:cs="Univers"/>
              <w:color w:val="000000"/>
              <w:szCs w:val="16"/>
            </w:rPr>
            <w:id w:val="-655694854"/>
            <w:lock w:val="sdtLocked"/>
            <w:placeholder>
              <w:docPart w:val="60513D6226AD4C4F8971305ED67A66D6"/>
            </w:placeholder>
            <w:showingPlcHdr/>
            <w:comboBox>
              <w:listItem w:displayText="2.1" w:value="2.1"/>
              <w:listItem w:displayText="2.2" w:value="2.2"/>
              <w:listItem w:displayText="2.3" w:value="2.3"/>
              <w:listItem w:displayText="2.4" w:value="2.4"/>
              <w:listItem w:displayText="2.5" w:value="2.5"/>
              <w:listItem w:displayText="2.6" w:value="2.6"/>
              <w:listItem w:displayText="2.7" w:value="2.7"/>
              <w:listItem w:displayText="2.8" w:value="2.8"/>
              <w:listItem w:displayText="2.9" w:value="2.9"/>
              <w:listItem w:displayText="2.10" w:value="2.10"/>
            </w:comboBox>
          </w:sdtPr>
          <w:sdtEndPr/>
          <w:sdtContent>
            <w:tc>
              <w:tcPr>
                <w:tcW w:w="496" w:type="dxa"/>
              </w:tcPr>
              <w:p w:rsidR="0081482D" w:rsidRPr="0081482D" w:rsidRDefault="001E1F49" w:rsidP="0081482D">
                <w:pPr>
                  <w:pStyle w:val="StandardMuster0"/>
                  <w:rPr>
                    <w:rFonts w:ascii="Univers" w:hAnsi="Univers" w:cs="Univers"/>
                    <w:color w:val="000000"/>
                    <w:szCs w:val="16"/>
                  </w:rPr>
                </w:pPr>
                <w:r w:rsidRPr="0081482D">
                  <w:rPr>
                    <w:vanish/>
                    <w:color w:val="0000FF"/>
                    <w:szCs w:val="16"/>
                  </w:rPr>
                  <w:t>2.1</w:t>
                </w:r>
              </w:p>
            </w:tc>
          </w:sdtContent>
        </w:sdt>
        <w:tc>
          <w:tcPr>
            <w:tcW w:w="6487" w:type="dxa"/>
          </w:tcPr>
          <w:p w:rsidR="0081482D" w:rsidRPr="0081482D" w:rsidRDefault="0081482D" w:rsidP="0081482D">
            <w:pPr>
              <w:pStyle w:val="StandardMuster0"/>
              <w:rPr>
                <w:rFonts w:ascii="Univers" w:hAnsi="Univers" w:cs="Univers"/>
                <w:color w:val="000000"/>
                <w:szCs w:val="16"/>
              </w:rPr>
            </w:pPr>
            <w:r w:rsidRPr="0081482D">
              <w:rPr>
                <w:rFonts w:ascii="Univers" w:hAnsi="Univers" w:cs="Univers"/>
                <w:color w:val="000000"/>
                <w:szCs w:val="16"/>
              </w:rPr>
              <w:t>Betriebsanweisungen, Bedienungs- u. Instandhaltungsanleitungen der Hersteller</w:t>
            </w:r>
          </w:p>
        </w:tc>
        <w:tc>
          <w:tcPr>
            <w:tcW w:w="1786" w:type="dxa"/>
          </w:tcPr>
          <w:p w:rsidR="0081482D" w:rsidRPr="0081482D" w:rsidRDefault="00907963" w:rsidP="00B7287C">
            <w:pPr>
              <w:pStyle w:val="StandardMuster0"/>
              <w:jc w:val="center"/>
              <w:rPr>
                <w:rFonts w:ascii="Univers" w:hAnsi="Univers" w:cs="Univers"/>
                <w:szCs w:val="16"/>
              </w:rPr>
            </w:pPr>
            <w:sdt>
              <w:sdtPr>
                <w:id w:val="-1518455593"/>
                <w:lock w:val="sdtLocked"/>
                <w:placeholder>
                  <w:docPart w:val="B837A2D0129841A1975ED26058E57371"/>
                </w:placeholder>
                <w:showingPlcHdr/>
                <w:date w:fullDate="2015-03-20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F029D6">
                  <w:rPr>
                    <w:vanish/>
                    <w:color w:val="0000FF"/>
                    <w:szCs w:val="16"/>
                  </w:rPr>
                  <w:t>(Datum)</w:t>
                </w:r>
              </w:sdtContent>
            </w:sdt>
          </w:p>
        </w:tc>
      </w:tr>
      <w:tr w:rsidR="0081482D" w:rsidRPr="0081482D" w:rsidTr="0037093D">
        <w:sdt>
          <w:sdtPr>
            <w:id w:val="1208759825"/>
            <w14:checkbox>
              <w14:checked w14:val="0"/>
              <w14:checkedState w14:val="25CF" w14:font="DejaVu Serif"/>
              <w14:uncheckedState w14:val="25CB" w14:font="DejaVu Serif"/>
            </w14:checkbox>
          </w:sdtPr>
          <w:sdtEndPr/>
          <w:sdtContent>
            <w:tc>
              <w:tcPr>
                <w:tcW w:w="496" w:type="dxa"/>
              </w:tcPr>
              <w:p w:rsidR="0081482D" w:rsidRDefault="004101FE" w:rsidP="0081482D">
                <w:pPr>
                  <w:pStyle w:val="StandardMuster0"/>
                </w:pPr>
                <w:r>
                  <w:rPr>
                    <w:rFonts w:ascii="DejaVu Serif" w:hAnsi="DejaVu Serif"/>
                  </w:rPr>
                  <w:t>○</w:t>
                </w:r>
              </w:p>
            </w:tc>
          </w:sdtContent>
        </w:sdt>
        <w:sdt>
          <w:sdtPr>
            <w:rPr>
              <w:rFonts w:ascii="Univers" w:hAnsi="Univers" w:cs="Univers"/>
              <w:color w:val="000000"/>
              <w:szCs w:val="16"/>
            </w:rPr>
            <w:id w:val="730738495"/>
            <w:lock w:val="sdtLocked"/>
            <w:placeholder>
              <w:docPart w:val="F3C25978E9244229A7EAD2A3A4D978F8"/>
            </w:placeholder>
            <w:showingPlcHdr/>
            <w:comboBox>
              <w:listItem w:displayText="2.1" w:value="2.1"/>
              <w:listItem w:displayText="2.2" w:value="2.2"/>
              <w:listItem w:displayText="2.3" w:value="2.3"/>
              <w:listItem w:displayText="2.4" w:value="2.4"/>
              <w:listItem w:displayText="2.5" w:value="2.5"/>
              <w:listItem w:displayText="2.6" w:value="2.6"/>
              <w:listItem w:displayText="2.7" w:value="2.7"/>
              <w:listItem w:displayText="2.8" w:value="2.8"/>
              <w:listItem w:displayText="2.9" w:value="2.9"/>
              <w:listItem w:displayText="2.10" w:value="2.10"/>
            </w:comboBox>
          </w:sdtPr>
          <w:sdtEndPr/>
          <w:sdtContent>
            <w:tc>
              <w:tcPr>
                <w:tcW w:w="496" w:type="dxa"/>
              </w:tcPr>
              <w:p w:rsidR="0081482D" w:rsidRPr="0081482D" w:rsidRDefault="001E1F49" w:rsidP="0081482D">
                <w:pPr>
                  <w:pStyle w:val="StandardMuster0"/>
                  <w:rPr>
                    <w:rFonts w:ascii="Univers" w:hAnsi="Univers" w:cs="Univers"/>
                    <w:color w:val="000000"/>
                    <w:szCs w:val="16"/>
                  </w:rPr>
                </w:pPr>
                <w:r w:rsidRPr="0081482D">
                  <w:rPr>
                    <w:vanish/>
                    <w:color w:val="0000FF"/>
                    <w:szCs w:val="16"/>
                  </w:rPr>
                  <w:t>2.1</w:t>
                </w:r>
              </w:p>
            </w:tc>
          </w:sdtContent>
        </w:sdt>
        <w:tc>
          <w:tcPr>
            <w:tcW w:w="6487" w:type="dxa"/>
          </w:tcPr>
          <w:p w:rsidR="0081482D" w:rsidRPr="0081482D" w:rsidRDefault="0081482D" w:rsidP="0081482D">
            <w:pPr>
              <w:pStyle w:val="StandardMuster0"/>
              <w:rPr>
                <w:rFonts w:ascii="Univers" w:hAnsi="Univers" w:cs="Univers"/>
                <w:color w:val="000000"/>
                <w:szCs w:val="16"/>
              </w:rPr>
            </w:pPr>
            <w:r w:rsidRPr="0081482D">
              <w:rPr>
                <w:rFonts w:ascii="Univers" w:hAnsi="Univers" w:cs="Univers"/>
                <w:color w:val="000000"/>
                <w:szCs w:val="16"/>
              </w:rPr>
              <w:t xml:space="preserve">Liste der Anlagen, die einer Überwachungspflicht auf Grund öffentlich-rechtlicher Vorschriften unterliegen, einschließlich der vorgesehenen Prüftermine </w:t>
            </w:r>
          </w:p>
        </w:tc>
        <w:tc>
          <w:tcPr>
            <w:tcW w:w="1786" w:type="dxa"/>
          </w:tcPr>
          <w:p w:rsidR="0081482D" w:rsidRPr="0081482D" w:rsidRDefault="00907963" w:rsidP="00B7287C">
            <w:pPr>
              <w:pStyle w:val="StandardMuster0"/>
              <w:jc w:val="center"/>
              <w:rPr>
                <w:rFonts w:ascii="Univers" w:hAnsi="Univers" w:cs="Univers"/>
                <w:szCs w:val="16"/>
              </w:rPr>
            </w:pPr>
            <w:sdt>
              <w:sdtPr>
                <w:id w:val="-453334493"/>
                <w:lock w:val="sdtLocked"/>
                <w:placeholder>
                  <w:docPart w:val="08C63289FB2A4140B5512293D1367131"/>
                </w:placeholder>
                <w:showingPlcHdr/>
                <w:date w:fullDate="2015-03-20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F029D6">
                  <w:rPr>
                    <w:vanish/>
                    <w:color w:val="0000FF"/>
                    <w:szCs w:val="16"/>
                  </w:rPr>
                  <w:t>(Datum)</w:t>
                </w:r>
              </w:sdtContent>
            </w:sdt>
          </w:p>
        </w:tc>
      </w:tr>
      <w:tr w:rsidR="0081482D" w:rsidRPr="0081482D" w:rsidTr="0037093D">
        <w:sdt>
          <w:sdtPr>
            <w:id w:val="-767921027"/>
            <w14:checkbox>
              <w14:checked w14:val="0"/>
              <w14:checkedState w14:val="25CF" w14:font="DejaVu Serif"/>
              <w14:uncheckedState w14:val="25CB" w14:font="DejaVu Serif"/>
            </w14:checkbox>
          </w:sdtPr>
          <w:sdtEndPr/>
          <w:sdtContent>
            <w:tc>
              <w:tcPr>
                <w:tcW w:w="496" w:type="dxa"/>
              </w:tcPr>
              <w:p w:rsidR="0081482D" w:rsidRDefault="004101FE" w:rsidP="0081482D">
                <w:pPr>
                  <w:pStyle w:val="StandardMuster0"/>
                </w:pPr>
                <w:r>
                  <w:rPr>
                    <w:rFonts w:ascii="DejaVu Serif" w:hAnsi="DejaVu Serif"/>
                  </w:rPr>
                  <w:t>○</w:t>
                </w:r>
              </w:p>
            </w:tc>
          </w:sdtContent>
        </w:sdt>
        <w:sdt>
          <w:sdtPr>
            <w:rPr>
              <w:rFonts w:ascii="Univers" w:hAnsi="Univers" w:cs="Univers"/>
              <w:color w:val="000000"/>
              <w:szCs w:val="16"/>
            </w:rPr>
            <w:id w:val="-705567885"/>
            <w:lock w:val="sdtLocked"/>
            <w:placeholder>
              <w:docPart w:val="01B09FF067B64DE7A2926D930F9B0D94"/>
            </w:placeholder>
            <w:showingPlcHdr/>
            <w:comboBox>
              <w:listItem w:displayText="2.1" w:value="2.1"/>
              <w:listItem w:displayText="2.2" w:value="2.2"/>
              <w:listItem w:displayText="2.3" w:value="2.3"/>
              <w:listItem w:displayText="2.4" w:value="2.4"/>
              <w:listItem w:displayText="2.5" w:value="2.5"/>
              <w:listItem w:displayText="2.6" w:value="2.6"/>
              <w:listItem w:displayText="2.7" w:value="2.7"/>
              <w:listItem w:displayText="2.8" w:value="2.8"/>
              <w:listItem w:displayText="2.9" w:value="2.9"/>
              <w:listItem w:displayText="2.10" w:value="2.10"/>
            </w:comboBox>
          </w:sdtPr>
          <w:sdtEndPr/>
          <w:sdtContent>
            <w:tc>
              <w:tcPr>
                <w:tcW w:w="496" w:type="dxa"/>
              </w:tcPr>
              <w:p w:rsidR="0081482D" w:rsidRPr="0081482D" w:rsidRDefault="001E1F49" w:rsidP="0081482D">
                <w:pPr>
                  <w:pStyle w:val="StandardMuster0"/>
                  <w:rPr>
                    <w:rFonts w:ascii="Univers" w:hAnsi="Univers" w:cs="Univers"/>
                    <w:color w:val="000000"/>
                    <w:szCs w:val="16"/>
                  </w:rPr>
                </w:pPr>
                <w:r w:rsidRPr="0081482D">
                  <w:rPr>
                    <w:vanish/>
                    <w:color w:val="0000FF"/>
                    <w:szCs w:val="16"/>
                  </w:rPr>
                  <w:t>2.1</w:t>
                </w:r>
              </w:p>
            </w:tc>
          </w:sdtContent>
        </w:sdt>
        <w:tc>
          <w:tcPr>
            <w:tcW w:w="6487" w:type="dxa"/>
          </w:tcPr>
          <w:p w:rsidR="0081482D" w:rsidRPr="0081482D" w:rsidRDefault="0081482D" w:rsidP="0081482D">
            <w:pPr>
              <w:pStyle w:val="StandardMuster0"/>
              <w:rPr>
                <w:rFonts w:ascii="Univers" w:hAnsi="Univers" w:cs="Univers"/>
                <w:color w:val="000000"/>
                <w:szCs w:val="16"/>
              </w:rPr>
            </w:pPr>
            <w:r w:rsidRPr="0081482D">
              <w:rPr>
                <w:rFonts w:ascii="Univers" w:hAnsi="Univers" w:cs="Univers"/>
                <w:color w:val="000000"/>
                <w:szCs w:val="16"/>
              </w:rPr>
              <w:t>Anlagen- und Funktionsbeschreibungen</w:t>
            </w:r>
          </w:p>
        </w:tc>
        <w:tc>
          <w:tcPr>
            <w:tcW w:w="1786" w:type="dxa"/>
          </w:tcPr>
          <w:p w:rsidR="0081482D" w:rsidRPr="0081482D" w:rsidRDefault="00907963" w:rsidP="00B7287C">
            <w:pPr>
              <w:pStyle w:val="StandardMuster0"/>
              <w:jc w:val="center"/>
              <w:rPr>
                <w:rFonts w:ascii="Univers" w:hAnsi="Univers" w:cs="Univers"/>
                <w:szCs w:val="16"/>
              </w:rPr>
            </w:pPr>
            <w:sdt>
              <w:sdtPr>
                <w:id w:val="2015573365"/>
                <w:lock w:val="sdtLocked"/>
                <w:placeholder>
                  <w:docPart w:val="12DE537AAC97495099ED7212E18BF229"/>
                </w:placeholder>
                <w:showingPlcHdr/>
                <w:date w:fullDate="2015-03-20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F029D6">
                  <w:rPr>
                    <w:vanish/>
                    <w:color w:val="0000FF"/>
                    <w:szCs w:val="16"/>
                  </w:rPr>
                  <w:t>(Datum)</w:t>
                </w:r>
              </w:sdtContent>
            </w:sdt>
          </w:p>
        </w:tc>
      </w:tr>
      <w:tr w:rsidR="0081482D" w:rsidRPr="0081482D" w:rsidTr="0037093D">
        <w:sdt>
          <w:sdtPr>
            <w:id w:val="1491752878"/>
            <w14:checkbox>
              <w14:checked w14:val="0"/>
              <w14:checkedState w14:val="25CF" w14:font="DejaVu Serif"/>
              <w14:uncheckedState w14:val="25CB" w14:font="DejaVu Serif"/>
            </w14:checkbox>
          </w:sdtPr>
          <w:sdtEndPr/>
          <w:sdtContent>
            <w:tc>
              <w:tcPr>
                <w:tcW w:w="496" w:type="dxa"/>
              </w:tcPr>
              <w:p w:rsidR="0081482D" w:rsidRDefault="004101FE" w:rsidP="0081482D">
                <w:pPr>
                  <w:pStyle w:val="StandardMuster0"/>
                </w:pPr>
                <w:r>
                  <w:rPr>
                    <w:rFonts w:ascii="DejaVu Serif" w:hAnsi="DejaVu Serif"/>
                  </w:rPr>
                  <w:t>○</w:t>
                </w:r>
              </w:p>
            </w:tc>
          </w:sdtContent>
        </w:sdt>
        <w:sdt>
          <w:sdtPr>
            <w:rPr>
              <w:rFonts w:ascii="Univers" w:hAnsi="Univers" w:cs="Univers"/>
              <w:color w:val="000000"/>
              <w:szCs w:val="16"/>
            </w:rPr>
            <w:id w:val="-1702855531"/>
            <w:lock w:val="sdtLocked"/>
            <w:placeholder>
              <w:docPart w:val="9C4394A2EA234F229488A74E8EED640A"/>
            </w:placeholder>
            <w:showingPlcHdr/>
            <w:comboBox>
              <w:listItem w:displayText="2.1" w:value="2.1"/>
              <w:listItem w:displayText="2.2" w:value="2.2"/>
              <w:listItem w:displayText="2.3" w:value="2.3"/>
              <w:listItem w:displayText="2.4" w:value="2.4"/>
              <w:listItem w:displayText="2.5" w:value="2.5"/>
              <w:listItem w:displayText="2.6" w:value="2.6"/>
              <w:listItem w:displayText="2.7" w:value="2.7"/>
              <w:listItem w:displayText="2.8" w:value="2.8"/>
              <w:listItem w:displayText="2.9" w:value="2.9"/>
              <w:listItem w:displayText="2.10" w:value="2.10"/>
            </w:comboBox>
          </w:sdtPr>
          <w:sdtEndPr/>
          <w:sdtContent>
            <w:tc>
              <w:tcPr>
                <w:tcW w:w="496" w:type="dxa"/>
              </w:tcPr>
              <w:p w:rsidR="0081482D" w:rsidRPr="0081482D" w:rsidRDefault="001E1F49" w:rsidP="0081482D">
                <w:pPr>
                  <w:pStyle w:val="StandardMuster0"/>
                  <w:rPr>
                    <w:rFonts w:ascii="Univers" w:hAnsi="Univers" w:cs="Univers"/>
                    <w:color w:val="000000"/>
                    <w:szCs w:val="16"/>
                  </w:rPr>
                </w:pPr>
                <w:r w:rsidRPr="0081482D">
                  <w:rPr>
                    <w:vanish/>
                    <w:color w:val="0000FF"/>
                    <w:szCs w:val="16"/>
                  </w:rPr>
                  <w:t>2.1</w:t>
                </w:r>
              </w:p>
            </w:tc>
          </w:sdtContent>
        </w:sdt>
        <w:tc>
          <w:tcPr>
            <w:tcW w:w="6487" w:type="dxa"/>
          </w:tcPr>
          <w:p w:rsidR="0081482D" w:rsidRPr="0081482D" w:rsidRDefault="0081482D" w:rsidP="0081482D">
            <w:pPr>
              <w:pStyle w:val="StandardMuster0"/>
              <w:rPr>
                <w:rFonts w:ascii="Univers" w:hAnsi="Univers" w:cs="Univers"/>
                <w:color w:val="000000"/>
                <w:szCs w:val="16"/>
              </w:rPr>
            </w:pPr>
            <w:r w:rsidRPr="0081482D">
              <w:rPr>
                <w:szCs w:val="16"/>
              </w:rPr>
              <w:t>Fristenpläne für Wartungs- und Instandhaltungsarbeiten</w:t>
            </w:r>
          </w:p>
        </w:tc>
        <w:tc>
          <w:tcPr>
            <w:tcW w:w="1786" w:type="dxa"/>
          </w:tcPr>
          <w:p w:rsidR="0081482D" w:rsidRPr="0081482D" w:rsidRDefault="00907963" w:rsidP="00B7287C">
            <w:pPr>
              <w:pStyle w:val="StandardMuster0"/>
              <w:jc w:val="center"/>
              <w:rPr>
                <w:rFonts w:ascii="Univers" w:hAnsi="Univers" w:cs="Univers"/>
                <w:szCs w:val="16"/>
              </w:rPr>
            </w:pPr>
            <w:sdt>
              <w:sdtPr>
                <w:id w:val="-1062402643"/>
                <w:lock w:val="sdtLocked"/>
                <w:placeholder>
                  <w:docPart w:val="D0E399E5C18549C0B4A81CC0C36CB510"/>
                </w:placeholder>
                <w:showingPlcHdr/>
                <w:date w:fullDate="2015-03-20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F029D6">
                  <w:rPr>
                    <w:vanish/>
                    <w:color w:val="0000FF"/>
                    <w:szCs w:val="16"/>
                  </w:rPr>
                  <w:t>(Datum)</w:t>
                </w:r>
              </w:sdtContent>
            </w:sdt>
          </w:p>
        </w:tc>
      </w:tr>
      <w:tr w:rsidR="0081482D" w:rsidRPr="0081482D" w:rsidTr="0037093D">
        <w:sdt>
          <w:sdtPr>
            <w:id w:val="239223052"/>
            <w14:checkbox>
              <w14:checked w14:val="0"/>
              <w14:checkedState w14:val="25CF" w14:font="DejaVu Serif"/>
              <w14:uncheckedState w14:val="25CB" w14:font="DejaVu Serif"/>
            </w14:checkbox>
          </w:sdtPr>
          <w:sdtEndPr/>
          <w:sdtContent>
            <w:tc>
              <w:tcPr>
                <w:tcW w:w="496" w:type="dxa"/>
              </w:tcPr>
              <w:p w:rsidR="0081482D" w:rsidRDefault="004101FE" w:rsidP="0081482D">
                <w:pPr>
                  <w:pStyle w:val="StandardMuster0"/>
                </w:pPr>
                <w:r>
                  <w:rPr>
                    <w:rFonts w:ascii="DejaVu Serif" w:hAnsi="DejaVu Serif"/>
                  </w:rPr>
                  <w:t>○</w:t>
                </w:r>
              </w:p>
            </w:tc>
          </w:sdtContent>
        </w:sdt>
        <w:sdt>
          <w:sdtPr>
            <w:rPr>
              <w:rFonts w:ascii="Univers" w:hAnsi="Univers" w:cs="Univers"/>
              <w:color w:val="000000"/>
              <w:szCs w:val="16"/>
            </w:rPr>
            <w:id w:val="287713247"/>
            <w:lock w:val="sdtLocked"/>
            <w:placeholder>
              <w:docPart w:val="65AC9CF322BC43A589BC5897212FD9D3"/>
            </w:placeholder>
            <w:showingPlcHdr/>
            <w:comboBox>
              <w:listItem w:displayText="2.1" w:value="2.1"/>
              <w:listItem w:displayText="2.2" w:value="2.2"/>
              <w:listItem w:displayText="2.3" w:value="2.3"/>
              <w:listItem w:displayText="2.4" w:value="2.4"/>
              <w:listItem w:displayText="2.5" w:value="2.5"/>
              <w:listItem w:displayText="2.6" w:value="2.6"/>
              <w:listItem w:displayText="2.7" w:value="2.7"/>
              <w:listItem w:displayText="2.8" w:value="2.8"/>
              <w:listItem w:displayText="2.9" w:value="2.9"/>
              <w:listItem w:displayText="2.10" w:value="2.10"/>
            </w:comboBox>
          </w:sdtPr>
          <w:sdtEndPr/>
          <w:sdtContent>
            <w:tc>
              <w:tcPr>
                <w:tcW w:w="496" w:type="dxa"/>
              </w:tcPr>
              <w:p w:rsidR="0081482D" w:rsidRPr="0081482D" w:rsidRDefault="001E1F49" w:rsidP="0081482D">
                <w:pPr>
                  <w:pStyle w:val="StandardMuster0"/>
                  <w:rPr>
                    <w:rFonts w:ascii="Univers" w:hAnsi="Univers" w:cs="Univers"/>
                    <w:color w:val="000000"/>
                    <w:szCs w:val="16"/>
                  </w:rPr>
                </w:pPr>
                <w:r w:rsidRPr="0081482D">
                  <w:rPr>
                    <w:vanish/>
                    <w:color w:val="0000FF"/>
                    <w:szCs w:val="16"/>
                  </w:rPr>
                  <w:t>2.1</w:t>
                </w:r>
              </w:p>
            </w:tc>
          </w:sdtContent>
        </w:sdt>
        <w:tc>
          <w:tcPr>
            <w:tcW w:w="6487" w:type="dxa"/>
          </w:tcPr>
          <w:p w:rsidR="0081482D" w:rsidRPr="0081482D" w:rsidRDefault="0081482D" w:rsidP="0081482D">
            <w:pPr>
              <w:pStyle w:val="StandardMuster0"/>
              <w:rPr>
                <w:rFonts w:ascii="Univers" w:hAnsi="Univers" w:cs="Univers"/>
                <w:color w:val="000000"/>
                <w:szCs w:val="16"/>
              </w:rPr>
            </w:pPr>
            <w:r w:rsidRPr="0081482D">
              <w:rPr>
                <w:rFonts w:ascii="Univers" w:hAnsi="Univers" w:cs="Univers"/>
                <w:color w:val="000000"/>
                <w:szCs w:val="16"/>
              </w:rPr>
              <w:t>Zusammenstellung von Vorschriften für Arbeitsschutz und Unfallverhütung</w:t>
            </w:r>
          </w:p>
        </w:tc>
        <w:tc>
          <w:tcPr>
            <w:tcW w:w="1786" w:type="dxa"/>
          </w:tcPr>
          <w:p w:rsidR="0081482D" w:rsidRPr="0081482D" w:rsidRDefault="00907963" w:rsidP="00B7287C">
            <w:pPr>
              <w:pStyle w:val="StandardMuster0"/>
              <w:jc w:val="center"/>
              <w:rPr>
                <w:rFonts w:ascii="Univers" w:hAnsi="Univers" w:cs="Univers"/>
                <w:szCs w:val="16"/>
              </w:rPr>
            </w:pPr>
            <w:sdt>
              <w:sdtPr>
                <w:id w:val="-1756347863"/>
                <w:lock w:val="sdtLocked"/>
                <w:placeholder>
                  <w:docPart w:val="D31CBEB2A5E6400188DC8B6730BBE4F6"/>
                </w:placeholder>
                <w:showingPlcHdr/>
                <w:date w:fullDate="2015-03-20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F029D6">
                  <w:rPr>
                    <w:vanish/>
                    <w:color w:val="0000FF"/>
                    <w:szCs w:val="16"/>
                  </w:rPr>
                  <w:t>(Datum)</w:t>
                </w:r>
              </w:sdtContent>
            </w:sdt>
          </w:p>
        </w:tc>
      </w:tr>
      <w:tr w:rsidR="0081482D" w:rsidRPr="0081482D" w:rsidTr="0037093D">
        <w:sdt>
          <w:sdtPr>
            <w:id w:val="-1940518117"/>
            <w14:checkbox>
              <w14:checked w14:val="0"/>
              <w14:checkedState w14:val="25CF" w14:font="DejaVu Serif"/>
              <w14:uncheckedState w14:val="25CB" w14:font="DejaVu Serif"/>
            </w14:checkbox>
          </w:sdtPr>
          <w:sdtEndPr/>
          <w:sdtContent>
            <w:tc>
              <w:tcPr>
                <w:tcW w:w="496" w:type="dxa"/>
              </w:tcPr>
              <w:p w:rsidR="0081482D" w:rsidRDefault="004101FE" w:rsidP="0081482D">
                <w:pPr>
                  <w:pStyle w:val="StandardMuster0"/>
                </w:pPr>
                <w:r>
                  <w:rPr>
                    <w:rFonts w:ascii="DejaVu Serif" w:hAnsi="DejaVu Serif"/>
                  </w:rPr>
                  <w:t>○</w:t>
                </w:r>
              </w:p>
            </w:tc>
          </w:sdtContent>
        </w:sdt>
        <w:sdt>
          <w:sdtPr>
            <w:rPr>
              <w:rFonts w:ascii="Univers" w:hAnsi="Univers" w:cs="Univers"/>
              <w:color w:val="000000"/>
              <w:szCs w:val="16"/>
            </w:rPr>
            <w:id w:val="-1657376570"/>
            <w:lock w:val="sdtLocked"/>
            <w:placeholder>
              <w:docPart w:val="590A58A5F5434D6C83E679AEAB2C59A9"/>
            </w:placeholder>
            <w:showingPlcHdr/>
            <w:comboBox>
              <w:listItem w:displayText="2.1" w:value="2.1"/>
              <w:listItem w:displayText="2.2" w:value="2.2"/>
              <w:listItem w:displayText="2.3" w:value="2.3"/>
              <w:listItem w:displayText="2.4" w:value="2.4"/>
              <w:listItem w:displayText="2.5" w:value="2.5"/>
              <w:listItem w:displayText="2.6" w:value="2.6"/>
              <w:listItem w:displayText="2.7" w:value="2.7"/>
              <w:listItem w:displayText="2.8" w:value="2.8"/>
              <w:listItem w:displayText="2.9" w:value="2.9"/>
              <w:listItem w:displayText="2.10" w:value="2.10"/>
            </w:comboBox>
          </w:sdtPr>
          <w:sdtEndPr/>
          <w:sdtContent>
            <w:tc>
              <w:tcPr>
                <w:tcW w:w="496" w:type="dxa"/>
              </w:tcPr>
              <w:p w:rsidR="0081482D" w:rsidRPr="0081482D" w:rsidRDefault="001E1F49" w:rsidP="0081482D">
                <w:pPr>
                  <w:pStyle w:val="StandardMuster0"/>
                  <w:rPr>
                    <w:rFonts w:ascii="Univers" w:hAnsi="Univers" w:cs="Univers"/>
                    <w:color w:val="000000"/>
                    <w:szCs w:val="16"/>
                  </w:rPr>
                </w:pPr>
                <w:r w:rsidRPr="0081482D">
                  <w:rPr>
                    <w:vanish/>
                    <w:color w:val="0000FF"/>
                    <w:szCs w:val="16"/>
                  </w:rPr>
                  <w:t>2.1</w:t>
                </w:r>
              </w:p>
            </w:tc>
          </w:sdtContent>
        </w:sdt>
        <w:tc>
          <w:tcPr>
            <w:tcW w:w="6487" w:type="dxa"/>
          </w:tcPr>
          <w:p w:rsidR="0081482D" w:rsidRPr="0081482D" w:rsidRDefault="0081482D" w:rsidP="0081482D">
            <w:pPr>
              <w:pStyle w:val="StandardMuster0"/>
              <w:rPr>
                <w:rFonts w:ascii="Univers" w:hAnsi="Univers" w:cs="Univers"/>
                <w:color w:val="000000"/>
                <w:szCs w:val="16"/>
              </w:rPr>
            </w:pPr>
            <w:r w:rsidRPr="0081482D">
              <w:rPr>
                <w:rFonts w:ascii="Univers" w:hAnsi="Univers" w:cs="Univers"/>
                <w:color w:val="000000"/>
                <w:szCs w:val="16"/>
              </w:rPr>
              <w:t>Aufstellung von Bauteilen, die der Wartung bedürfen</w:t>
            </w:r>
          </w:p>
        </w:tc>
        <w:tc>
          <w:tcPr>
            <w:tcW w:w="1786" w:type="dxa"/>
          </w:tcPr>
          <w:p w:rsidR="0081482D" w:rsidRPr="0081482D" w:rsidRDefault="00907963" w:rsidP="00B7287C">
            <w:pPr>
              <w:pStyle w:val="StandardMuster0"/>
              <w:jc w:val="center"/>
              <w:rPr>
                <w:rFonts w:ascii="Univers" w:hAnsi="Univers" w:cs="Univers"/>
                <w:szCs w:val="16"/>
              </w:rPr>
            </w:pPr>
            <w:sdt>
              <w:sdtPr>
                <w:id w:val="-102501983"/>
                <w:lock w:val="sdtLocked"/>
                <w:placeholder>
                  <w:docPart w:val="23EAEAFB110B49F099F69FDCB985F4D3"/>
                </w:placeholder>
                <w:showingPlcHdr/>
                <w:date w:fullDate="2015-03-20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F029D6">
                  <w:rPr>
                    <w:vanish/>
                    <w:color w:val="0000FF"/>
                    <w:szCs w:val="16"/>
                  </w:rPr>
                  <w:t>(Datum)</w:t>
                </w:r>
              </w:sdtContent>
            </w:sdt>
          </w:p>
        </w:tc>
      </w:tr>
      <w:tr w:rsidR="0081482D" w:rsidRPr="0081482D" w:rsidTr="0037093D">
        <w:sdt>
          <w:sdtPr>
            <w:id w:val="-735089574"/>
            <w14:checkbox>
              <w14:checked w14:val="0"/>
              <w14:checkedState w14:val="25CF" w14:font="DejaVu Serif"/>
              <w14:uncheckedState w14:val="25CB" w14:font="DejaVu Serif"/>
            </w14:checkbox>
          </w:sdtPr>
          <w:sdtEndPr/>
          <w:sdtContent>
            <w:tc>
              <w:tcPr>
                <w:tcW w:w="496" w:type="dxa"/>
              </w:tcPr>
              <w:p w:rsidR="0081482D" w:rsidRDefault="004101FE" w:rsidP="0081482D">
                <w:pPr>
                  <w:pStyle w:val="StandardMuster0"/>
                </w:pPr>
                <w:r>
                  <w:rPr>
                    <w:rFonts w:ascii="DejaVu Serif" w:hAnsi="DejaVu Serif"/>
                  </w:rPr>
                  <w:t>○</w:t>
                </w:r>
              </w:p>
            </w:tc>
          </w:sdtContent>
        </w:sdt>
        <w:sdt>
          <w:sdtPr>
            <w:rPr>
              <w:rFonts w:ascii="Univers" w:hAnsi="Univers" w:cs="Univers"/>
              <w:color w:val="000000"/>
              <w:szCs w:val="16"/>
            </w:rPr>
            <w:id w:val="1298026835"/>
            <w:lock w:val="sdtLocked"/>
            <w:placeholder>
              <w:docPart w:val="57B5CD215156476A941ABC5DF97E83D8"/>
            </w:placeholder>
            <w:showingPlcHdr/>
            <w:comboBox>
              <w:listItem w:displayText="2.1" w:value="2.1"/>
              <w:listItem w:displayText="2.2" w:value="2.2"/>
              <w:listItem w:displayText="2.3" w:value="2.3"/>
              <w:listItem w:displayText="2.4" w:value="2.4"/>
              <w:listItem w:displayText="2.5" w:value="2.5"/>
              <w:listItem w:displayText="2.6" w:value="2.6"/>
              <w:listItem w:displayText="2.7" w:value="2.7"/>
              <w:listItem w:displayText="2.8" w:value="2.8"/>
              <w:listItem w:displayText="2.9" w:value="2.9"/>
              <w:listItem w:displayText="2.10" w:value="2.10"/>
            </w:comboBox>
          </w:sdtPr>
          <w:sdtEndPr/>
          <w:sdtContent>
            <w:tc>
              <w:tcPr>
                <w:tcW w:w="496" w:type="dxa"/>
              </w:tcPr>
              <w:p w:rsidR="0081482D" w:rsidRPr="0081482D" w:rsidRDefault="001E1F49" w:rsidP="0081482D">
                <w:pPr>
                  <w:pStyle w:val="StandardMuster0"/>
                  <w:rPr>
                    <w:rFonts w:ascii="Univers" w:hAnsi="Univers" w:cs="Univers"/>
                    <w:color w:val="000000"/>
                    <w:szCs w:val="16"/>
                  </w:rPr>
                </w:pPr>
                <w:r w:rsidRPr="0081482D">
                  <w:rPr>
                    <w:vanish/>
                    <w:color w:val="0000FF"/>
                    <w:szCs w:val="16"/>
                  </w:rPr>
                  <w:t>2.1</w:t>
                </w:r>
              </w:p>
            </w:tc>
          </w:sdtContent>
        </w:sdt>
        <w:sdt>
          <w:sdtPr>
            <w:rPr>
              <w:szCs w:val="16"/>
            </w:rPr>
            <w:id w:val="1966925708"/>
            <w:lock w:val="sdtLocked"/>
            <w:placeholder>
              <w:docPart w:val="5A36D35EF8214CAAB149887055350A7D"/>
            </w:placeholder>
            <w:showingPlcHdr/>
          </w:sdtPr>
          <w:sdtEndPr/>
          <w:sdtContent>
            <w:tc>
              <w:tcPr>
                <w:tcW w:w="6487" w:type="dxa"/>
              </w:tcPr>
              <w:p w:rsidR="0081482D" w:rsidRPr="0081482D" w:rsidRDefault="00E962E9" w:rsidP="00E962E9">
                <w:pPr>
                  <w:pStyle w:val="StandardMuster0"/>
                  <w:rPr>
                    <w:rFonts w:ascii="Univers" w:hAnsi="Univers" w:cs="Univers"/>
                    <w:color w:val="000000"/>
                    <w:szCs w:val="16"/>
                  </w:rPr>
                </w:pPr>
                <w:r w:rsidRPr="0081482D">
                  <w:rPr>
                    <w:vanish/>
                    <w:color w:val="0000FF"/>
                  </w:rPr>
                  <w:t>(Text)</w:t>
                </w:r>
              </w:p>
            </w:tc>
          </w:sdtContent>
        </w:sdt>
        <w:tc>
          <w:tcPr>
            <w:tcW w:w="1786" w:type="dxa"/>
          </w:tcPr>
          <w:p w:rsidR="0081482D" w:rsidRPr="0081482D" w:rsidRDefault="00907963" w:rsidP="00B7287C">
            <w:pPr>
              <w:pStyle w:val="StandardMuster0"/>
              <w:jc w:val="center"/>
              <w:rPr>
                <w:rFonts w:ascii="Univers" w:hAnsi="Univers" w:cs="Univers"/>
                <w:szCs w:val="16"/>
              </w:rPr>
            </w:pPr>
            <w:sdt>
              <w:sdtPr>
                <w:id w:val="1304433884"/>
                <w:lock w:val="sdtLocked"/>
                <w:placeholder>
                  <w:docPart w:val="D07C29F79EDA48D1A0FE3C5A763B9CF9"/>
                </w:placeholder>
                <w:showingPlcHdr/>
                <w:date w:fullDate="2015-03-20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F029D6">
                  <w:rPr>
                    <w:vanish/>
                    <w:color w:val="0000FF"/>
                    <w:szCs w:val="16"/>
                  </w:rPr>
                  <w:t>(Datum)</w:t>
                </w:r>
              </w:sdtContent>
            </w:sdt>
          </w:p>
        </w:tc>
      </w:tr>
      <w:tr w:rsidR="0081482D" w:rsidRPr="0081482D" w:rsidTr="0037093D">
        <w:sdt>
          <w:sdtPr>
            <w:id w:val="-270089887"/>
            <w14:checkbox>
              <w14:checked w14:val="0"/>
              <w14:checkedState w14:val="25CF" w14:font="DejaVu Serif"/>
              <w14:uncheckedState w14:val="25CB" w14:font="DejaVu Serif"/>
            </w14:checkbox>
          </w:sdtPr>
          <w:sdtEndPr/>
          <w:sdtContent>
            <w:tc>
              <w:tcPr>
                <w:tcW w:w="496" w:type="dxa"/>
              </w:tcPr>
              <w:p w:rsidR="0081482D" w:rsidRDefault="004101FE" w:rsidP="0081482D">
                <w:pPr>
                  <w:pStyle w:val="StandardMuster0"/>
                </w:pPr>
                <w:r>
                  <w:rPr>
                    <w:rFonts w:ascii="DejaVu Serif" w:hAnsi="DejaVu Serif"/>
                  </w:rPr>
                  <w:t>○</w:t>
                </w:r>
              </w:p>
            </w:tc>
          </w:sdtContent>
        </w:sdt>
        <w:sdt>
          <w:sdtPr>
            <w:rPr>
              <w:rFonts w:ascii="Univers" w:hAnsi="Univers" w:cs="Univers"/>
              <w:color w:val="000000"/>
              <w:szCs w:val="16"/>
            </w:rPr>
            <w:id w:val="1103149812"/>
            <w:placeholder>
              <w:docPart w:val="B26B9C5320DA464E879A1676D3CC9B7E"/>
            </w:placeholder>
            <w:showingPlcHdr/>
            <w:comboBox>
              <w:listItem w:displayText="2.1" w:value="2.1"/>
              <w:listItem w:displayText="2.2" w:value="2.2"/>
              <w:listItem w:displayText="2.3" w:value="2.3"/>
              <w:listItem w:displayText="2.4" w:value="2.4"/>
              <w:listItem w:displayText="2.5" w:value="2.5"/>
              <w:listItem w:displayText="2.6" w:value="2.6"/>
              <w:listItem w:displayText="2.7" w:value="2.7"/>
              <w:listItem w:displayText="2.8" w:value="2.8"/>
              <w:listItem w:displayText="2.9" w:value="2.9"/>
              <w:listItem w:displayText="2.10" w:value="2.10"/>
            </w:comboBox>
          </w:sdtPr>
          <w:sdtEndPr/>
          <w:sdtContent>
            <w:tc>
              <w:tcPr>
                <w:tcW w:w="496" w:type="dxa"/>
              </w:tcPr>
              <w:p w:rsidR="0081482D" w:rsidRPr="0081482D" w:rsidRDefault="00A600B5" w:rsidP="00A600B5">
                <w:pPr>
                  <w:pStyle w:val="StandardMuster0"/>
                  <w:rPr>
                    <w:rFonts w:ascii="Univers" w:hAnsi="Univers" w:cs="Univers"/>
                    <w:color w:val="000000"/>
                    <w:szCs w:val="16"/>
                  </w:rPr>
                </w:pPr>
                <w:r w:rsidRPr="0081482D">
                  <w:rPr>
                    <w:vanish/>
                    <w:color w:val="0000FF"/>
                    <w:szCs w:val="16"/>
                  </w:rPr>
                  <w:t>2.1</w:t>
                </w:r>
              </w:p>
            </w:tc>
          </w:sdtContent>
        </w:sdt>
        <w:sdt>
          <w:sdtPr>
            <w:rPr>
              <w:szCs w:val="16"/>
            </w:rPr>
            <w:id w:val="1348222159"/>
            <w:placeholder>
              <w:docPart w:val="C9E2559C55CD41FF868172DF6D7E2512"/>
            </w:placeholder>
            <w:showingPlcHdr/>
          </w:sdtPr>
          <w:sdtEndPr/>
          <w:sdtContent>
            <w:tc>
              <w:tcPr>
                <w:tcW w:w="6487" w:type="dxa"/>
              </w:tcPr>
              <w:p w:rsidR="0081482D" w:rsidRPr="0081482D" w:rsidRDefault="00E962E9" w:rsidP="00E962E9">
                <w:pPr>
                  <w:pStyle w:val="StandardMuster0"/>
                  <w:rPr>
                    <w:rFonts w:ascii="Univers" w:hAnsi="Univers" w:cs="Univers"/>
                    <w:color w:val="000000"/>
                    <w:szCs w:val="16"/>
                  </w:rPr>
                </w:pPr>
                <w:r w:rsidRPr="0081482D">
                  <w:rPr>
                    <w:vanish/>
                    <w:color w:val="0000FF"/>
                  </w:rPr>
                  <w:t>(Text)</w:t>
                </w:r>
              </w:p>
            </w:tc>
          </w:sdtContent>
        </w:sdt>
        <w:tc>
          <w:tcPr>
            <w:tcW w:w="1786" w:type="dxa"/>
          </w:tcPr>
          <w:p w:rsidR="0081482D" w:rsidRPr="0081482D" w:rsidRDefault="00907963" w:rsidP="00B7287C">
            <w:pPr>
              <w:pStyle w:val="StandardMuster0"/>
              <w:jc w:val="center"/>
              <w:rPr>
                <w:rFonts w:ascii="Univers" w:hAnsi="Univers" w:cs="Univers"/>
                <w:szCs w:val="16"/>
              </w:rPr>
            </w:pPr>
            <w:sdt>
              <w:sdtPr>
                <w:id w:val="-191843108"/>
                <w:placeholder>
                  <w:docPart w:val="1D19C6A77BF4434493BF3251B797BEAC"/>
                </w:placeholder>
                <w:showingPlcHdr/>
                <w:date w:fullDate="2015-03-20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F029D6">
                  <w:rPr>
                    <w:vanish/>
                    <w:color w:val="0000FF"/>
                    <w:szCs w:val="16"/>
                  </w:rPr>
                  <w:t>(Datum)</w:t>
                </w:r>
              </w:sdtContent>
            </w:sdt>
          </w:p>
        </w:tc>
      </w:tr>
    </w:tbl>
    <w:p w:rsidR="00F029D6" w:rsidRPr="0081482D" w:rsidRDefault="005A60A4" w:rsidP="00F029D6">
      <w:pPr>
        <w:pStyle w:val="StandardMuster3"/>
        <w:tabs>
          <w:tab w:val="left" w:pos="4111"/>
        </w:tabs>
      </w:pPr>
      <w:r>
        <w:t>3</w:t>
      </w:r>
      <w:r w:rsidRPr="0081482D">
        <w:t xml:space="preserve"> </w:t>
      </w:r>
      <w:r w:rsidRPr="0081482D">
        <w:tab/>
      </w:r>
      <w:r w:rsidRPr="005A60A4">
        <w:t>Weitere Unterlagen aufgrund besonderer Beauftragung</w:t>
      </w:r>
      <w:r w:rsidRPr="0081482D">
        <w:t xml:space="preserve"> nach Abschnitt H 1.</w:t>
      </w:r>
      <w:r>
        <w:t>5</w:t>
      </w:r>
      <w:r w:rsidR="00F029D6">
        <w:tab/>
      </w:r>
      <w:r w:rsidR="00F029D6">
        <w:tab/>
        <w:t xml:space="preserve">         Nachzureichen bis</w:t>
      </w:r>
      <w:r w:rsidR="00F029D6" w:rsidRPr="0081482D">
        <w:t>:</w:t>
      </w:r>
    </w:p>
    <w:tbl>
      <w:tblPr>
        <w:tblW w:w="926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496"/>
        <w:gridCol w:w="6487"/>
        <w:gridCol w:w="1786"/>
      </w:tblGrid>
      <w:tr w:rsidR="005A60A4" w:rsidRPr="005A60A4" w:rsidTr="0037093D">
        <w:sdt>
          <w:sdtPr>
            <w:id w:val="-570117119"/>
            <w14:checkbox>
              <w14:checked w14:val="0"/>
              <w14:checkedState w14:val="25CF" w14:font="DejaVu Serif"/>
              <w14:uncheckedState w14:val="25CB" w14:font="DejaVu Serif"/>
            </w14:checkbox>
          </w:sdtPr>
          <w:sdtEndPr/>
          <w:sdtContent>
            <w:tc>
              <w:tcPr>
                <w:tcW w:w="496" w:type="dxa"/>
              </w:tcPr>
              <w:p w:rsidR="005A60A4" w:rsidRDefault="004101FE" w:rsidP="005A60A4">
                <w:pPr>
                  <w:pStyle w:val="StandardMuster0"/>
                </w:pPr>
                <w:r>
                  <w:rPr>
                    <w:rFonts w:ascii="DejaVu Serif" w:hAnsi="DejaVu Serif"/>
                  </w:rPr>
                  <w:t>○</w:t>
                </w:r>
              </w:p>
            </w:tc>
          </w:sdtContent>
        </w:sdt>
        <w:sdt>
          <w:sdtPr>
            <w:rPr>
              <w:rFonts w:ascii="Univers" w:hAnsi="Univers" w:cs="Univers"/>
              <w:color w:val="000000"/>
              <w:szCs w:val="16"/>
            </w:rPr>
            <w:id w:val="1001016857"/>
            <w:lock w:val="sdtLocked"/>
            <w:placeholder>
              <w:docPart w:val="628B9B9947D045AF893687ACDD82F5BB"/>
            </w:placeholder>
            <w:showingPlcHdr/>
            <w:comboBox>
              <w:listItem w:displayText="3.1" w:value="3.1"/>
              <w:listItem w:displayText="3.2" w:value="3.2"/>
              <w:listItem w:displayText="3.3" w:value="3.3"/>
              <w:listItem w:displayText="3.4" w:value="3.4"/>
              <w:listItem w:displayText="3.5" w:value="3.5"/>
            </w:comboBox>
          </w:sdtPr>
          <w:sdtEndPr/>
          <w:sdtContent>
            <w:tc>
              <w:tcPr>
                <w:tcW w:w="496" w:type="dxa"/>
              </w:tcPr>
              <w:p w:rsidR="005A60A4" w:rsidRPr="005A60A4" w:rsidRDefault="00A600B5" w:rsidP="00A600B5">
                <w:pPr>
                  <w:pStyle w:val="StandardMuster0"/>
                  <w:rPr>
                    <w:rFonts w:ascii="Univers" w:hAnsi="Univers" w:cs="Univers"/>
                    <w:color w:val="000000"/>
                    <w:szCs w:val="16"/>
                  </w:rPr>
                </w:pPr>
                <w:r>
                  <w:rPr>
                    <w:vanish/>
                    <w:color w:val="0000FF"/>
                    <w:szCs w:val="16"/>
                  </w:rPr>
                  <w:t>3</w:t>
                </w:r>
                <w:r w:rsidRPr="0081482D">
                  <w:rPr>
                    <w:vanish/>
                    <w:color w:val="0000FF"/>
                    <w:szCs w:val="16"/>
                  </w:rPr>
                  <w:t>.1</w:t>
                </w:r>
              </w:p>
            </w:tc>
          </w:sdtContent>
        </w:sdt>
        <w:tc>
          <w:tcPr>
            <w:tcW w:w="6487" w:type="dxa"/>
          </w:tcPr>
          <w:p w:rsidR="005A60A4" w:rsidRPr="005A60A4" w:rsidRDefault="005A60A4" w:rsidP="005A60A4">
            <w:pPr>
              <w:pStyle w:val="StandardMuster0"/>
              <w:rPr>
                <w:rFonts w:ascii="Univers" w:hAnsi="Univers" w:cs="Univers"/>
                <w:color w:val="000000"/>
                <w:szCs w:val="16"/>
              </w:rPr>
            </w:pPr>
            <w:r w:rsidRPr="005A60A4">
              <w:rPr>
                <w:szCs w:val="16"/>
              </w:rPr>
              <w:t>Ergänzung der Auflistung aller Technischen Anlagen um die Angabe der Herstellungskosten und die geplante Nutzungsdauer entsprechend den Anforderungen des Maßnahmenträgers (für Maßnahmen im ELM stets zu erbringen)</w:t>
            </w:r>
          </w:p>
        </w:tc>
        <w:tc>
          <w:tcPr>
            <w:tcW w:w="1786" w:type="dxa"/>
          </w:tcPr>
          <w:p w:rsidR="005A60A4" w:rsidRPr="005A60A4" w:rsidRDefault="00907963" w:rsidP="00B7287C">
            <w:pPr>
              <w:pStyle w:val="StandardMuster0"/>
              <w:jc w:val="center"/>
              <w:rPr>
                <w:rFonts w:ascii="Univers" w:hAnsi="Univers" w:cs="Univers"/>
                <w:szCs w:val="16"/>
              </w:rPr>
            </w:pPr>
            <w:sdt>
              <w:sdtPr>
                <w:id w:val="539173488"/>
                <w:lock w:val="sdtLocked"/>
                <w:placeholder>
                  <w:docPart w:val="C27CDB32815E4133A0067AB0A48A6996"/>
                </w:placeholder>
                <w:showingPlcHdr/>
                <w:date w:fullDate="2015-03-20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F029D6">
                  <w:rPr>
                    <w:vanish/>
                    <w:color w:val="0000FF"/>
                    <w:szCs w:val="16"/>
                  </w:rPr>
                  <w:t>(Datum)</w:t>
                </w:r>
              </w:sdtContent>
            </w:sdt>
          </w:p>
        </w:tc>
      </w:tr>
      <w:tr w:rsidR="005A60A4" w:rsidRPr="005A60A4" w:rsidTr="0037093D">
        <w:sdt>
          <w:sdtPr>
            <w:id w:val="-2002271122"/>
            <w14:checkbox>
              <w14:checked w14:val="0"/>
              <w14:checkedState w14:val="25CF" w14:font="DejaVu Serif"/>
              <w14:uncheckedState w14:val="25CB" w14:font="DejaVu Serif"/>
            </w14:checkbox>
          </w:sdtPr>
          <w:sdtEndPr/>
          <w:sdtContent>
            <w:tc>
              <w:tcPr>
                <w:tcW w:w="496" w:type="dxa"/>
              </w:tcPr>
              <w:p w:rsidR="005A60A4" w:rsidRDefault="004101FE" w:rsidP="005A60A4">
                <w:pPr>
                  <w:pStyle w:val="StandardMuster0"/>
                </w:pPr>
                <w:r>
                  <w:rPr>
                    <w:rFonts w:ascii="DejaVu Serif" w:hAnsi="DejaVu Serif"/>
                  </w:rPr>
                  <w:t>○</w:t>
                </w:r>
              </w:p>
            </w:tc>
          </w:sdtContent>
        </w:sdt>
        <w:sdt>
          <w:sdtPr>
            <w:rPr>
              <w:rFonts w:ascii="Univers" w:hAnsi="Univers" w:cs="Univers"/>
              <w:color w:val="000000"/>
              <w:szCs w:val="16"/>
            </w:rPr>
            <w:id w:val="906030366"/>
            <w:lock w:val="sdtLocked"/>
            <w:placeholder>
              <w:docPart w:val="DCF35C0933A746EBB847953DE449F4BD"/>
            </w:placeholder>
            <w:showingPlcHdr/>
            <w:comboBox>
              <w:listItem w:displayText="3.1" w:value="3.1"/>
              <w:listItem w:displayText="3.2" w:value="3.2"/>
              <w:listItem w:displayText="3.3" w:value="3.3"/>
              <w:listItem w:displayText="3.4" w:value="3.4"/>
              <w:listItem w:displayText="3.5" w:value="3.5"/>
            </w:comboBox>
          </w:sdtPr>
          <w:sdtEndPr/>
          <w:sdtContent>
            <w:tc>
              <w:tcPr>
                <w:tcW w:w="496" w:type="dxa"/>
              </w:tcPr>
              <w:p w:rsidR="005A60A4" w:rsidRPr="005A60A4" w:rsidRDefault="00A600B5" w:rsidP="00A600B5">
                <w:pPr>
                  <w:pStyle w:val="StandardMuster0"/>
                  <w:rPr>
                    <w:rFonts w:ascii="Univers" w:hAnsi="Univers" w:cs="Univers"/>
                    <w:color w:val="000000"/>
                    <w:szCs w:val="16"/>
                  </w:rPr>
                </w:pPr>
                <w:r>
                  <w:rPr>
                    <w:vanish/>
                    <w:color w:val="0000FF"/>
                    <w:szCs w:val="16"/>
                  </w:rPr>
                  <w:t>3</w:t>
                </w:r>
                <w:r w:rsidRPr="0081482D">
                  <w:rPr>
                    <w:vanish/>
                    <w:color w:val="0000FF"/>
                    <w:szCs w:val="16"/>
                  </w:rPr>
                  <w:t>.1</w:t>
                </w:r>
              </w:p>
            </w:tc>
          </w:sdtContent>
        </w:sdt>
        <w:tc>
          <w:tcPr>
            <w:tcW w:w="6487" w:type="dxa"/>
          </w:tcPr>
          <w:p w:rsidR="005A60A4" w:rsidRPr="005A60A4" w:rsidRDefault="005A60A4" w:rsidP="005A60A4">
            <w:pPr>
              <w:pStyle w:val="StandardMuster0"/>
              <w:rPr>
                <w:rFonts w:ascii="Univers" w:hAnsi="Univers" w:cs="Univers"/>
                <w:color w:val="000000"/>
                <w:szCs w:val="16"/>
              </w:rPr>
            </w:pPr>
            <w:r w:rsidRPr="005A60A4">
              <w:rPr>
                <w:rFonts w:ascii="Univers" w:hAnsi="Univers" w:cs="Univers"/>
                <w:color w:val="000000"/>
                <w:szCs w:val="16"/>
              </w:rPr>
              <w:t xml:space="preserve">vorbereitete </w:t>
            </w:r>
            <w:proofErr w:type="spellStart"/>
            <w:r w:rsidRPr="005A60A4">
              <w:rPr>
                <w:rFonts w:ascii="Univers" w:hAnsi="Univers" w:cs="Univers"/>
                <w:color w:val="000000"/>
                <w:szCs w:val="16"/>
              </w:rPr>
              <w:t>Ver</w:t>
            </w:r>
            <w:proofErr w:type="spellEnd"/>
            <w:r w:rsidRPr="005A60A4">
              <w:rPr>
                <w:rFonts w:ascii="Univers" w:hAnsi="Univers" w:cs="Univers"/>
                <w:color w:val="000000"/>
                <w:szCs w:val="16"/>
              </w:rPr>
              <w:t>- und Entsorgungsverträge</w:t>
            </w:r>
          </w:p>
        </w:tc>
        <w:tc>
          <w:tcPr>
            <w:tcW w:w="1786" w:type="dxa"/>
          </w:tcPr>
          <w:p w:rsidR="005A60A4" w:rsidRPr="005A60A4" w:rsidRDefault="00907963" w:rsidP="00B7287C">
            <w:pPr>
              <w:pStyle w:val="StandardMuster0"/>
              <w:jc w:val="center"/>
              <w:rPr>
                <w:rFonts w:ascii="Univers" w:hAnsi="Univers" w:cs="Univers"/>
                <w:szCs w:val="16"/>
              </w:rPr>
            </w:pPr>
            <w:sdt>
              <w:sdtPr>
                <w:id w:val="1044875671"/>
                <w:lock w:val="sdtLocked"/>
                <w:placeholder>
                  <w:docPart w:val="D667850C9D304CF88367382C14F9AC9C"/>
                </w:placeholder>
                <w:showingPlcHdr/>
                <w:date w:fullDate="2015-03-20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F029D6">
                  <w:rPr>
                    <w:vanish/>
                    <w:color w:val="0000FF"/>
                    <w:szCs w:val="16"/>
                  </w:rPr>
                  <w:t>(Datum)</w:t>
                </w:r>
              </w:sdtContent>
            </w:sdt>
          </w:p>
        </w:tc>
      </w:tr>
      <w:tr w:rsidR="005A60A4" w:rsidRPr="005A60A4" w:rsidTr="0037093D">
        <w:sdt>
          <w:sdtPr>
            <w:id w:val="1096911549"/>
            <w14:checkbox>
              <w14:checked w14:val="0"/>
              <w14:checkedState w14:val="25CF" w14:font="DejaVu Serif"/>
              <w14:uncheckedState w14:val="25CB" w14:font="DejaVu Serif"/>
            </w14:checkbox>
          </w:sdtPr>
          <w:sdtEndPr/>
          <w:sdtContent>
            <w:tc>
              <w:tcPr>
                <w:tcW w:w="496" w:type="dxa"/>
              </w:tcPr>
              <w:p w:rsidR="005A60A4" w:rsidRDefault="004101FE" w:rsidP="005A60A4">
                <w:pPr>
                  <w:pStyle w:val="StandardMuster0"/>
                </w:pPr>
                <w:r>
                  <w:rPr>
                    <w:rFonts w:ascii="DejaVu Serif" w:hAnsi="DejaVu Serif"/>
                  </w:rPr>
                  <w:t>○</w:t>
                </w:r>
              </w:p>
            </w:tc>
          </w:sdtContent>
        </w:sdt>
        <w:sdt>
          <w:sdtPr>
            <w:rPr>
              <w:rFonts w:ascii="Univers" w:hAnsi="Univers" w:cs="Univers"/>
              <w:color w:val="000000"/>
              <w:szCs w:val="16"/>
            </w:rPr>
            <w:id w:val="-348652192"/>
            <w:lock w:val="sdtLocked"/>
            <w:showingPlcHdr/>
            <w:comboBox>
              <w:listItem w:displayText="3.1" w:value="3.1"/>
              <w:listItem w:displayText="3.2" w:value="3.2"/>
              <w:listItem w:displayText="3.3" w:value="3.3"/>
              <w:listItem w:displayText="3.4" w:value="3.4"/>
              <w:listItem w:displayText="3.5" w:value="3.5"/>
            </w:comboBox>
          </w:sdtPr>
          <w:sdtEndPr/>
          <w:sdtContent>
            <w:tc>
              <w:tcPr>
                <w:tcW w:w="496" w:type="dxa"/>
              </w:tcPr>
              <w:p w:rsidR="005A60A4" w:rsidRPr="005A60A4" w:rsidRDefault="00A600B5" w:rsidP="005A60A4">
                <w:pPr>
                  <w:pStyle w:val="StandardMuster0"/>
                  <w:rPr>
                    <w:rFonts w:ascii="Univers" w:hAnsi="Univers" w:cs="Univers"/>
                    <w:color w:val="000000"/>
                    <w:szCs w:val="16"/>
                  </w:rPr>
                </w:pPr>
                <w:r>
                  <w:rPr>
                    <w:vanish/>
                    <w:color w:val="0000FF"/>
                    <w:szCs w:val="16"/>
                  </w:rPr>
                  <w:t>3</w:t>
                </w:r>
                <w:r w:rsidRPr="0081482D">
                  <w:rPr>
                    <w:vanish/>
                    <w:color w:val="0000FF"/>
                    <w:szCs w:val="16"/>
                  </w:rPr>
                  <w:t>.1</w:t>
                </w:r>
              </w:p>
            </w:tc>
          </w:sdtContent>
        </w:sdt>
        <w:tc>
          <w:tcPr>
            <w:tcW w:w="6487" w:type="dxa"/>
          </w:tcPr>
          <w:p w:rsidR="005A60A4" w:rsidRPr="005A60A4" w:rsidRDefault="005A60A4" w:rsidP="005A60A4">
            <w:pPr>
              <w:pStyle w:val="StandardMuster0"/>
              <w:rPr>
                <w:rFonts w:ascii="Univers" w:hAnsi="Univers" w:cs="Univers"/>
                <w:color w:val="000000"/>
                <w:szCs w:val="16"/>
              </w:rPr>
            </w:pPr>
            <w:r w:rsidRPr="005A60A4">
              <w:rPr>
                <w:rFonts w:ascii="Univers" w:hAnsi="Univers" w:cs="Univers"/>
                <w:color w:val="000000"/>
                <w:szCs w:val="16"/>
              </w:rPr>
              <w:t>vorbereitete Wartungs- und Instandhaltungsverträge</w:t>
            </w:r>
          </w:p>
        </w:tc>
        <w:tc>
          <w:tcPr>
            <w:tcW w:w="1786" w:type="dxa"/>
          </w:tcPr>
          <w:p w:rsidR="005A60A4" w:rsidRPr="005A60A4" w:rsidRDefault="00907963" w:rsidP="00B7287C">
            <w:pPr>
              <w:pStyle w:val="StandardMuster0"/>
              <w:jc w:val="center"/>
              <w:rPr>
                <w:rFonts w:ascii="Univers" w:hAnsi="Univers" w:cs="Univers"/>
                <w:szCs w:val="16"/>
              </w:rPr>
            </w:pPr>
            <w:sdt>
              <w:sdtPr>
                <w:id w:val="-2118361796"/>
                <w:lock w:val="sdtLocked"/>
                <w:showingPlcHdr/>
                <w:date w:fullDate="2015-03-20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F029D6">
                  <w:rPr>
                    <w:vanish/>
                    <w:color w:val="0000FF"/>
                    <w:szCs w:val="16"/>
                  </w:rPr>
                  <w:t>(Datum)</w:t>
                </w:r>
              </w:sdtContent>
            </w:sdt>
          </w:p>
        </w:tc>
      </w:tr>
      <w:tr w:rsidR="005A60A4" w:rsidRPr="005A60A4" w:rsidTr="0037093D">
        <w:sdt>
          <w:sdtPr>
            <w:id w:val="-2048367857"/>
            <w14:checkbox>
              <w14:checked w14:val="0"/>
              <w14:checkedState w14:val="25CF" w14:font="DejaVu Serif"/>
              <w14:uncheckedState w14:val="25CB" w14:font="DejaVu Serif"/>
            </w14:checkbox>
          </w:sdtPr>
          <w:sdtEndPr/>
          <w:sdtContent>
            <w:tc>
              <w:tcPr>
                <w:tcW w:w="496" w:type="dxa"/>
              </w:tcPr>
              <w:p w:rsidR="005A60A4" w:rsidRDefault="004101FE" w:rsidP="005A60A4">
                <w:pPr>
                  <w:pStyle w:val="StandardMuster0"/>
                </w:pPr>
                <w:r>
                  <w:rPr>
                    <w:rFonts w:ascii="DejaVu Serif" w:hAnsi="DejaVu Serif"/>
                  </w:rPr>
                  <w:t>○</w:t>
                </w:r>
              </w:p>
            </w:tc>
          </w:sdtContent>
        </w:sdt>
        <w:sdt>
          <w:sdtPr>
            <w:rPr>
              <w:rFonts w:ascii="Univers" w:hAnsi="Univers" w:cs="Univers"/>
              <w:color w:val="000000"/>
              <w:szCs w:val="16"/>
            </w:rPr>
            <w:id w:val="1802563156"/>
            <w:lock w:val="sdtLocked"/>
            <w:showingPlcHdr/>
            <w:comboBox>
              <w:listItem w:displayText="3.1" w:value="3.1"/>
              <w:listItem w:displayText="3.2" w:value="3.2"/>
              <w:listItem w:displayText="3.3" w:value="3.3"/>
              <w:listItem w:displayText="3.4" w:value="3.4"/>
              <w:listItem w:displayText="3.5" w:value="3.5"/>
            </w:comboBox>
          </w:sdtPr>
          <w:sdtEndPr/>
          <w:sdtContent>
            <w:tc>
              <w:tcPr>
                <w:tcW w:w="496" w:type="dxa"/>
              </w:tcPr>
              <w:p w:rsidR="005A60A4" w:rsidRPr="005A60A4" w:rsidRDefault="00A600B5" w:rsidP="005A60A4">
                <w:pPr>
                  <w:pStyle w:val="StandardMuster0"/>
                  <w:rPr>
                    <w:rFonts w:ascii="Univers" w:hAnsi="Univers" w:cs="Univers"/>
                    <w:color w:val="000000"/>
                    <w:szCs w:val="16"/>
                  </w:rPr>
                </w:pPr>
                <w:r>
                  <w:rPr>
                    <w:vanish/>
                    <w:color w:val="0000FF"/>
                    <w:szCs w:val="16"/>
                  </w:rPr>
                  <w:t>3</w:t>
                </w:r>
                <w:r w:rsidRPr="0081482D">
                  <w:rPr>
                    <w:vanish/>
                    <w:color w:val="0000FF"/>
                    <w:szCs w:val="16"/>
                  </w:rPr>
                  <w:t>.1</w:t>
                </w:r>
              </w:p>
            </w:tc>
          </w:sdtContent>
        </w:sdt>
        <w:sdt>
          <w:sdtPr>
            <w:rPr>
              <w:szCs w:val="16"/>
            </w:rPr>
            <w:id w:val="88828181"/>
            <w:lock w:val="sdtLocked"/>
            <w:showingPlcHdr/>
          </w:sdtPr>
          <w:sdtEndPr/>
          <w:sdtContent>
            <w:tc>
              <w:tcPr>
                <w:tcW w:w="6487" w:type="dxa"/>
              </w:tcPr>
              <w:p w:rsidR="005A60A4" w:rsidRPr="005A60A4" w:rsidRDefault="00E962E9" w:rsidP="00E962E9">
                <w:pPr>
                  <w:pStyle w:val="StandardMuster0"/>
                  <w:rPr>
                    <w:rFonts w:ascii="Univers" w:hAnsi="Univers" w:cs="Univers"/>
                    <w:color w:val="000000"/>
                    <w:szCs w:val="16"/>
                  </w:rPr>
                </w:pPr>
                <w:r w:rsidRPr="0081482D">
                  <w:rPr>
                    <w:vanish/>
                    <w:color w:val="0000FF"/>
                  </w:rPr>
                  <w:t>(Text)</w:t>
                </w:r>
              </w:p>
            </w:tc>
          </w:sdtContent>
        </w:sdt>
        <w:tc>
          <w:tcPr>
            <w:tcW w:w="1786" w:type="dxa"/>
          </w:tcPr>
          <w:p w:rsidR="005A60A4" w:rsidRPr="005A60A4" w:rsidRDefault="00907963" w:rsidP="00B7287C">
            <w:pPr>
              <w:pStyle w:val="StandardMuster0"/>
              <w:jc w:val="center"/>
              <w:rPr>
                <w:rFonts w:ascii="Univers" w:hAnsi="Univers" w:cs="Univers"/>
                <w:szCs w:val="16"/>
              </w:rPr>
            </w:pPr>
            <w:sdt>
              <w:sdtPr>
                <w:id w:val="-1115744909"/>
                <w:lock w:val="sdtLocked"/>
                <w:showingPlcHdr/>
                <w:date w:fullDate="2015-03-20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F029D6">
                  <w:rPr>
                    <w:vanish/>
                    <w:color w:val="0000FF"/>
                    <w:szCs w:val="16"/>
                  </w:rPr>
                  <w:t>(Datum)</w:t>
                </w:r>
              </w:sdtContent>
            </w:sdt>
          </w:p>
        </w:tc>
      </w:tr>
      <w:tr w:rsidR="005A60A4" w:rsidRPr="005A60A4" w:rsidTr="0037093D">
        <w:sdt>
          <w:sdtPr>
            <w:id w:val="-1194375499"/>
            <w14:checkbox>
              <w14:checked w14:val="0"/>
              <w14:checkedState w14:val="25CF" w14:font="DejaVu Serif"/>
              <w14:uncheckedState w14:val="25CB" w14:font="DejaVu Serif"/>
            </w14:checkbox>
          </w:sdtPr>
          <w:sdtEndPr/>
          <w:sdtContent>
            <w:tc>
              <w:tcPr>
                <w:tcW w:w="496" w:type="dxa"/>
              </w:tcPr>
              <w:p w:rsidR="005A60A4" w:rsidRDefault="004101FE" w:rsidP="005A60A4">
                <w:pPr>
                  <w:pStyle w:val="StandardMuster0"/>
                </w:pPr>
                <w:r>
                  <w:rPr>
                    <w:rFonts w:ascii="DejaVu Serif" w:hAnsi="DejaVu Serif"/>
                  </w:rPr>
                  <w:t>○</w:t>
                </w:r>
              </w:p>
            </w:tc>
          </w:sdtContent>
        </w:sdt>
        <w:sdt>
          <w:sdtPr>
            <w:rPr>
              <w:rFonts w:ascii="Univers" w:hAnsi="Univers" w:cs="Univers"/>
              <w:color w:val="000000"/>
              <w:szCs w:val="16"/>
            </w:rPr>
            <w:id w:val="72093769"/>
            <w:showingPlcHdr/>
            <w:comboBox>
              <w:listItem w:displayText="3.1" w:value="3.1"/>
              <w:listItem w:displayText="3.2" w:value="3.2"/>
              <w:listItem w:displayText="3.3" w:value="3.3"/>
              <w:listItem w:displayText="3.4" w:value="3.4"/>
              <w:listItem w:displayText="3.5" w:value="3.5"/>
            </w:comboBox>
          </w:sdtPr>
          <w:sdtEndPr/>
          <w:sdtContent>
            <w:tc>
              <w:tcPr>
                <w:tcW w:w="496" w:type="dxa"/>
              </w:tcPr>
              <w:p w:rsidR="005A60A4" w:rsidRPr="005A60A4" w:rsidRDefault="00A600B5" w:rsidP="005A60A4">
                <w:pPr>
                  <w:pStyle w:val="StandardMuster0"/>
                  <w:rPr>
                    <w:rFonts w:ascii="Univers" w:hAnsi="Univers" w:cs="Univers"/>
                    <w:color w:val="000000"/>
                    <w:szCs w:val="16"/>
                  </w:rPr>
                </w:pPr>
                <w:r>
                  <w:rPr>
                    <w:vanish/>
                    <w:color w:val="0000FF"/>
                    <w:szCs w:val="16"/>
                  </w:rPr>
                  <w:t>3</w:t>
                </w:r>
                <w:r w:rsidRPr="0081482D">
                  <w:rPr>
                    <w:vanish/>
                    <w:color w:val="0000FF"/>
                    <w:szCs w:val="16"/>
                  </w:rPr>
                  <w:t>.1</w:t>
                </w:r>
              </w:p>
            </w:tc>
          </w:sdtContent>
        </w:sdt>
        <w:sdt>
          <w:sdtPr>
            <w:rPr>
              <w:szCs w:val="16"/>
            </w:rPr>
            <w:id w:val="-103346501"/>
            <w:showingPlcHdr/>
          </w:sdtPr>
          <w:sdtEndPr/>
          <w:sdtContent>
            <w:tc>
              <w:tcPr>
                <w:tcW w:w="6487" w:type="dxa"/>
              </w:tcPr>
              <w:p w:rsidR="005A60A4" w:rsidRPr="005A60A4" w:rsidRDefault="00E962E9" w:rsidP="00E962E9">
                <w:pPr>
                  <w:pStyle w:val="StandardMuster0"/>
                  <w:rPr>
                    <w:szCs w:val="16"/>
                  </w:rPr>
                </w:pPr>
                <w:r w:rsidRPr="0081482D">
                  <w:rPr>
                    <w:vanish/>
                    <w:color w:val="0000FF"/>
                  </w:rPr>
                  <w:t>(Text)</w:t>
                </w:r>
              </w:p>
            </w:tc>
          </w:sdtContent>
        </w:sdt>
        <w:tc>
          <w:tcPr>
            <w:tcW w:w="1786" w:type="dxa"/>
          </w:tcPr>
          <w:p w:rsidR="005A60A4" w:rsidRPr="005A60A4" w:rsidRDefault="00907963" w:rsidP="00B7287C">
            <w:pPr>
              <w:pStyle w:val="StandardMuster0"/>
              <w:jc w:val="center"/>
              <w:rPr>
                <w:rFonts w:ascii="Univers" w:hAnsi="Univers" w:cs="Univers"/>
                <w:szCs w:val="16"/>
              </w:rPr>
            </w:pPr>
            <w:sdt>
              <w:sdtPr>
                <w:id w:val="179396879"/>
                <w:showingPlcHdr/>
                <w:date w:fullDate="2015-03-20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F029D6">
                  <w:rPr>
                    <w:vanish/>
                    <w:color w:val="0000FF"/>
                    <w:szCs w:val="16"/>
                  </w:rPr>
                  <w:t>(Datum)</w:t>
                </w:r>
              </w:sdtContent>
            </w:sdt>
          </w:p>
        </w:tc>
      </w:tr>
    </w:tbl>
    <w:p w:rsidR="005A60A4" w:rsidRDefault="005A60A4" w:rsidP="00F616E7">
      <w:pPr>
        <w:pStyle w:val="StandardMuster3"/>
      </w:pPr>
      <w:r>
        <w:t>4</w:t>
      </w:r>
      <w:r w:rsidRPr="0081482D">
        <w:t xml:space="preserve"> </w:t>
      </w:r>
      <w:r w:rsidRPr="0081482D">
        <w:tab/>
      </w:r>
      <w:r>
        <w:t xml:space="preserve">Gebäudebestandsdokumentation nach Abschnitt H 2 / </w:t>
      </w:r>
      <w:r w:rsidRPr="005422F8">
        <w:t>B</w:t>
      </w:r>
      <w:r>
        <w:t>F</w:t>
      </w:r>
      <w:r w:rsidRPr="005422F8">
        <w:t>R GBestand, A-3.1 und A-4.1</w:t>
      </w:r>
      <w:r w:rsidR="00F029D6">
        <w:tab/>
        <w:t xml:space="preserve">         Nachzureichen bis</w:t>
      </w:r>
      <w:r w:rsidR="00F029D6" w:rsidRPr="0081482D">
        <w:t>:</w:t>
      </w:r>
    </w:p>
    <w:tbl>
      <w:tblPr>
        <w:tblW w:w="926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496"/>
        <w:gridCol w:w="6487"/>
        <w:gridCol w:w="1786"/>
      </w:tblGrid>
      <w:tr w:rsidR="005A60A4" w:rsidRPr="005A60A4" w:rsidTr="0037093D">
        <w:sdt>
          <w:sdtPr>
            <w:id w:val="-394202516"/>
            <w14:checkbox>
              <w14:checked w14:val="0"/>
              <w14:checkedState w14:val="25CF" w14:font="DejaVu Serif"/>
              <w14:uncheckedState w14:val="25CB" w14:font="DejaVu Serif"/>
            </w14:checkbox>
          </w:sdtPr>
          <w:sdtEndPr/>
          <w:sdtContent>
            <w:tc>
              <w:tcPr>
                <w:tcW w:w="496" w:type="dxa"/>
              </w:tcPr>
              <w:p w:rsidR="005A60A4" w:rsidRDefault="004101FE" w:rsidP="005A60A4">
                <w:pPr>
                  <w:pStyle w:val="StandardMuster0"/>
                </w:pPr>
                <w:r>
                  <w:rPr>
                    <w:rFonts w:ascii="DejaVu Serif" w:hAnsi="DejaVu Serif"/>
                  </w:rPr>
                  <w:t>○</w:t>
                </w:r>
              </w:p>
            </w:tc>
          </w:sdtContent>
        </w:sdt>
        <w:sdt>
          <w:sdtPr>
            <w:rPr>
              <w:rFonts w:ascii="Univers" w:hAnsi="Univers" w:cs="Univers"/>
              <w:color w:val="000000"/>
              <w:szCs w:val="16"/>
            </w:rPr>
            <w:id w:val="-1757051608"/>
            <w:lock w:val="sdtLocked"/>
            <w:showingPlcHdr/>
            <w:comboBox>
              <w:listItem w:displayText="4.1" w:value="4.1"/>
              <w:listItem w:displayText="4.2" w:value="4.2"/>
            </w:comboBox>
          </w:sdtPr>
          <w:sdtEndPr/>
          <w:sdtContent>
            <w:tc>
              <w:tcPr>
                <w:tcW w:w="496" w:type="dxa"/>
              </w:tcPr>
              <w:p w:rsidR="005A60A4" w:rsidRPr="005A60A4" w:rsidRDefault="00A600B5" w:rsidP="00A600B5">
                <w:pPr>
                  <w:pStyle w:val="StandardMuster0"/>
                  <w:rPr>
                    <w:rFonts w:ascii="Univers" w:hAnsi="Univers" w:cs="Univers"/>
                    <w:color w:val="000000"/>
                    <w:szCs w:val="16"/>
                  </w:rPr>
                </w:pPr>
                <w:r>
                  <w:rPr>
                    <w:vanish/>
                    <w:color w:val="0000FF"/>
                    <w:szCs w:val="16"/>
                  </w:rPr>
                  <w:t>4</w:t>
                </w:r>
                <w:r w:rsidRPr="0081482D">
                  <w:rPr>
                    <w:vanish/>
                    <w:color w:val="0000FF"/>
                    <w:szCs w:val="16"/>
                  </w:rPr>
                  <w:t>.1</w:t>
                </w:r>
              </w:p>
            </w:tc>
          </w:sdtContent>
        </w:sdt>
        <w:sdt>
          <w:sdtPr>
            <w:rPr>
              <w:szCs w:val="16"/>
            </w:rPr>
            <w:id w:val="1110702445"/>
            <w:lock w:val="sdtLocked"/>
            <w:showingPlcHdr/>
          </w:sdtPr>
          <w:sdtEndPr/>
          <w:sdtContent>
            <w:tc>
              <w:tcPr>
                <w:tcW w:w="6487" w:type="dxa"/>
              </w:tcPr>
              <w:p w:rsidR="005A60A4" w:rsidRPr="005A60A4" w:rsidRDefault="00A600B5" w:rsidP="00A600B5">
                <w:pPr>
                  <w:pStyle w:val="StandardMuster0"/>
                  <w:rPr>
                    <w:rFonts w:ascii="Univers" w:hAnsi="Univers" w:cs="Univers"/>
                    <w:color w:val="000000"/>
                    <w:szCs w:val="16"/>
                  </w:rPr>
                </w:pPr>
                <w:r w:rsidRPr="0081482D">
                  <w:rPr>
                    <w:vanish/>
                    <w:color w:val="0000FF"/>
                  </w:rPr>
                  <w:t>(Text)</w:t>
                </w:r>
              </w:p>
            </w:tc>
          </w:sdtContent>
        </w:sdt>
        <w:tc>
          <w:tcPr>
            <w:tcW w:w="1786" w:type="dxa"/>
          </w:tcPr>
          <w:p w:rsidR="005A60A4" w:rsidRPr="005A60A4" w:rsidRDefault="00907963" w:rsidP="00B7287C">
            <w:pPr>
              <w:pStyle w:val="StandardMuster0"/>
              <w:jc w:val="center"/>
              <w:rPr>
                <w:rFonts w:ascii="Univers" w:hAnsi="Univers" w:cs="Univers"/>
                <w:szCs w:val="16"/>
              </w:rPr>
            </w:pPr>
            <w:sdt>
              <w:sdtPr>
                <w:id w:val="-161241652"/>
                <w:lock w:val="sdtLocked"/>
                <w:showingPlcHdr/>
                <w:date w:fullDate="2015-03-20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F029D6">
                  <w:rPr>
                    <w:vanish/>
                    <w:color w:val="0000FF"/>
                    <w:szCs w:val="16"/>
                  </w:rPr>
                  <w:t>(Datum)</w:t>
                </w:r>
              </w:sdtContent>
            </w:sdt>
          </w:p>
        </w:tc>
      </w:tr>
      <w:tr w:rsidR="005A60A4" w:rsidRPr="005A60A4" w:rsidTr="0037093D">
        <w:sdt>
          <w:sdtPr>
            <w:id w:val="97298122"/>
            <w14:checkbox>
              <w14:checked w14:val="0"/>
              <w14:checkedState w14:val="25CF" w14:font="DejaVu Serif"/>
              <w14:uncheckedState w14:val="25CB" w14:font="DejaVu Serif"/>
            </w14:checkbox>
          </w:sdtPr>
          <w:sdtEndPr/>
          <w:sdtContent>
            <w:tc>
              <w:tcPr>
                <w:tcW w:w="496" w:type="dxa"/>
              </w:tcPr>
              <w:p w:rsidR="005A60A4" w:rsidRDefault="004101FE" w:rsidP="005A60A4">
                <w:pPr>
                  <w:pStyle w:val="StandardMuster0"/>
                </w:pPr>
                <w:r>
                  <w:rPr>
                    <w:rFonts w:ascii="DejaVu Serif" w:hAnsi="DejaVu Serif"/>
                  </w:rPr>
                  <w:t>○</w:t>
                </w:r>
              </w:p>
            </w:tc>
          </w:sdtContent>
        </w:sdt>
        <w:sdt>
          <w:sdtPr>
            <w:rPr>
              <w:rFonts w:ascii="Univers" w:hAnsi="Univers" w:cs="Univers"/>
              <w:color w:val="000000"/>
              <w:szCs w:val="16"/>
            </w:rPr>
            <w:id w:val="67390563"/>
            <w:showingPlcHdr/>
            <w:comboBox>
              <w:listItem w:displayText="4.1" w:value="4.1"/>
              <w:listItem w:displayText="4.2" w:value="4.2"/>
            </w:comboBox>
          </w:sdtPr>
          <w:sdtEndPr/>
          <w:sdtContent>
            <w:tc>
              <w:tcPr>
                <w:tcW w:w="496" w:type="dxa"/>
              </w:tcPr>
              <w:p w:rsidR="005A60A4" w:rsidRPr="005A60A4" w:rsidRDefault="00A600B5" w:rsidP="005A60A4">
                <w:pPr>
                  <w:pStyle w:val="StandardMuster0"/>
                  <w:rPr>
                    <w:rFonts w:ascii="Univers" w:hAnsi="Univers" w:cs="Univers"/>
                    <w:color w:val="000000"/>
                    <w:szCs w:val="16"/>
                  </w:rPr>
                </w:pPr>
                <w:r>
                  <w:rPr>
                    <w:vanish/>
                    <w:color w:val="0000FF"/>
                    <w:szCs w:val="16"/>
                  </w:rPr>
                  <w:t>4</w:t>
                </w:r>
                <w:r w:rsidRPr="0081482D">
                  <w:rPr>
                    <w:vanish/>
                    <w:color w:val="0000FF"/>
                    <w:szCs w:val="16"/>
                  </w:rPr>
                  <w:t>.1</w:t>
                </w:r>
              </w:p>
            </w:tc>
          </w:sdtContent>
        </w:sdt>
        <w:sdt>
          <w:sdtPr>
            <w:rPr>
              <w:szCs w:val="16"/>
            </w:rPr>
            <w:id w:val="-509135923"/>
            <w:showingPlcHdr/>
          </w:sdtPr>
          <w:sdtEndPr/>
          <w:sdtContent>
            <w:tc>
              <w:tcPr>
                <w:tcW w:w="6487" w:type="dxa"/>
              </w:tcPr>
              <w:p w:rsidR="005A60A4" w:rsidRPr="005A60A4" w:rsidRDefault="00E962E9" w:rsidP="005A60A4">
                <w:pPr>
                  <w:pStyle w:val="StandardMuster0"/>
                  <w:rPr>
                    <w:rFonts w:ascii="Univers" w:hAnsi="Univers" w:cs="Univers"/>
                    <w:color w:val="000000"/>
                    <w:szCs w:val="16"/>
                  </w:rPr>
                </w:pPr>
                <w:r w:rsidRPr="0081482D">
                  <w:rPr>
                    <w:vanish/>
                    <w:color w:val="0000FF"/>
                  </w:rPr>
                  <w:t>(Text)</w:t>
                </w:r>
              </w:p>
            </w:tc>
          </w:sdtContent>
        </w:sdt>
        <w:tc>
          <w:tcPr>
            <w:tcW w:w="1786" w:type="dxa"/>
          </w:tcPr>
          <w:p w:rsidR="005A60A4" w:rsidRPr="005A60A4" w:rsidRDefault="00907963" w:rsidP="00B7287C">
            <w:pPr>
              <w:pStyle w:val="StandardMuster0"/>
              <w:jc w:val="center"/>
              <w:rPr>
                <w:rFonts w:ascii="Univers" w:hAnsi="Univers" w:cs="Univers"/>
                <w:szCs w:val="16"/>
              </w:rPr>
            </w:pPr>
            <w:sdt>
              <w:sdtPr>
                <w:id w:val="-1056694242"/>
                <w:showingPlcHdr/>
                <w:date w:fullDate="2015-03-20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F029D6">
                  <w:rPr>
                    <w:vanish/>
                    <w:color w:val="0000FF"/>
                    <w:szCs w:val="16"/>
                  </w:rPr>
                  <w:t>(Datum)</w:t>
                </w:r>
              </w:sdtContent>
            </w:sdt>
          </w:p>
        </w:tc>
      </w:tr>
    </w:tbl>
    <w:p w:rsidR="005A60A4" w:rsidRDefault="005A60A4" w:rsidP="00F616E7">
      <w:pPr>
        <w:pStyle w:val="StandardMuster3"/>
      </w:pPr>
      <w:r>
        <w:t>5</w:t>
      </w:r>
      <w:r w:rsidRPr="0081482D">
        <w:t xml:space="preserve"> </w:t>
      </w:r>
      <w:r w:rsidRPr="0081482D">
        <w:tab/>
      </w:r>
      <w:r w:rsidRPr="005A60A4">
        <w:t>Liegenschaftsbestandsdokumentation nach Abschnitt H 2</w:t>
      </w:r>
      <w:r w:rsidR="00F029D6">
        <w:tab/>
      </w:r>
      <w:r w:rsidR="00F029D6">
        <w:tab/>
      </w:r>
      <w:r w:rsidR="00F029D6">
        <w:tab/>
      </w:r>
      <w:r w:rsidR="00F029D6">
        <w:tab/>
        <w:t xml:space="preserve">         Nachzureichen bis</w:t>
      </w:r>
      <w:r w:rsidR="00F029D6" w:rsidRPr="0081482D">
        <w:t>:</w:t>
      </w:r>
    </w:p>
    <w:tbl>
      <w:tblPr>
        <w:tblW w:w="926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496"/>
        <w:gridCol w:w="6487"/>
        <w:gridCol w:w="1786"/>
      </w:tblGrid>
      <w:tr w:rsidR="005A60A4" w:rsidRPr="005A60A4" w:rsidTr="0037093D">
        <w:sdt>
          <w:sdtPr>
            <w:id w:val="1602224214"/>
            <w14:checkbox>
              <w14:checked w14:val="0"/>
              <w14:checkedState w14:val="25CF" w14:font="DejaVu Serif"/>
              <w14:uncheckedState w14:val="25CB" w14:font="DejaVu Serif"/>
            </w14:checkbox>
          </w:sdtPr>
          <w:sdtEndPr/>
          <w:sdtContent>
            <w:tc>
              <w:tcPr>
                <w:tcW w:w="496" w:type="dxa"/>
              </w:tcPr>
              <w:p w:rsidR="005A60A4" w:rsidRDefault="00FF4A41" w:rsidP="005A60A4">
                <w:pPr>
                  <w:pStyle w:val="StandardMuster0"/>
                </w:pPr>
                <w:r>
                  <w:rPr>
                    <w:rFonts w:ascii="DejaVu Serif" w:hAnsi="DejaVu Serif"/>
                  </w:rPr>
                  <w:t>○</w:t>
                </w:r>
              </w:p>
            </w:tc>
          </w:sdtContent>
        </w:sdt>
        <w:sdt>
          <w:sdtPr>
            <w:rPr>
              <w:rFonts w:ascii="Univers" w:hAnsi="Univers" w:cs="Univers"/>
              <w:color w:val="000000"/>
              <w:szCs w:val="16"/>
            </w:rPr>
            <w:id w:val="-1680726092"/>
            <w:lock w:val="sdtLocked"/>
            <w:showingPlcHdr/>
            <w:comboBox>
              <w:listItem w:displayText="5.1" w:value="5.1"/>
              <w:listItem w:displayText="5.2" w:value="5.2"/>
            </w:comboBox>
          </w:sdtPr>
          <w:sdtEndPr/>
          <w:sdtContent>
            <w:tc>
              <w:tcPr>
                <w:tcW w:w="496" w:type="dxa"/>
              </w:tcPr>
              <w:p w:rsidR="005A60A4" w:rsidRPr="005A60A4" w:rsidRDefault="00A600B5" w:rsidP="00A600B5">
                <w:pPr>
                  <w:pStyle w:val="StandardMuster0"/>
                  <w:rPr>
                    <w:rFonts w:ascii="Univers" w:hAnsi="Univers" w:cs="Univers"/>
                    <w:color w:val="000000"/>
                    <w:szCs w:val="16"/>
                  </w:rPr>
                </w:pPr>
                <w:r>
                  <w:rPr>
                    <w:vanish/>
                    <w:color w:val="0000FF"/>
                    <w:szCs w:val="16"/>
                  </w:rPr>
                  <w:t>5</w:t>
                </w:r>
                <w:r w:rsidRPr="0081482D">
                  <w:rPr>
                    <w:vanish/>
                    <w:color w:val="0000FF"/>
                    <w:szCs w:val="16"/>
                  </w:rPr>
                  <w:t>.1</w:t>
                </w:r>
              </w:p>
            </w:tc>
          </w:sdtContent>
        </w:sdt>
        <w:sdt>
          <w:sdtPr>
            <w:rPr>
              <w:szCs w:val="16"/>
            </w:rPr>
            <w:id w:val="-535739266"/>
            <w:lock w:val="sdtLocked"/>
            <w:showingPlcHdr/>
          </w:sdtPr>
          <w:sdtEndPr/>
          <w:sdtContent>
            <w:tc>
              <w:tcPr>
                <w:tcW w:w="6487" w:type="dxa"/>
              </w:tcPr>
              <w:p w:rsidR="005A60A4" w:rsidRPr="005A60A4" w:rsidRDefault="00A600B5" w:rsidP="00A600B5">
                <w:pPr>
                  <w:pStyle w:val="StandardMuster0"/>
                  <w:rPr>
                    <w:szCs w:val="16"/>
                  </w:rPr>
                </w:pPr>
                <w:r w:rsidRPr="0081482D">
                  <w:rPr>
                    <w:vanish/>
                    <w:color w:val="0000FF"/>
                  </w:rPr>
                  <w:t>(Text)</w:t>
                </w:r>
              </w:p>
            </w:tc>
          </w:sdtContent>
        </w:sdt>
        <w:tc>
          <w:tcPr>
            <w:tcW w:w="1786" w:type="dxa"/>
          </w:tcPr>
          <w:p w:rsidR="005A60A4" w:rsidRPr="005A60A4" w:rsidRDefault="00907963" w:rsidP="00B7287C">
            <w:pPr>
              <w:pStyle w:val="StandardMuster0"/>
              <w:jc w:val="center"/>
              <w:rPr>
                <w:rFonts w:ascii="Univers" w:hAnsi="Univers" w:cs="Univers"/>
                <w:szCs w:val="16"/>
              </w:rPr>
            </w:pPr>
            <w:sdt>
              <w:sdtPr>
                <w:id w:val="1167209930"/>
                <w:lock w:val="sdtLocked"/>
                <w:showingPlcHdr/>
                <w:date w:fullDate="2015-03-20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F029D6">
                  <w:rPr>
                    <w:vanish/>
                    <w:color w:val="0000FF"/>
                    <w:szCs w:val="16"/>
                  </w:rPr>
                  <w:t>(Datum)</w:t>
                </w:r>
              </w:sdtContent>
            </w:sdt>
          </w:p>
        </w:tc>
      </w:tr>
      <w:tr w:rsidR="005A60A4" w:rsidRPr="005A60A4" w:rsidTr="0037093D">
        <w:sdt>
          <w:sdtPr>
            <w:id w:val="1659503270"/>
            <w14:checkbox>
              <w14:checked w14:val="0"/>
              <w14:checkedState w14:val="25CF" w14:font="DejaVu Serif"/>
              <w14:uncheckedState w14:val="25CB" w14:font="DejaVu Serif"/>
            </w14:checkbox>
          </w:sdtPr>
          <w:sdtEndPr/>
          <w:sdtContent>
            <w:tc>
              <w:tcPr>
                <w:tcW w:w="496" w:type="dxa"/>
              </w:tcPr>
              <w:p w:rsidR="005A60A4" w:rsidRDefault="004101FE" w:rsidP="005A60A4">
                <w:pPr>
                  <w:pStyle w:val="StandardMuster0"/>
                </w:pPr>
                <w:r>
                  <w:rPr>
                    <w:rFonts w:ascii="DejaVu Serif" w:hAnsi="DejaVu Serif"/>
                  </w:rPr>
                  <w:t>○</w:t>
                </w:r>
              </w:p>
            </w:tc>
          </w:sdtContent>
        </w:sdt>
        <w:sdt>
          <w:sdtPr>
            <w:rPr>
              <w:rFonts w:ascii="Univers" w:hAnsi="Univers" w:cs="Univers"/>
              <w:color w:val="000000"/>
              <w:szCs w:val="16"/>
            </w:rPr>
            <w:id w:val="874738768"/>
            <w:showingPlcHdr/>
            <w:comboBox>
              <w:listItem w:displayText="5.1" w:value="5.1"/>
              <w:listItem w:displayText="5.2" w:value="5.2"/>
            </w:comboBox>
          </w:sdtPr>
          <w:sdtEndPr/>
          <w:sdtContent>
            <w:tc>
              <w:tcPr>
                <w:tcW w:w="496" w:type="dxa"/>
              </w:tcPr>
              <w:p w:rsidR="005A60A4" w:rsidRPr="005A60A4" w:rsidRDefault="00A600B5" w:rsidP="005A60A4">
                <w:pPr>
                  <w:pStyle w:val="StandardMuster0"/>
                  <w:rPr>
                    <w:rFonts w:ascii="Univers" w:hAnsi="Univers" w:cs="Univers"/>
                    <w:color w:val="000000"/>
                    <w:szCs w:val="16"/>
                  </w:rPr>
                </w:pPr>
                <w:r>
                  <w:rPr>
                    <w:vanish/>
                    <w:color w:val="0000FF"/>
                    <w:szCs w:val="16"/>
                  </w:rPr>
                  <w:t>5</w:t>
                </w:r>
                <w:r w:rsidRPr="0081482D">
                  <w:rPr>
                    <w:vanish/>
                    <w:color w:val="0000FF"/>
                    <w:szCs w:val="16"/>
                  </w:rPr>
                  <w:t>.1</w:t>
                </w:r>
              </w:p>
            </w:tc>
          </w:sdtContent>
        </w:sdt>
        <w:sdt>
          <w:sdtPr>
            <w:rPr>
              <w:szCs w:val="16"/>
            </w:rPr>
            <w:id w:val="756789923"/>
            <w:showingPlcHdr/>
          </w:sdtPr>
          <w:sdtEndPr/>
          <w:sdtContent>
            <w:tc>
              <w:tcPr>
                <w:tcW w:w="6487" w:type="dxa"/>
              </w:tcPr>
              <w:p w:rsidR="005A60A4" w:rsidRPr="005A60A4" w:rsidRDefault="00E962E9" w:rsidP="005A60A4">
                <w:pPr>
                  <w:pStyle w:val="StandardMuster0"/>
                  <w:rPr>
                    <w:rFonts w:ascii="Univers" w:hAnsi="Univers" w:cs="Univers"/>
                    <w:color w:val="000000"/>
                    <w:szCs w:val="16"/>
                  </w:rPr>
                </w:pPr>
                <w:r w:rsidRPr="0081482D">
                  <w:rPr>
                    <w:vanish/>
                    <w:color w:val="0000FF"/>
                  </w:rPr>
                  <w:t>(Text)</w:t>
                </w:r>
              </w:p>
            </w:tc>
          </w:sdtContent>
        </w:sdt>
        <w:tc>
          <w:tcPr>
            <w:tcW w:w="1786" w:type="dxa"/>
          </w:tcPr>
          <w:p w:rsidR="005A60A4" w:rsidRPr="005A60A4" w:rsidRDefault="00907963" w:rsidP="00B7287C">
            <w:pPr>
              <w:pStyle w:val="StandardMuster0"/>
              <w:jc w:val="center"/>
              <w:rPr>
                <w:rFonts w:ascii="Univers" w:hAnsi="Univers" w:cs="Univers"/>
                <w:szCs w:val="16"/>
              </w:rPr>
            </w:pPr>
            <w:sdt>
              <w:sdtPr>
                <w:id w:val="1556748855"/>
                <w:showingPlcHdr/>
                <w:date w:fullDate="2015-03-20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F029D6">
                  <w:rPr>
                    <w:vanish/>
                    <w:color w:val="0000FF"/>
                    <w:szCs w:val="16"/>
                  </w:rPr>
                  <w:t>(Datum)</w:t>
                </w:r>
              </w:sdtContent>
            </w:sdt>
          </w:p>
        </w:tc>
      </w:tr>
    </w:tbl>
    <w:p w:rsidR="005A60A4" w:rsidRDefault="005A60A4" w:rsidP="0081482D">
      <w:pPr>
        <w:pStyle w:val="StandardMuster0"/>
      </w:pPr>
    </w:p>
    <w:p w:rsidR="00FF4A41" w:rsidRDefault="00FF4A41" w:rsidP="0081482D">
      <w:pPr>
        <w:pStyle w:val="StandardMuster0"/>
      </w:pPr>
      <w:r>
        <w:t>Die Unterlagen nach</w:t>
      </w:r>
      <w:r w:rsidR="00613C05">
        <w:t>:</w:t>
      </w:r>
      <w:r>
        <w:t xml:space="preserve"> </w:t>
      </w:r>
      <w:sdt>
        <w:sdtPr>
          <w:id w:val="-716041866"/>
          <w:lock w:val="sdtLocked"/>
          <w14:checkbox>
            <w14:checked w14:val="0"/>
            <w14:checkedState w14:val="25CF" w14:font="DejaVu Serif"/>
            <w14:uncheckedState w14:val="25CB" w14:font="DejaVu Serif"/>
          </w14:checkbox>
        </w:sdtPr>
        <w:sdtEndPr/>
        <w:sdtContent>
          <w:r w:rsidR="00695C8F">
            <w:rPr>
              <w:rFonts w:ascii="DejaVu Serif" w:hAnsi="DejaVu Serif"/>
            </w:rPr>
            <w:t>○</w:t>
          </w:r>
        </w:sdtContent>
      </w:sdt>
      <w:r>
        <w:t xml:space="preserve"> Nummer 1, </w:t>
      </w:r>
      <w:sdt>
        <w:sdtPr>
          <w:id w:val="477730821"/>
          <w:lock w:val="sdtLocked"/>
          <w14:checkbox>
            <w14:checked w14:val="0"/>
            <w14:checkedState w14:val="25CF" w14:font="DejaVu Serif"/>
            <w14:uncheckedState w14:val="25CB" w14:font="DejaVu Serif"/>
          </w14:checkbox>
        </w:sdtPr>
        <w:sdtEndPr/>
        <w:sdtContent>
          <w:r w:rsidR="002E1DB0">
            <w:rPr>
              <w:rFonts w:ascii="DejaVu Serif" w:hAnsi="DejaVu Serif"/>
            </w:rPr>
            <w:t>○</w:t>
          </w:r>
        </w:sdtContent>
      </w:sdt>
      <w:r>
        <w:t xml:space="preserve"> Nummer 2, </w:t>
      </w:r>
      <w:sdt>
        <w:sdtPr>
          <w:id w:val="1461230384"/>
          <w:lock w:val="sdtLocked"/>
          <w14:checkbox>
            <w14:checked w14:val="0"/>
            <w14:checkedState w14:val="25CF" w14:font="DejaVu Serif"/>
            <w14:uncheckedState w14:val="25CB" w14:font="DejaVu Serif"/>
          </w14:checkbox>
        </w:sdtPr>
        <w:sdtEndPr/>
        <w:sdtContent>
          <w:r>
            <w:rPr>
              <w:rFonts w:ascii="DejaVu Serif" w:hAnsi="DejaVu Serif"/>
            </w:rPr>
            <w:t>○</w:t>
          </w:r>
        </w:sdtContent>
      </w:sdt>
      <w:r>
        <w:t xml:space="preserve"> Nummer 3, </w:t>
      </w:r>
      <w:sdt>
        <w:sdtPr>
          <w:id w:val="-403609146"/>
          <w:lock w:val="sdtLocked"/>
          <w14:checkbox>
            <w14:checked w14:val="0"/>
            <w14:checkedState w14:val="25CF" w14:font="DejaVu Serif"/>
            <w14:uncheckedState w14:val="25CB" w14:font="DejaVu Serif"/>
          </w14:checkbox>
        </w:sdtPr>
        <w:sdtEndPr/>
        <w:sdtContent>
          <w:r w:rsidR="002E1DB0">
            <w:rPr>
              <w:rFonts w:ascii="DejaVu Serif" w:hAnsi="DejaVu Serif"/>
            </w:rPr>
            <w:t>○</w:t>
          </w:r>
        </w:sdtContent>
      </w:sdt>
      <w:r>
        <w:t xml:space="preserve"> Nummer 4, </w:t>
      </w:r>
      <w:sdt>
        <w:sdtPr>
          <w:id w:val="840590156"/>
          <w:lock w:val="sdtLocked"/>
          <w14:checkbox>
            <w14:checked w14:val="0"/>
            <w14:checkedState w14:val="25CF" w14:font="DejaVu Serif"/>
            <w14:uncheckedState w14:val="25CB" w14:font="DejaVu Serif"/>
          </w14:checkbox>
        </w:sdtPr>
        <w:sdtEndPr/>
        <w:sdtContent>
          <w:r w:rsidR="002E1DB0">
            <w:rPr>
              <w:rFonts w:ascii="DejaVu Serif" w:hAnsi="DejaVu Serif"/>
            </w:rPr>
            <w:t>○</w:t>
          </w:r>
        </w:sdtContent>
      </w:sdt>
      <w:r>
        <w:t xml:space="preserve"> Nummer 5 sind in einer gesonderten Anlage</w:t>
      </w:r>
      <w:r w:rsidR="002E1DB0">
        <w:t>, Nummer</w:t>
      </w:r>
      <w:r w:rsidR="00BD75BB">
        <w:t xml:space="preserve">: </w:t>
      </w:r>
      <w:sdt>
        <w:sdtPr>
          <w:rPr>
            <w:szCs w:val="16"/>
          </w:rPr>
          <w:id w:val="76179132"/>
          <w:lock w:val="sdtLocked"/>
          <w:showingPlcHdr/>
        </w:sdtPr>
        <w:sdtEndPr/>
        <w:sdtContent>
          <w:r w:rsidR="00BD75BB" w:rsidRPr="0081482D">
            <w:rPr>
              <w:vanish/>
              <w:color w:val="0000FF"/>
            </w:rPr>
            <w:t>(</w:t>
          </w:r>
          <w:r w:rsidR="002E1DB0">
            <w:rPr>
              <w:vanish/>
              <w:color w:val="0000FF"/>
            </w:rPr>
            <w:t>Nr.</w:t>
          </w:r>
          <w:r w:rsidR="00BD75BB" w:rsidRPr="0081482D">
            <w:rPr>
              <w:vanish/>
              <w:color w:val="0000FF"/>
            </w:rPr>
            <w:t>)</w:t>
          </w:r>
        </w:sdtContent>
      </w:sdt>
      <w:r w:rsidR="005F5A56">
        <w:t xml:space="preserve">, </w:t>
      </w:r>
      <w:r w:rsidR="00B106EE">
        <w:t xml:space="preserve">mit Angabe der </w:t>
      </w:r>
      <w:r w:rsidR="005F5A56">
        <w:t>Weiter</w:t>
      </w:r>
      <w:r w:rsidR="00B106EE">
        <w:t>gabe an und d</w:t>
      </w:r>
      <w:r w:rsidR="005F5A56">
        <w:t>es</w:t>
      </w:r>
      <w:r w:rsidR="00B106EE">
        <w:t xml:space="preserve"> jeweilige</w:t>
      </w:r>
      <w:r w:rsidR="005F5A56">
        <w:t>n</w:t>
      </w:r>
      <w:r w:rsidR="00B106EE">
        <w:t xml:space="preserve"> Übergabedatum</w:t>
      </w:r>
      <w:r w:rsidR="005F5A56">
        <w:t>s,</w:t>
      </w:r>
      <w:r w:rsidR="00B106EE">
        <w:t xml:space="preserve"> </w:t>
      </w:r>
      <w:r w:rsidR="00BD75BB">
        <w:t>detailliert aufgelistet.</w:t>
      </w:r>
      <w:r w:rsidR="00613C05">
        <w:t xml:space="preserve"> </w:t>
      </w:r>
    </w:p>
    <w:p w:rsidR="00FF4A41" w:rsidRDefault="00FF4A41" w:rsidP="0081482D">
      <w:pPr>
        <w:pStyle w:val="StandardMuster0"/>
      </w:pPr>
    </w:p>
    <w:p w:rsidR="00FF4A41" w:rsidRDefault="00FF4A41" w:rsidP="0081482D">
      <w:pPr>
        <w:pStyle w:val="StandardMuster0"/>
        <w:sectPr w:rsidR="00FF4A41" w:rsidSect="00854582">
          <w:pgSz w:w="11906" w:h="16838" w:code="9"/>
          <w:pgMar w:top="1247" w:right="1418" w:bottom="1134" w:left="1418" w:header="851" w:footer="851" w:gutter="0"/>
          <w:cols w:space="708"/>
          <w:formProt w:val="0"/>
          <w:docGrid w:linePitch="360"/>
        </w:sectPr>
      </w:pPr>
    </w:p>
    <w:p w:rsidR="005A60A4" w:rsidRDefault="004C23E7" w:rsidP="00F616E7">
      <w:pPr>
        <w:pStyle w:val="StandardMuster2"/>
      </w:pPr>
      <w:r>
        <w:lastRenderedPageBreak/>
        <w:t xml:space="preserve">Anlage 2 - </w:t>
      </w:r>
      <w:r w:rsidR="0063360D" w:rsidRPr="0063360D">
        <w:t>Auflistung der Restarbeite</w:t>
      </w:r>
      <w:r w:rsidR="000E219F">
        <w:t xml:space="preserve">n und Mängel </w:t>
      </w:r>
    </w:p>
    <w:p w:rsidR="00EC413E" w:rsidRDefault="00EC413E" w:rsidP="00F616E7">
      <w:pPr>
        <w:pStyle w:val="StandardMuster3"/>
      </w:pPr>
    </w:p>
    <w:tbl>
      <w:tblPr>
        <w:tblW w:w="926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65"/>
      </w:tblGrid>
      <w:tr w:rsidR="0063360D" w:rsidRPr="0063360D" w:rsidTr="0037093D">
        <w:trPr>
          <w:cantSplit/>
          <w:trHeight w:val="325"/>
        </w:trPr>
        <w:tc>
          <w:tcPr>
            <w:tcW w:w="9264" w:type="dxa"/>
          </w:tcPr>
          <w:p w:rsidR="0063360D" w:rsidRPr="0063360D" w:rsidRDefault="0063360D" w:rsidP="0063360D">
            <w:pPr>
              <w:pStyle w:val="StandardMuster0"/>
            </w:pPr>
            <w:r w:rsidRPr="0063360D">
              <w:t>Restarbeiten (jeweils mit Angabe vereinbarter Erledigungsfristen):</w:t>
            </w:r>
          </w:p>
          <w:sdt>
            <w:sdtPr>
              <w:rPr>
                <w:szCs w:val="16"/>
              </w:rPr>
              <w:id w:val="-232399575"/>
              <w:lock w:val="sdtLocked"/>
              <w:showingPlcHdr/>
            </w:sdtPr>
            <w:sdtEndPr/>
            <w:sdtContent>
              <w:p w:rsidR="0063360D" w:rsidRPr="0063360D" w:rsidRDefault="00E962E9" w:rsidP="00E962E9">
                <w:pPr>
                  <w:pStyle w:val="StandardMuster0"/>
                </w:pPr>
                <w:r w:rsidRPr="0081482D">
                  <w:rPr>
                    <w:vanish/>
                    <w:color w:val="0000FF"/>
                  </w:rPr>
                  <w:t>(Text)</w:t>
                </w:r>
              </w:p>
            </w:sdtContent>
          </w:sdt>
        </w:tc>
      </w:tr>
    </w:tbl>
    <w:p w:rsidR="003A5538" w:rsidRDefault="003A5538" w:rsidP="003A5538">
      <w:pPr>
        <w:pStyle w:val="StandardMuster0"/>
      </w:pPr>
    </w:p>
    <w:tbl>
      <w:tblPr>
        <w:tblW w:w="926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65"/>
      </w:tblGrid>
      <w:tr w:rsidR="0063360D" w:rsidRPr="0063360D" w:rsidTr="0037093D">
        <w:trPr>
          <w:cantSplit/>
          <w:trHeight w:val="389"/>
        </w:trPr>
        <w:tc>
          <w:tcPr>
            <w:tcW w:w="9264" w:type="dxa"/>
          </w:tcPr>
          <w:p w:rsidR="0063360D" w:rsidRPr="0063360D" w:rsidRDefault="0063360D" w:rsidP="0063360D">
            <w:pPr>
              <w:pStyle w:val="StandardMuster0"/>
            </w:pPr>
            <w:r w:rsidRPr="0063360D">
              <w:t>Mängel (jeweils mit Angabe vereinbarter Erledigungsfristen, bzw. weitere Vorgehensweise):</w:t>
            </w:r>
          </w:p>
          <w:p w:rsidR="0063360D" w:rsidRPr="0063360D" w:rsidRDefault="00907963" w:rsidP="00A600B5">
            <w:pPr>
              <w:pStyle w:val="StandardMuster0"/>
            </w:pPr>
            <w:sdt>
              <w:sdtPr>
                <w:rPr>
                  <w:szCs w:val="16"/>
                </w:rPr>
                <w:id w:val="822779779"/>
                <w:lock w:val="sdtLocked"/>
                <w:showingPlcHdr/>
              </w:sdtPr>
              <w:sdtEndPr/>
              <w:sdtContent>
                <w:r w:rsidR="00A600B5" w:rsidRPr="0081482D">
                  <w:rPr>
                    <w:vanish/>
                    <w:color w:val="0000FF"/>
                  </w:rPr>
                  <w:t>(Text)</w:t>
                </w:r>
              </w:sdtContent>
            </w:sdt>
          </w:p>
        </w:tc>
      </w:tr>
    </w:tbl>
    <w:p w:rsidR="00695C8F" w:rsidRDefault="00695C8F" w:rsidP="0081482D">
      <w:pPr>
        <w:pStyle w:val="StandardMuster0"/>
      </w:pPr>
    </w:p>
    <w:p w:rsidR="00EC413E" w:rsidRDefault="00695C8F" w:rsidP="0081482D">
      <w:pPr>
        <w:pStyle w:val="StandardMuster0"/>
      </w:pPr>
      <w:r>
        <w:t xml:space="preserve">Weitere Angaben zu </w:t>
      </w:r>
      <w:sdt>
        <w:sdtPr>
          <w:id w:val="-831060146"/>
          <w:lock w:val="sdtLocked"/>
          <w14:checkbox>
            <w14:checked w14:val="0"/>
            <w14:checkedState w14:val="25CF" w14:font="DejaVu Serif"/>
            <w14:uncheckedState w14:val="25CB" w14:font="DejaVu Serif"/>
          </w14:checkbox>
        </w:sdtPr>
        <w:sdtEndPr/>
        <w:sdtContent>
          <w:r>
            <w:rPr>
              <w:rFonts w:ascii="DejaVu Serif" w:hAnsi="DejaVu Serif"/>
            </w:rPr>
            <w:t>○</w:t>
          </w:r>
        </w:sdtContent>
      </w:sdt>
      <w:r>
        <w:t xml:space="preserve"> Restarbeiten/ </w:t>
      </w:r>
      <w:sdt>
        <w:sdtPr>
          <w:id w:val="-2128995856"/>
          <w:lock w:val="sdtLocked"/>
          <w14:checkbox>
            <w14:checked w14:val="0"/>
            <w14:checkedState w14:val="25CF" w14:font="DejaVu Serif"/>
            <w14:uncheckedState w14:val="25CB" w14:font="DejaVu Serif"/>
          </w14:checkbox>
        </w:sdtPr>
        <w:sdtEndPr/>
        <w:sdtContent>
          <w:r>
            <w:rPr>
              <w:rFonts w:ascii="DejaVu Serif" w:hAnsi="DejaVu Serif"/>
            </w:rPr>
            <w:t>○</w:t>
          </w:r>
        </w:sdtContent>
      </w:sdt>
      <w:r>
        <w:t xml:space="preserve"> Mängel </w:t>
      </w:r>
      <w:r w:rsidR="002E1DB0">
        <w:t xml:space="preserve">sind in einer gesonderten Anlage, </w:t>
      </w:r>
      <w:proofErr w:type="spellStart"/>
      <w:r w:rsidR="002E1DB0">
        <w:t>Nr</w:t>
      </w:r>
      <w:proofErr w:type="spellEnd"/>
      <w:r w:rsidR="002E1DB0">
        <w:t xml:space="preserve">: </w:t>
      </w:r>
      <w:sdt>
        <w:sdtPr>
          <w:rPr>
            <w:szCs w:val="16"/>
          </w:rPr>
          <w:id w:val="-2017218635"/>
          <w:lock w:val="sdtLocked"/>
          <w:showingPlcHdr/>
        </w:sdtPr>
        <w:sdtEndPr/>
        <w:sdtContent>
          <w:r w:rsidR="002E1DB0" w:rsidRPr="0081482D">
            <w:rPr>
              <w:vanish/>
              <w:color w:val="0000FF"/>
            </w:rPr>
            <w:t>(</w:t>
          </w:r>
          <w:r w:rsidR="002E1DB0">
            <w:rPr>
              <w:vanish/>
              <w:color w:val="0000FF"/>
            </w:rPr>
            <w:t>Nr.</w:t>
          </w:r>
          <w:r w:rsidR="002E1DB0" w:rsidRPr="0081482D">
            <w:rPr>
              <w:vanish/>
              <w:color w:val="0000FF"/>
            </w:rPr>
            <w:t>)</w:t>
          </w:r>
        </w:sdtContent>
      </w:sdt>
      <w:r>
        <w:t xml:space="preserve"> genannt.</w:t>
      </w:r>
    </w:p>
    <w:p w:rsidR="002E1DB0" w:rsidRDefault="002E1DB0" w:rsidP="0081482D">
      <w:pPr>
        <w:pStyle w:val="StandardMuster0"/>
      </w:pPr>
    </w:p>
    <w:p w:rsidR="002E1DB0" w:rsidRDefault="002E1DB0" w:rsidP="0081482D">
      <w:pPr>
        <w:pStyle w:val="StandardMuster0"/>
        <w:sectPr w:rsidR="002E1DB0" w:rsidSect="00854582">
          <w:pgSz w:w="11906" w:h="16838" w:code="9"/>
          <w:pgMar w:top="1247" w:right="1418" w:bottom="1134" w:left="1418" w:header="851" w:footer="851" w:gutter="0"/>
          <w:cols w:space="708"/>
          <w:formProt w:val="0"/>
          <w:docGrid w:linePitch="360"/>
        </w:sectPr>
      </w:pPr>
    </w:p>
    <w:p w:rsidR="00EC413E" w:rsidRPr="00F616E7" w:rsidRDefault="007B7E65" w:rsidP="00F616E7">
      <w:pPr>
        <w:pStyle w:val="StandardMuster"/>
      </w:pPr>
      <w:bookmarkStart w:id="6" w:name="Muster2"/>
      <w:r w:rsidRPr="00F616E7">
        <w:lastRenderedPageBreak/>
        <w:t xml:space="preserve">M14/2 </w:t>
      </w:r>
      <w:bookmarkEnd w:id="6"/>
      <w:r w:rsidRPr="00F616E7">
        <w:tab/>
      </w:r>
      <w:r w:rsidR="00EC413E" w:rsidRPr="00F616E7">
        <w:t>Übergabe durch den Maßnahmenträger an den Nutzer / Mieter im ELM (Nicht Bundeswehr)</w:t>
      </w:r>
    </w:p>
    <w:p w:rsidR="00EC413E" w:rsidRPr="00143596" w:rsidRDefault="00EC413E" w:rsidP="00143596">
      <w:pPr>
        <w:pStyle w:val="StandardMuster0"/>
      </w:pPr>
    </w:p>
    <w:tbl>
      <w:tblPr>
        <w:tblW w:w="92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7"/>
        <w:gridCol w:w="648"/>
        <w:gridCol w:w="1279"/>
        <w:gridCol w:w="1352"/>
        <w:gridCol w:w="397"/>
        <w:gridCol w:w="397"/>
        <w:gridCol w:w="397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</w:tblGrid>
      <w:tr w:rsidR="00EC413E" w:rsidRPr="00EC413E" w:rsidTr="00E14E2B">
        <w:trPr>
          <w:trHeight w:val="225"/>
          <w:tblHeader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279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  <w:r w:rsidRPr="00EC413E">
              <w:t>Bezeichnung der Baumaßnahme</w:t>
            </w:r>
          </w:p>
        </w:tc>
        <w:tc>
          <w:tcPr>
            <w:tcW w:w="5569" w:type="dxa"/>
            <w:gridSpan w:val="1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EC413E" w:rsidRPr="00421673" w:rsidRDefault="00287ACC" w:rsidP="005F5213">
            <w:pPr>
              <w:pStyle w:val="StandardMuster0"/>
            </w:pPr>
            <w:fldSimple w:instr=" REF  BM  \* MERGEFORMAT ">
              <w:sdt>
                <w:sdtPr>
                  <w:id w:val="16966636"/>
                  <w:lock w:val="sdtLocked"/>
                  <w:showingPlcHdr/>
                  <w:text/>
                </w:sdtPr>
                <w:sdtEndPr>
                  <w:rPr>
                    <w:szCs w:val="16"/>
                  </w:rPr>
                </w:sdtEndPr>
                <w:sdtContent>
                  <w:r w:rsidR="00421673" w:rsidRPr="00421673">
                    <w:t>(Baumaßnahme</w:t>
                  </w:r>
                  <w:r w:rsidR="00421673" w:rsidRPr="00421673">
                    <w:rPr>
                      <w:vanish/>
                      <w:szCs w:val="16"/>
                    </w:rPr>
                    <w:t>)</w:t>
                  </w:r>
                </w:sdtContent>
              </w:sdt>
            </w:fldSimple>
          </w:p>
        </w:tc>
      </w:tr>
      <w:tr w:rsidR="00E14E2B" w:rsidRPr="00EC413E" w:rsidTr="00E14E2B">
        <w:trPr>
          <w:trHeight w:val="225"/>
          <w:tblHeader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4E2B" w:rsidRPr="00EC413E" w:rsidRDefault="00E14E2B" w:rsidP="00EC413E">
            <w:pPr>
              <w:pStyle w:val="StandardMuster0"/>
            </w:pPr>
          </w:p>
        </w:tc>
        <w:tc>
          <w:tcPr>
            <w:tcW w:w="3279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hideMark/>
          </w:tcPr>
          <w:p w:rsidR="00E14E2B" w:rsidRPr="00EC413E" w:rsidRDefault="00E14E2B" w:rsidP="00EC413E">
            <w:pPr>
              <w:pStyle w:val="StandardMuster0"/>
            </w:pPr>
            <w:r w:rsidRPr="00EC413E">
              <w:t>Liegenschaft</w:t>
            </w:r>
          </w:p>
        </w:tc>
        <w:tc>
          <w:tcPr>
            <w:tcW w:w="5569" w:type="dxa"/>
            <w:gridSpan w:val="1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E14E2B" w:rsidRPr="005F5213" w:rsidRDefault="00287ACC" w:rsidP="005F5213">
            <w:pPr>
              <w:pStyle w:val="StandardMuster0"/>
            </w:pPr>
            <w:fldSimple w:instr=" REF  Li  \* MERGEFORMAT ">
              <w:sdt>
                <w:sdtPr>
                  <w:id w:val="-1233767406"/>
                  <w:lock w:val="sdtLocked"/>
                  <w:showingPlcHdr/>
                  <w:text/>
                </w:sdtPr>
                <w:sdtEndPr/>
                <w:sdtContent>
                  <w:r w:rsidR="00421673" w:rsidRPr="00421673">
                    <w:t>(Liegenschaft)</w:t>
                  </w:r>
                </w:sdtContent>
              </w:sdt>
            </w:fldSimple>
          </w:p>
        </w:tc>
      </w:tr>
      <w:tr w:rsidR="00E14E2B" w:rsidRPr="00EC413E" w:rsidTr="00E14E2B">
        <w:trPr>
          <w:trHeight w:val="225"/>
          <w:tblHeader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4E2B" w:rsidRPr="00EC413E" w:rsidRDefault="00E14E2B" w:rsidP="00EC413E">
            <w:pPr>
              <w:pStyle w:val="StandardMuster0"/>
            </w:pPr>
          </w:p>
        </w:tc>
        <w:tc>
          <w:tcPr>
            <w:tcW w:w="3279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hideMark/>
          </w:tcPr>
          <w:p w:rsidR="00E14E2B" w:rsidRPr="00EC413E" w:rsidRDefault="00E14E2B" w:rsidP="00EC413E">
            <w:pPr>
              <w:pStyle w:val="StandardMuster0"/>
            </w:pPr>
            <w:r w:rsidRPr="00EC413E">
              <w:t>Gebäude</w:t>
            </w:r>
          </w:p>
        </w:tc>
        <w:tc>
          <w:tcPr>
            <w:tcW w:w="5569" w:type="dxa"/>
            <w:gridSpan w:val="1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E14E2B" w:rsidRPr="005F5213" w:rsidRDefault="00287ACC" w:rsidP="005F5213">
            <w:pPr>
              <w:pStyle w:val="StandardMuster0"/>
            </w:pPr>
            <w:fldSimple w:instr=" REF  Geb  \* MERGEFORMAT ">
              <w:sdt>
                <w:sdtPr>
                  <w:id w:val="-352345636"/>
                  <w:lock w:val="sdtLocked"/>
                  <w:showingPlcHdr/>
                  <w:text/>
                </w:sdtPr>
                <w:sdtEndPr/>
                <w:sdtContent>
                  <w:r w:rsidR="00421673" w:rsidRPr="00421673">
                    <w:t>(Gebäude)</w:t>
                  </w:r>
                </w:sdtContent>
              </w:sdt>
            </w:fldSimple>
          </w:p>
        </w:tc>
      </w:tr>
      <w:tr w:rsidR="00EC413E" w:rsidRPr="00EC413E" w:rsidTr="00E14E2B">
        <w:trPr>
          <w:trHeight w:val="225"/>
          <w:tblHeader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2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7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7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7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</w:tr>
      <w:tr w:rsidR="00EC413E" w:rsidRPr="00EC413E" w:rsidTr="00E14E2B">
        <w:trPr>
          <w:trHeight w:val="225"/>
          <w:tblHeader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279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</w:tr>
      <w:tr w:rsidR="00EC413E" w:rsidRPr="00EC413E" w:rsidTr="00E14E2B">
        <w:trPr>
          <w:trHeight w:val="22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8848" w:type="dxa"/>
            <w:gridSpan w:val="17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  <w:r w:rsidRPr="00EC413E">
              <w:t>Die Bauübergabe gemäß Abschnitt H 1.1 der RBBau hat ausweislich der Niederschrift der Übergabeverhandlung</w:t>
            </w:r>
          </w:p>
        </w:tc>
      </w:tr>
      <w:tr w:rsidR="00EC413E" w:rsidRPr="00EC413E" w:rsidTr="00E14E2B">
        <w:trPr>
          <w:trHeight w:val="22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  <w:r w:rsidRPr="00EC413E">
              <w:rPr>
                <w:rFonts w:ascii="Univers" w:hAnsi="Univers" w:cs="Univers"/>
              </w:rPr>
              <w:t>am</w:t>
            </w:r>
          </w:p>
        </w:tc>
        <w:sdt>
          <w:sdtPr>
            <w:id w:val="-1291284598"/>
            <w:lock w:val="sdtLocked"/>
            <w:showingPlcHdr/>
            <w:date w:fullDate="2015-05-21T00:00:00Z"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279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:rsidR="00EC413E" w:rsidRPr="00EC413E" w:rsidRDefault="00170F55" w:rsidP="00170F55">
                <w:pPr>
                  <w:pStyle w:val="StandardMuster0"/>
                </w:pPr>
                <w:r>
                  <w:rPr>
                    <w:vanish/>
                    <w:color w:val="0000FF"/>
                    <w:szCs w:val="16"/>
                  </w:rPr>
                  <w:t>(Datum)</w:t>
                </w:r>
              </w:p>
            </w:tc>
          </w:sdtContent>
        </w:sdt>
        <w:tc>
          <w:tcPr>
            <w:tcW w:w="6921" w:type="dxa"/>
            <w:gridSpan w:val="15"/>
            <w:tcBorders>
              <w:top w:val="nil"/>
              <w:left w:val="nil"/>
              <w:bottom w:val="nil"/>
            </w:tcBorders>
            <w:shd w:val="clear" w:color="auto" w:fill="auto"/>
          </w:tcPr>
          <w:p w:rsidR="00EC413E" w:rsidRPr="00EC413E" w:rsidRDefault="00EC413E" w:rsidP="00EC413E">
            <w:pPr>
              <w:pStyle w:val="StandardMuster0"/>
            </w:pPr>
            <w:r w:rsidRPr="00EC413E">
              <w:rPr>
                <w:rFonts w:ascii="Univers" w:hAnsi="Univers" w:cs="Univers"/>
                <w:color w:val="000000"/>
              </w:rPr>
              <w:t>stattgefunden.</w:t>
            </w:r>
          </w:p>
        </w:tc>
      </w:tr>
      <w:tr w:rsidR="00EC413E" w:rsidRPr="00EC413E" w:rsidTr="00E14E2B">
        <w:trPr>
          <w:trHeight w:val="22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8848" w:type="dxa"/>
            <w:gridSpan w:val="17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  <w:rPr>
                <w:rFonts w:ascii="Univers" w:hAnsi="Univers" w:cs="Univers"/>
                <w:color w:val="000000"/>
              </w:rPr>
            </w:pPr>
          </w:p>
        </w:tc>
      </w:tr>
      <w:tr w:rsidR="00EC413E" w:rsidRPr="00EC413E" w:rsidTr="00E14E2B">
        <w:trPr>
          <w:trHeight w:val="22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8848" w:type="dxa"/>
            <w:gridSpan w:val="17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  <w:rPr>
                <w:rFonts w:ascii="Univers" w:hAnsi="Univers" w:cs="Univers"/>
                <w:color w:val="000000"/>
              </w:rPr>
            </w:pPr>
            <w:r w:rsidRPr="00EC413E">
              <w:rPr>
                <w:rFonts w:ascii="Univers" w:hAnsi="Univers" w:cs="Univers"/>
                <w:color w:val="000000"/>
              </w:rPr>
              <w:t>Im Anschluss an diese Übergabe wurden die notwendigen Unterlagen und Dokumente (siehe 1-5) für die vom Nutzer/Betreiber  wahrzunehmenden  Betriebsaufgaben übergeben.</w:t>
            </w:r>
          </w:p>
        </w:tc>
      </w:tr>
      <w:tr w:rsidR="00EC413E" w:rsidRPr="00EC413E" w:rsidTr="00E14E2B">
        <w:trPr>
          <w:trHeight w:val="22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8848" w:type="dxa"/>
            <w:gridSpan w:val="17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  <w:rPr>
                <w:rFonts w:ascii="Univers" w:hAnsi="Univers" w:cs="Univers"/>
              </w:rPr>
            </w:pPr>
          </w:p>
        </w:tc>
      </w:tr>
      <w:tr w:rsidR="00EC413E" w:rsidRPr="00EC413E" w:rsidTr="00E14E2B">
        <w:trPr>
          <w:trHeight w:val="22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8848" w:type="dxa"/>
            <w:gridSpan w:val="17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  <w:rPr>
                <w:rFonts w:ascii="Univers" w:hAnsi="Univers" w:cs="Univers"/>
              </w:rPr>
            </w:pPr>
            <w:r w:rsidRPr="00EC413E">
              <w:rPr>
                <w:rFonts w:ascii="Univers" w:hAnsi="Univers" w:cs="Univers"/>
              </w:rPr>
              <w:t xml:space="preserve">Mit der Übernahme durch den Nutzer/Mieter beginnt das Mietverhältnis gemäß geschlossenem Mietvertrag vom: </w:t>
            </w:r>
            <w:sdt>
              <w:sdtPr>
                <w:id w:val="-1320498682"/>
                <w:lock w:val="sdtLocked"/>
                <w:showingPlcHdr/>
                <w:date w:fullDate="2015-05-21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170F55">
                  <w:rPr>
                    <w:vanish/>
                    <w:color w:val="0000FF"/>
                    <w:szCs w:val="16"/>
                  </w:rPr>
                  <w:t>(Datum)</w:t>
                </w:r>
              </w:sdtContent>
            </w:sdt>
          </w:p>
          <w:p w:rsidR="00EC413E" w:rsidRPr="00EC413E" w:rsidRDefault="00EC413E" w:rsidP="00A600B5">
            <w:pPr>
              <w:pStyle w:val="StandardMuster0"/>
              <w:rPr>
                <w:rFonts w:ascii="Univers" w:hAnsi="Univers" w:cs="Univers"/>
              </w:rPr>
            </w:pPr>
            <w:r w:rsidRPr="00EC413E">
              <w:rPr>
                <w:rFonts w:ascii="Univers" w:hAnsi="Univers" w:cs="Univers"/>
              </w:rPr>
              <w:t xml:space="preserve">Der Beginn der sonstigen Dienstleistungen gemäß Dienstleistungsvertrag vom: </w:t>
            </w:r>
            <w:sdt>
              <w:sdtPr>
                <w:id w:val="2113555648"/>
                <w:lock w:val="sdtLocked"/>
                <w:showingPlcHdr/>
                <w:date w:fullDate="2015-05-21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A600B5">
                  <w:rPr>
                    <w:vanish/>
                    <w:color w:val="0000FF"/>
                    <w:szCs w:val="16"/>
                  </w:rPr>
                  <w:t>(Datum)</w:t>
                </w:r>
              </w:sdtContent>
            </w:sdt>
            <w:r w:rsidR="00170F55" w:rsidRPr="00EC413E">
              <w:rPr>
                <w:rFonts w:ascii="Univers" w:hAnsi="Univers" w:cs="Univers"/>
              </w:rPr>
              <w:t xml:space="preserve"> </w:t>
            </w:r>
            <w:r w:rsidRPr="00EC413E">
              <w:rPr>
                <w:rFonts w:ascii="Univers" w:hAnsi="Univers" w:cs="Univers"/>
              </w:rPr>
              <w:t>wird vereinbart für den:</w:t>
            </w:r>
            <w:r w:rsidR="00170F55">
              <w:t xml:space="preserve"> </w:t>
            </w:r>
            <w:sdt>
              <w:sdtPr>
                <w:id w:val="854539082"/>
                <w:lock w:val="sdtLocked"/>
                <w:showingPlcHdr/>
                <w:date w:fullDate="2015-05-21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170F55">
                  <w:rPr>
                    <w:vanish/>
                    <w:color w:val="0000FF"/>
                    <w:szCs w:val="16"/>
                  </w:rPr>
                  <w:t>(Datum)</w:t>
                </w:r>
              </w:sdtContent>
            </w:sdt>
          </w:p>
        </w:tc>
      </w:tr>
      <w:tr w:rsidR="00EC413E" w:rsidRPr="00EC413E" w:rsidTr="00E14E2B">
        <w:trPr>
          <w:trHeight w:val="22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8848" w:type="dxa"/>
            <w:gridSpan w:val="17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  <w:rPr>
                <w:rFonts w:ascii="Univers" w:hAnsi="Univers" w:cs="Univers"/>
              </w:rPr>
            </w:pPr>
          </w:p>
        </w:tc>
      </w:tr>
      <w:tr w:rsidR="00EC413E" w:rsidRPr="00EC413E" w:rsidTr="00E14E2B">
        <w:trPr>
          <w:trHeight w:val="22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8848" w:type="dxa"/>
            <w:gridSpan w:val="17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  <w:r w:rsidRPr="00EC413E">
              <w:rPr>
                <w:rFonts w:ascii="Univers" w:hAnsi="Univers" w:cs="Univers"/>
              </w:rPr>
              <w:t>Die Niederschrift der oben genannten Übergabeverhandlung wird Bestandteil der Übergabe an den Eigentümer BImA/Nutzer/ Mieter durch den Maßnahmenträger.</w:t>
            </w:r>
          </w:p>
        </w:tc>
      </w:tr>
      <w:tr w:rsidR="00EC413E" w:rsidRPr="00EC413E" w:rsidTr="00E14E2B">
        <w:trPr>
          <w:trHeight w:val="22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2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5569" w:type="dxa"/>
            <w:gridSpan w:val="14"/>
            <w:tcBorders>
              <w:lef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</w:tr>
      <w:tr w:rsidR="00EC413E" w:rsidRPr="00EC413E" w:rsidTr="00E14E2B">
        <w:trPr>
          <w:trHeight w:val="22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2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  <w:r w:rsidRPr="00EC413E">
              <w:rPr>
                <w:rFonts w:ascii="Univers" w:hAnsi="Univers" w:cs="Univers"/>
                <w:color w:val="000000"/>
              </w:rPr>
              <w:t>Die Übergabe erfolgte durch</w:t>
            </w:r>
          </w:p>
        </w:tc>
        <w:tc>
          <w:tcPr>
            <w:tcW w:w="5569" w:type="dxa"/>
            <w:gridSpan w:val="14"/>
            <w:tcBorders>
              <w:left w:val="nil"/>
              <w:bottom w:val="dotted" w:sz="4" w:space="0" w:color="auto"/>
            </w:tcBorders>
            <w:shd w:val="clear" w:color="auto" w:fill="auto"/>
            <w:noWrap/>
          </w:tcPr>
          <w:p w:rsidR="00EC413E" w:rsidRPr="00EC413E" w:rsidRDefault="00907963" w:rsidP="00170F55">
            <w:pPr>
              <w:pStyle w:val="StandardMuster0"/>
            </w:pPr>
            <w:sdt>
              <w:sdtPr>
                <w:id w:val="-843313246"/>
                <w:lock w:val="sdtLocked"/>
                <w:showingPlcHdr/>
                <w:text/>
              </w:sdtPr>
              <w:sdtEndPr/>
              <w:sdtContent>
                <w:r w:rsidR="00170F55">
                  <w:rPr>
                    <w:vanish/>
                    <w:color w:val="0000FF"/>
                    <w:szCs w:val="16"/>
                  </w:rPr>
                  <w:t>(Amt)</w:t>
                </w:r>
              </w:sdtContent>
            </w:sdt>
          </w:p>
        </w:tc>
      </w:tr>
      <w:tr w:rsidR="00EC413E" w:rsidRPr="00EC413E" w:rsidTr="00E14E2B">
        <w:trPr>
          <w:trHeight w:val="22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2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5569" w:type="dxa"/>
            <w:gridSpan w:val="14"/>
            <w:tcBorders>
              <w:top w:val="dotted" w:sz="4" w:space="0" w:color="auto"/>
              <w:lef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  <w:r w:rsidRPr="00EC413E">
              <w:rPr>
                <w:rFonts w:ascii="Univers" w:hAnsi="Univers" w:cs="Univers"/>
              </w:rPr>
              <w:t xml:space="preserve">Maßnahmenträger </w:t>
            </w:r>
          </w:p>
        </w:tc>
      </w:tr>
      <w:tr w:rsidR="00EC413E" w:rsidRPr="00EC413E" w:rsidTr="00E14E2B">
        <w:trPr>
          <w:trHeight w:val="22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2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  <w:r w:rsidRPr="00EC413E">
              <w:rPr>
                <w:rFonts w:ascii="Univers" w:hAnsi="Univers" w:cs="Univers"/>
                <w:color w:val="000000"/>
              </w:rPr>
              <w:t>an den</w:t>
            </w:r>
          </w:p>
        </w:tc>
        <w:tc>
          <w:tcPr>
            <w:tcW w:w="5569" w:type="dxa"/>
            <w:gridSpan w:val="14"/>
            <w:tcBorders>
              <w:left w:val="nil"/>
              <w:bottom w:val="dotted" w:sz="4" w:space="0" w:color="auto"/>
            </w:tcBorders>
            <w:shd w:val="clear" w:color="auto" w:fill="auto"/>
            <w:noWrap/>
          </w:tcPr>
          <w:p w:rsidR="00EC413E" w:rsidRPr="00EC413E" w:rsidRDefault="00907963" w:rsidP="00A600B5">
            <w:pPr>
              <w:pStyle w:val="StandardMuster0"/>
            </w:pPr>
            <w:sdt>
              <w:sdtPr>
                <w:id w:val="-734161544"/>
                <w:lock w:val="sdtLocked"/>
                <w:showingPlcHdr/>
                <w:text/>
              </w:sdtPr>
              <w:sdtEndPr/>
              <w:sdtContent>
                <w:r w:rsidR="00A600B5">
                  <w:rPr>
                    <w:vanish/>
                    <w:color w:val="0000FF"/>
                    <w:szCs w:val="16"/>
                  </w:rPr>
                  <w:t>(Amt)</w:t>
                </w:r>
              </w:sdtContent>
            </w:sdt>
          </w:p>
        </w:tc>
      </w:tr>
      <w:tr w:rsidR="00EC413E" w:rsidRPr="00EC413E" w:rsidTr="00E14E2B">
        <w:trPr>
          <w:trHeight w:val="22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2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5569" w:type="dxa"/>
            <w:gridSpan w:val="14"/>
            <w:tcBorders>
              <w:top w:val="dotted" w:sz="4" w:space="0" w:color="auto"/>
              <w:left w:val="nil"/>
              <w:bottom w:val="nil"/>
            </w:tcBorders>
            <w:shd w:val="clear" w:color="auto" w:fill="auto"/>
            <w:noWrap/>
          </w:tcPr>
          <w:p w:rsidR="00EC413E" w:rsidRPr="00EC413E" w:rsidRDefault="00907963" w:rsidP="00143596">
            <w:pPr>
              <w:pStyle w:val="StandardMuster0"/>
            </w:pPr>
            <w:sdt>
              <w:sdtPr>
                <w:id w:val="-2120371171"/>
                <w:lock w:val="sdtLocked"/>
                <w14:checkbox>
                  <w14:checked w14:val="0"/>
                  <w14:checkedState w14:val="25CF" w14:font="DejaVu Serif"/>
                  <w14:uncheckedState w14:val="25CB" w14:font="DejaVu Serif"/>
                </w14:checkbox>
              </w:sdtPr>
              <w:sdtEndPr/>
              <w:sdtContent>
                <w:r w:rsidR="003A5538">
                  <w:rPr>
                    <w:rFonts w:ascii="DejaVu Serif" w:hAnsi="DejaVu Serif"/>
                  </w:rPr>
                  <w:t>○</w:t>
                </w:r>
              </w:sdtContent>
            </w:sdt>
            <w:r w:rsidR="00EC413E" w:rsidRPr="00EC413E">
              <w:rPr>
                <w:rFonts w:ascii="Univers" w:hAnsi="Univers" w:cs="Univers"/>
              </w:rPr>
              <w:t xml:space="preserve"> Nutzer / </w:t>
            </w:r>
            <w:sdt>
              <w:sdtPr>
                <w:id w:val="792485653"/>
                <w:lock w:val="sdtLocked"/>
                <w14:checkbox>
                  <w14:checked w14:val="0"/>
                  <w14:checkedState w14:val="25CF" w14:font="DejaVu Serif"/>
                  <w14:uncheckedState w14:val="25CB" w14:font="DejaVu Serif"/>
                </w14:checkbox>
              </w:sdtPr>
              <w:sdtEndPr/>
              <w:sdtContent>
                <w:r w:rsidR="003A5538">
                  <w:rPr>
                    <w:rFonts w:ascii="DejaVu Serif" w:hAnsi="DejaVu Serif"/>
                  </w:rPr>
                  <w:t>○</w:t>
                </w:r>
              </w:sdtContent>
            </w:sdt>
            <w:r w:rsidR="00EC413E" w:rsidRPr="00EC413E">
              <w:rPr>
                <w:rFonts w:ascii="Univers" w:hAnsi="Univers" w:cs="Univers"/>
              </w:rPr>
              <w:t xml:space="preserve"> Mieter</w:t>
            </w:r>
          </w:p>
        </w:tc>
      </w:tr>
      <w:tr w:rsidR="00EC413E" w:rsidRPr="00EC413E" w:rsidTr="00E14E2B">
        <w:trPr>
          <w:trHeight w:val="22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2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5569" w:type="dxa"/>
            <w:gridSpan w:val="14"/>
            <w:tcBorders>
              <w:left w:val="nil"/>
              <w:bottom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</w:tr>
      <w:tr w:rsidR="00EC413E" w:rsidRPr="00EC413E" w:rsidTr="00E14E2B">
        <w:trPr>
          <w:trHeight w:val="22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2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  <w:r w:rsidRPr="00EC413E">
              <w:t>Anmerkungen:</w:t>
            </w:r>
          </w:p>
        </w:tc>
        <w:tc>
          <w:tcPr>
            <w:tcW w:w="5569" w:type="dxa"/>
            <w:gridSpan w:val="14"/>
            <w:tcBorders>
              <w:left w:val="nil"/>
              <w:bottom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</w:tr>
      <w:tr w:rsidR="00EC413E" w:rsidRPr="00EC413E" w:rsidTr="00E14E2B">
        <w:trPr>
          <w:trHeight w:val="22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8848" w:type="dxa"/>
            <w:gridSpan w:val="17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:rsidR="00EC413E" w:rsidRPr="00EC413E" w:rsidRDefault="00907963" w:rsidP="00A600B5">
            <w:pPr>
              <w:pStyle w:val="StandardMuster0"/>
            </w:pPr>
            <w:sdt>
              <w:sdtPr>
                <w:rPr>
                  <w:szCs w:val="16"/>
                </w:rPr>
                <w:id w:val="96758588"/>
                <w:lock w:val="sdtLocked"/>
                <w:showingPlcHdr/>
              </w:sdtPr>
              <w:sdtEndPr/>
              <w:sdtContent>
                <w:r w:rsidR="00A600B5" w:rsidRPr="0081482D">
                  <w:rPr>
                    <w:vanish/>
                    <w:color w:val="0000FF"/>
                  </w:rPr>
                  <w:t>(Text)</w:t>
                </w:r>
              </w:sdtContent>
            </w:sdt>
          </w:p>
        </w:tc>
      </w:tr>
      <w:tr w:rsidR="00EC413E" w:rsidRPr="00EC413E" w:rsidTr="00E14E2B">
        <w:trPr>
          <w:trHeight w:val="225"/>
          <w:tblHeader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2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</w:tr>
      <w:tr w:rsidR="00EC413E" w:rsidRPr="00EC413E" w:rsidTr="00E630C6">
        <w:trPr>
          <w:trHeight w:val="225"/>
          <w:tblHeader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27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  <w:r w:rsidRPr="00EC413E"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EC413E" w:rsidRPr="00EC413E" w:rsidRDefault="00EC413E" w:rsidP="00EC413E">
            <w:pPr>
              <w:pStyle w:val="StandardMuster0"/>
            </w:pPr>
          </w:p>
        </w:tc>
      </w:tr>
      <w:tr w:rsidR="00EC413E" w:rsidRPr="00EC413E" w:rsidTr="00E630C6">
        <w:trPr>
          <w:trHeight w:val="22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2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  <w:r w:rsidRPr="00EC413E">
              <w:t>Ort</w:t>
            </w:r>
          </w:p>
        </w:tc>
        <w:sdt>
          <w:sdtPr>
            <w:id w:val="516897184"/>
            <w:lock w:val="sdtLocked"/>
            <w:showingPlcHdr/>
            <w:text/>
          </w:sdtPr>
          <w:sdtEndPr/>
          <w:sdtContent>
            <w:tc>
              <w:tcPr>
                <w:tcW w:w="5569" w:type="dxa"/>
                <w:gridSpan w:val="14"/>
                <w:tcBorders>
                  <w:left w:val="nil"/>
                </w:tcBorders>
                <w:shd w:val="clear" w:color="auto" w:fill="auto"/>
                <w:noWrap/>
              </w:tcPr>
              <w:p w:rsidR="00EC413E" w:rsidRPr="00EC413E" w:rsidRDefault="00A600B5" w:rsidP="00A600B5">
                <w:pPr>
                  <w:pStyle w:val="StandardMuster0"/>
                </w:pPr>
                <w:r>
                  <w:rPr>
                    <w:vanish/>
                    <w:color w:val="0000FF"/>
                    <w:szCs w:val="16"/>
                  </w:rPr>
                  <w:t>(Ort)</w:t>
                </w:r>
              </w:p>
            </w:tc>
          </w:sdtContent>
        </w:sdt>
      </w:tr>
      <w:tr w:rsidR="00EC413E" w:rsidRPr="00EC413E" w:rsidTr="00E630C6">
        <w:trPr>
          <w:trHeight w:val="22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2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  <w:r w:rsidRPr="00EC413E">
              <w:t>Datum</w:t>
            </w:r>
          </w:p>
        </w:tc>
        <w:sdt>
          <w:sdtPr>
            <w:id w:val="-944069696"/>
            <w:lock w:val="sdtLocked"/>
            <w:showingPlcHdr/>
            <w:date w:fullDate="2015-05-21T00:00:00Z"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5569" w:type="dxa"/>
                <w:gridSpan w:val="14"/>
                <w:tcBorders>
                  <w:left w:val="nil"/>
                </w:tcBorders>
                <w:shd w:val="clear" w:color="auto" w:fill="auto"/>
                <w:noWrap/>
              </w:tcPr>
              <w:p w:rsidR="00EC413E" w:rsidRPr="00EC413E" w:rsidRDefault="00A600B5" w:rsidP="00A600B5">
                <w:pPr>
                  <w:pStyle w:val="StandardMuster0"/>
                </w:pPr>
                <w:r>
                  <w:rPr>
                    <w:vanish/>
                    <w:color w:val="0000FF"/>
                    <w:szCs w:val="16"/>
                  </w:rPr>
                  <w:t>(Datum)</w:t>
                </w:r>
              </w:p>
            </w:tc>
          </w:sdtContent>
        </w:sdt>
      </w:tr>
      <w:tr w:rsidR="00EC413E" w:rsidRPr="00EC413E" w:rsidTr="00E630C6">
        <w:trPr>
          <w:trHeight w:val="22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2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5569" w:type="dxa"/>
            <w:gridSpan w:val="14"/>
            <w:tcBorders>
              <w:left w:val="nil"/>
              <w:bottom w:val="dotted" w:sz="4" w:space="0" w:color="auto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</w:tr>
      <w:tr w:rsidR="00EC413E" w:rsidRPr="00EC413E" w:rsidTr="00E14E2B">
        <w:trPr>
          <w:trHeight w:val="85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279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  <w:r w:rsidRPr="00EC413E">
              <w:t xml:space="preserve">für die Übergabe </w:t>
            </w:r>
            <w:r w:rsidRPr="00EC413E">
              <w:br/>
              <w:t>(Maßnahmenträger)</w:t>
            </w:r>
          </w:p>
        </w:tc>
        <w:sdt>
          <w:sdtPr>
            <w:id w:val="-1770467121"/>
            <w:lock w:val="sdtLocked"/>
            <w:showingPlcHdr/>
            <w:text/>
          </w:sdtPr>
          <w:sdtEndPr/>
          <w:sdtContent>
            <w:tc>
              <w:tcPr>
                <w:tcW w:w="5569" w:type="dxa"/>
                <w:gridSpan w:val="14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noWrap/>
              </w:tcPr>
              <w:p w:rsidR="00EC413E" w:rsidRPr="00EC413E" w:rsidRDefault="00170F55" w:rsidP="00170F55">
                <w:pPr>
                  <w:pStyle w:val="StandardMuster0"/>
                </w:pPr>
                <w:r>
                  <w:rPr>
                    <w:vanish/>
                    <w:color w:val="0000FF"/>
                    <w:szCs w:val="16"/>
                  </w:rPr>
                  <w:t>(Name)</w:t>
                </w:r>
              </w:p>
            </w:tc>
          </w:sdtContent>
        </w:sdt>
      </w:tr>
      <w:tr w:rsidR="00EC413E" w:rsidRPr="00EC413E" w:rsidTr="00E14E2B">
        <w:trPr>
          <w:trHeight w:val="85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C413E" w:rsidRPr="00EC413E" w:rsidRDefault="00EC413E" w:rsidP="00EC413E">
            <w:pPr>
              <w:pStyle w:val="StandardMuster0"/>
            </w:pPr>
          </w:p>
        </w:tc>
        <w:tc>
          <w:tcPr>
            <w:tcW w:w="3279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</w:tcPr>
          <w:p w:rsidR="00EC413E" w:rsidRPr="00EC413E" w:rsidRDefault="00EC413E" w:rsidP="00143596">
            <w:pPr>
              <w:pStyle w:val="StandardMuster0"/>
            </w:pPr>
            <w:r w:rsidRPr="00EC413E">
              <w:rPr>
                <w:bCs/>
              </w:rPr>
              <w:t xml:space="preserve">an </w:t>
            </w:r>
            <w:r w:rsidRPr="00EC413E">
              <w:rPr>
                <w:bCs/>
              </w:rPr>
              <w:br/>
              <w:t>(</w:t>
            </w:r>
            <w:sdt>
              <w:sdtPr>
                <w:id w:val="1373420191"/>
                <w:lock w:val="sdtLocked"/>
                <w14:checkbox>
                  <w14:checked w14:val="0"/>
                  <w14:checkedState w14:val="25CF" w14:font="DejaVu Serif"/>
                  <w14:uncheckedState w14:val="25CB" w14:font="DejaVu Serif"/>
                </w14:checkbox>
              </w:sdtPr>
              <w:sdtEndPr/>
              <w:sdtContent>
                <w:r w:rsidR="003A5538">
                  <w:rPr>
                    <w:rFonts w:ascii="DejaVu Serif" w:hAnsi="DejaVu Serif"/>
                  </w:rPr>
                  <w:t>○</w:t>
                </w:r>
              </w:sdtContent>
            </w:sdt>
            <w:r w:rsidRPr="00EC413E">
              <w:rPr>
                <w:bCs/>
              </w:rPr>
              <w:t xml:space="preserve"> Nutzer / </w:t>
            </w:r>
            <w:sdt>
              <w:sdtPr>
                <w:id w:val="-1164080822"/>
                <w:lock w:val="sdtLocked"/>
                <w14:checkbox>
                  <w14:checked w14:val="0"/>
                  <w14:checkedState w14:val="25CF" w14:font="DejaVu Serif"/>
                  <w14:uncheckedState w14:val="25CB" w14:font="DejaVu Serif"/>
                </w14:checkbox>
              </w:sdtPr>
              <w:sdtEndPr/>
              <w:sdtContent>
                <w:r w:rsidR="003A5538">
                  <w:rPr>
                    <w:rFonts w:ascii="DejaVu Serif" w:hAnsi="DejaVu Serif"/>
                  </w:rPr>
                  <w:t>○</w:t>
                </w:r>
              </w:sdtContent>
            </w:sdt>
            <w:r w:rsidRPr="00EC413E">
              <w:rPr>
                <w:bCs/>
              </w:rPr>
              <w:t xml:space="preserve"> Mieter)</w:t>
            </w:r>
          </w:p>
        </w:tc>
        <w:sdt>
          <w:sdtPr>
            <w:id w:val="2083412490"/>
            <w:lock w:val="sdtLocked"/>
            <w:showingPlcHdr/>
            <w:text/>
          </w:sdtPr>
          <w:sdtEndPr/>
          <w:sdtContent>
            <w:tc>
              <w:tcPr>
                <w:tcW w:w="5569" w:type="dxa"/>
                <w:gridSpan w:val="14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noWrap/>
              </w:tcPr>
              <w:p w:rsidR="00EC413E" w:rsidRPr="00EC413E" w:rsidRDefault="00170F55" w:rsidP="00170F55">
                <w:pPr>
                  <w:pStyle w:val="StandardMuster0"/>
                  <w:rPr>
                    <w:noProof/>
                  </w:rPr>
                </w:pPr>
                <w:r>
                  <w:rPr>
                    <w:vanish/>
                    <w:color w:val="0000FF"/>
                    <w:szCs w:val="16"/>
                  </w:rPr>
                  <w:t>(Name)</w:t>
                </w:r>
              </w:p>
            </w:tc>
          </w:sdtContent>
        </w:sdt>
      </w:tr>
    </w:tbl>
    <w:p w:rsidR="0037093D" w:rsidRDefault="0037093D" w:rsidP="00EC413E">
      <w:pPr>
        <w:pStyle w:val="StandardMuster0"/>
        <w:sectPr w:rsidR="0037093D" w:rsidSect="00854582">
          <w:headerReference w:type="default" r:id="rId10"/>
          <w:pgSz w:w="11906" w:h="16838" w:code="9"/>
          <w:pgMar w:top="1247" w:right="1418" w:bottom="1134" w:left="1418" w:header="851" w:footer="851" w:gutter="0"/>
          <w:cols w:space="708"/>
          <w:docGrid w:linePitch="360"/>
        </w:sectPr>
      </w:pPr>
    </w:p>
    <w:p w:rsidR="00EC413E" w:rsidRDefault="007B7E65" w:rsidP="00F616E7">
      <w:pPr>
        <w:pStyle w:val="StandardMuster"/>
      </w:pPr>
      <w:bookmarkStart w:id="7" w:name="Muster3"/>
      <w:r>
        <w:lastRenderedPageBreak/>
        <w:t>M14/</w:t>
      </w:r>
      <w:r w:rsidR="00292449">
        <w:t xml:space="preserve">3 </w:t>
      </w:r>
      <w:bookmarkEnd w:id="7"/>
      <w:r>
        <w:tab/>
      </w:r>
      <w:r w:rsidR="0037093D" w:rsidRPr="0037093D">
        <w:t>Übergabe durch den Maßnahmenträger an den Eigentümer BImA / Nutzer / Mieter im ELM Bundeswehr</w:t>
      </w:r>
      <w:r w:rsidR="005C479F">
        <w:rPr>
          <w:rStyle w:val="Funotenzeichen"/>
        </w:rPr>
        <w:footnoteReference w:id="1"/>
      </w:r>
    </w:p>
    <w:p w:rsidR="00EC413E" w:rsidRDefault="00EC413E" w:rsidP="00361D39">
      <w:pPr>
        <w:pStyle w:val="StandardMuster0"/>
      </w:pPr>
    </w:p>
    <w:tbl>
      <w:tblPr>
        <w:tblW w:w="92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647"/>
        <w:gridCol w:w="1275"/>
        <w:gridCol w:w="1348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</w:tblGrid>
      <w:tr w:rsidR="0037093D" w:rsidRPr="0037093D" w:rsidTr="00E14E2B">
        <w:trPr>
          <w:trHeight w:val="225"/>
          <w:tblHeader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270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  <w:r w:rsidRPr="0037093D">
              <w:t>Bezeichnung der Baumaßnahme</w:t>
            </w:r>
          </w:p>
        </w:tc>
        <w:tc>
          <w:tcPr>
            <w:tcW w:w="5544" w:type="dxa"/>
            <w:gridSpan w:val="1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37093D" w:rsidRPr="00421673" w:rsidRDefault="00287ACC" w:rsidP="005F5213">
            <w:pPr>
              <w:pStyle w:val="StandardMuster0"/>
            </w:pPr>
            <w:fldSimple w:instr=" REF  BM  \* MERGEFORMAT ">
              <w:sdt>
                <w:sdtPr>
                  <w:id w:val="723730524"/>
                  <w:lock w:val="sdtLocked"/>
                  <w:showingPlcHdr/>
                  <w:text/>
                </w:sdtPr>
                <w:sdtEndPr>
                  <w:rPr>
                    <w:szCs w:val="16"/>
                  </w:rPr>
                </w:sdtEndPr>
                <w:sdtContent>
                  <w:r w:rsidR="00421673" w:rsidRPr="00421673">
                    <w:t>(Baumaßnahme</w:t>
                  </w:r>
                  <w:r w:rsidR="00421673" w:rsidRPr="00421673">
                    <w:rPr>
                      <w:vanish/>
                      <w:szCs w:val="16"/>
                    </w:rPr>
                    <w:t>)</w:t>
                  </w:r>
                </w:sdtContent>
              </w:sdt>
            </w:fldSimple>
          </w:p>
        </w:tc>
      </w:tr>
      <w:tr w:rsidR="0037093D" w:rsidRPr="0037093D" w:rsidTr="00E14E2B">
        <w:trPr>
          <w:trHeight w:val="225"/>
          <w:tblHeader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270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  <w:r w:rsidRPr="0037093D">
              <w:t>Liegenschaft</w:t>
            </w:r>
          </w:p>
        </w:tc>
        <w:tc>
          <w:tcPr>
            <w:tcW w:w="5544" w:type="dxa"/>
            <w:gridSpan w:val="1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37093D" w:rsidRPr="005F5213" w:rsidRDefault="00287ACC" w:rsidP="005F5213">
            <w:pPr>
              <w:pStyle w:val="StandardMuster0"/>
            </w:pPr>
            <w:fldSimple w:instr=" REF  Li  \* MERGEFORMAT ">
              <w:sdt>
                <w:sdtPr>
                  <w:id w:val="-1134104629"/>
                  <w:lock w:val="sdtLocked"/>
                  <w:showingPlcHdr/>
                  <w:text/>
                </w:sdtPr>
                <w:sdtEndPr/>
                <w:sdtContent>
                  <w:r w:rsidR="00421673" w:rsidRPr="00421673">
                    <w:t>(Liegenschaft)</w:t>
                  </w:r>
                </w:sdtContent>
              </w:sdt>
            </w:fldSimple>
          </w:p>
        </w:tc>
      </w:tr>
      <w:tr w:rsidR="0037093D" w:rsidRPr="0037093D" w:rsidTr="00E14E2B">
        <w:trPr>
          <w:trHeight w:val="225"/>
          <w:tblHeader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270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  <w:r w:rsidRPr="0037093D">
              <w:t>Gebäude</w:t>
            </w:r>
          </w:p>
        </w:tc>
        <w:tc>
          <w:tcPr>
            <w:tcW w:w="5544" w:type="dxa"/>
            <w:gridSpan w:val="1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37093D" w:rsidRPr="005F5213" w:rsidRDefault="00287ACC" w:rsidP="005F5213">
            <w:pPr>
              <w:pStyle w:val="StandardMuster0"/>
            </w:pPr>
            <w:fldSimple w:instr=" REF  Geb  \* MERGEFORMAT ">
              <w:sdt>
                <w:sdtPr>
                  <w:id w:val="991751684"/>
                  <w:lock w:val="sdtLocked"/>
                  <w:showingPlcHdr/>
                  <w:text/>
                </w:sdtPr>
                <w:sdtEndPr/>
                <w:sdtContent>
                  <w:r w:rsidR="00421673" w:rsidRPr="00421673">
                    <w:t>(Gebäude)</w:t>
                  </w:r>
                </w:sdtContent>
              </w:sdt>
            </w:fldSimple>
          </w:p>
        </w:tc>
      </w:tr>
      <w:tr w:rsidR="0037093D" w:rsidRPr="0037093D" w:rsidTr="00E14E2B">
        <w:trPr>
          <w:trHeight w:val="225"/>
          <w:tblHeader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2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</w:tr>
      <w:tr w:rsidR="0037093D" w:rsidRPr="0037093D" w:rsidTr="0037093D">
        <w:trPr>
          <w:trHeight w:val="225"/>
          <w:tblHeader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270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</w:tr>
      <w:tr w:rsidR="0037093D" w:rsidRPr="0037093D" w:rsidTr="0037093D">
        <w:trPr>
          <w:trHeight w:val="22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8814" w:type="dxa"/>
            <w:gridSpan w:val="17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  <w:r w:rsidRPr="0037093D">
              <w:t>Die Bauübergabe gemäß Abschnitt H 1.1 der RBBau hat ausweislich der Niederschrift der Übergabeverhandlung</w:t>
            </w:r>
          </w:p>
        </w:tc>
      </w:tr>
      <w:tr w:rsidR="0037093D" w:rsidRPr="0037093D" w:rsidTr="0037093D">
        <w:trPr>
          <w:trHeight w:val="22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  <w:r w:rsidRPr="0037093D">
              <w:rPr>
                <w:rFonts w:ascii="Univers" w:hAnsi="Univers" w:cs="Univers"/>
              </w:rPr>
              <w:t>am</w:t>
            </w:r>
          </w:p>
        </w:tc>
        <w:sdt>
          <w:sdtPr>
            <w:id w:val="367879397"/>
            <w:lock w:val="sdtLocked"/>
            <w:showingPlcHdr/>
            <w:date w:fullDate="2015-05-21T00:00:00Z"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27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:rsidR="0037093D" w:rsidRPr="0037093D" w:rsidRDefault="003A5538" w:rsidP="003A5538">
                <w:pPr>
                  <w:pStyle w:val="StandardMuster0"/>
                </w:pPr>
                <w:r>
                  <w:rPr>
                    <w:vanish/>
                    <w:color w:val="0000FF"/>
                    <w:szCs w:val="16"/>
                  </w:rPr>
                  <w:t>(Datum)</w:t>
                </w:r>
              </w:p>
            </w:tc>
          </w:sdtContent>
        </w:sdt>
        <w:tc>
          <w:tcPr>
            <w:tcW w:w="6892" w:type="dxa"/>
            <w:gridSpan w:val="15"/>
            <w:tcBorders>
              <w:top w:val="nil"/>
              <w:left w:val="nil"/>
              <w:bottom w:val="nil"/>
            </w:tcBorders>
            <w:shd w:val="clear" w:color="auto" w:fill="auto"/>
          </w:tcPr>
          <w:p w:rsidR="0037093D" w:rsidRPr="0037093D" w:rsidRDefault="0037093D" w:rsidP="0037093D">
            <w:pPr>
              <w:pStyle w:val="StandardMuster0"/>
            </w:pPr>
            <w:r w:rsidRPr="0037093D">
              <w:rPr>
                <w:rFonts w:ascii="Univers" w:hAnsi="Univers" w:cs="Univers"/>
                <w:color w:val="000000"/>
              </w:rPr>
              <w:t>stattgefunden.</w:t>
            </w:r>
          </w:p>
        </w:tc>
      </w:tr>
      <w:tr w:rsidR="0037093D" w:rsidRPr="0037093D" w:rsidTr="0037093D">
        <w:trPr>
          <w:trHeight w:val="22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8814" w:type="dxa"/>
            <w:gridSpan w:val="17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  <w:rPr>
                <w:rFonts w:ascii="Univers" w:hAnsi="Univers" w:cs="Univers"/>
                <w:color w:val="000000"/>
              </w:rPr>
            </w:pPr>
            <w:r w:rsidRPr="0037093D">
              <w:rPr>
                <w:rFonts w:ascii="Univers" w:hAnsi="Univers" w:cs="Univers"/>
                <w:color w:val="000000"/>
              </w:rPr>
              <w:t>Im Anschluss an diese Übergabe wurden die notwendigen Unterlagen und Dokumente (siehe 1-5) für die vom Nutzer/Betreiber  wahrzunehmenden  Betriebsaufgaben übergeben.</w:t>
            </w:r>
          </w:p>
        </w:tc>
      </w:tr>
      <w:tr w:rsidR="0037093D" w:rsidRPr="0037093D" w:rsidTr="0037093D">
        <w:trPr>
          <w:trHeight w:val="22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8814" w:type="dxa"/>
            <w:gridSpan w:val="17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  <w:r w:rsidRPr="0037093D">
              <w:rPr>
                <w:rFonts w:ascii="Univers" w:hAnsi="Univers" w:cs="Univers"/>
              </w:rPr>
              <w:t>Die Niederschrift der oben genannten Übergabeverhandlung wird Bestandteil der Übergabe an den Eigentümer BImA/Nutzer/ Mieter durch den Maßnahmenträger.</w:t>
            </w:r>
          </w:p>
        </w:tc>
      </w:tr>
      <w:tr w:rsidR="0037093D" w:rsidRPr="0037093D" w:rsidTr="00E14E2B">
        <w:trPr>
          <w:trHeight w:val="22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2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5544" w:type="dxa"/>
            <w:gridSpan w:val="14"/>
            <w:tcBorders>
              <w:lef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</w:tr>
      <w:tr w:rsidR="0037093D" w:rsidRPr="0037093D" w:rsidTr="00E14E2B">
        <w:trPr>
          <w:trHeight w:val="22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2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  <w:r w:rsidRPr="0037093D">
              <w:rPr>
                <w:rFonts w:ascii="Univers" w:hAnsi="Univers" w:cs="Univers"/>
                <w:color w:val="000000"/>
              </w:rPr>
              <w:t>Die Übergabe erfolgte durch</w:t>
            </w:r>
          </w:p>
        </w:tc>
        <w:tc>
          <w:tcPr>
            <w:tcW w:w="5544" w:type="dxa"/>
            <w:gridSpan w:val="14"/>
            <w:tcBorders>
              <w:left w:val="nil"/>
              <w:bottom w:val="dotted" w:sz="4" w:space="0" w:color="auto"/>
            </w:tcBorders>
            <w:shd w:val="clear" w:color="auto" w:fill="auto"/>
            <w:noWrap/>
          </w:tcPr>
          <w:p w:rsidR="0037093D" w:rsidRPr="0037093D" w:rsidRDefault="00907963" w:rsidP="00170F55">
            <w:pPr>
              <w:pStyle w:val="StandardMuster0"/>
            </w:pPr>
            <w:sdt>
              <w:sdtPr>
                <w:id w:val="717472933"/>
                <w:lock w:val="sdtLocked"/>
                <w:showingPlcHdr/>
                <w:text/>
              </w:sdtPr>
              <w:sdtEndPr/>
              <w:sdtContent>
                <w:r w:rsidR="00170F55">
                  <w:rPr>
                    <w:vanish/>
                    <w:color w:val="0000FF"/>
                    <w:szCs w:val="16"/>
                  </w:rPr>
                  <w:t>(Amt)</w:t>
                </w:r>
              </w:sdtContent>
            </w:sdt>
          </w:p>
        </w:tc>
      </w:tr>
      <w:tr w:rsidR="0037093D" w:rsidRPr="0037093D" w:rsidTr="00E14E2B">
        <w:trPr>
          <w:trHeight w:val="22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2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5544" w:type="dxa"/>
            <w:gridSpan w:val="14"/>
            <w:tcBorders>
              <w:top w:val="dotted" w:sz="4" w:space="0" w:color="auto"/>
              <w:left w:val="nil"/>
            </w:tcBorders>
            <w:shd w:val="clear" w:color="auto" w:fill="auto"/>
            <w:noWrap/>
          </w:tcPr>
          <w:p w:rsidR="0037093D" w:rsidRPr="0037093D" w:rsidRDefault="0037093D" w:rsidP="003A5538">
            <w:pPr>
              <w:pStyle w:val="StandardMuster0"/>
            </w:pPr>
            <w:r w:rsidRPr="0037093D">
              <w:rPr>
                <w:rFonts w:ascii="Univers" w:hAnsi="Univers" w:cs="Univers"/>
              </w:rPr>
              <w:t>Maßnahmenträger</w:t>
            </w:r>
            <w:r w:rsidRPr="0037093D">
              <w:rPr>
                <w:rFonts w:ascii="Univers" w:hAnsi="Univers"/>
              </w:rPr>
              <w:t xml:space="preserve"> </w:t>
            </w:r>
            <w:sdt>
              <w:sdtPr>
                <w:id w:val="-1426954586"/>
                <w:lock w:val="sdtLocked"/>
                <w14:checkbox>
                  <w14:checked w14:val="0"/>
                  <w14:checkedState w14:val="25CF" w14:font="DejaVu Serif"/>
                  <w14:uncheckedState w14:val="25CB" w14:font="DejaVu Serif"/>
                </w14:checkbox>
              </w:sdtPr>
              <w:sdtEndPr/>
              <w:sdtContent>
                <w:r w:rsidR="003A5538">
                  <w:rPr>
                    <w:rFonts w:ascii="DejaVu Serif" w:hAnsi="DejaVu Serif"/>
                  </w:rPr>
                  <w:t>○</w:t>
                </w:r>
              </w:sdtContent>
            </w:sdt>
            <w:r w:rsidRPr="0037093D">
              <w:rPr>
                <w:rFonts w:ascii="Univers" w:hAnsi="Univers"/>
              </w:rPr>
              <w:t xml:space="preserve"> BMVg </w:t>
            </w:r>
            <w:r>
              <w:rPr>
                <w:rFonts w:ascii="Univers" w:hAnsi="Univers"/>
              </w:rPr>
              <w:t>/</w:t>
            </w:r>
            <w:r w:rsidRPr="0037093D">
              <w:rPr>
                <w:rFonts w:ascii="Univers" w:hAnsi="Univers"/>
              </w:rPr>
              <w:t xml:space="preserve"> </w:t>
            </w:r>
            <w:sdt>
              <w:sdtPr>
                <w:id w:val="-1191221465"/>
                <w:lock w:val="sdtLocked"/>
                <w14:checkbox>
                  <w14:checked w14:val="1"/>
                  <w14:checkedState w14:val="25CB" w14:font="DejaVu Serif"/>
                  <w14:uncheckedState w14:val="25CF" w14:font="DejaVu Serif"/>
                </w14:checkbox>
              </w:sdtPr>
              <w:sdtEndPr/>
              <w:sdtContent>
                <w:r w:rsidR="003A5538">
                  <w:rPr>
                    <w:rFonts w:ascii="DejaVu Serif" w:hAnsi="DejaVu Serif"/>
                  </w:rPr>
                  <w:t>○</w:t>
                </w:r>
              </w:sdtContent>
            </w:sdt>
            <w:r w:rsidRPr="0037093D">
              <w:rPr>
                <w:rFonts w:ascii="Univers" w:hAnsi="Univers"/>
              </w:rPr>
              <w:t xml:space="preserve"> BImA</w:t>
            </w:r>
          </w:p>
        </w:tc>
      </w:tr>
      <w:tr w:rsidR="0037093D" w:rsidRPr="0037093D" w:rsidTr="00E14E2B">
        <w:trPr>
          <w:trHeight w:val="22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2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  <w:r w:rsidRPr="0037093D">
              <w:rPr>
                <w:rFonts w:ascii="Univers" w:hAnsi="Univers" w:cs="Univers"/>
                <w:color w:val="000000"/>
              </w:rPr>
              <w:t>an den</w:t>
            </w:r>
          </w:p>
        </w:tc>
        <w:tc>
          <w:tcPr>
            <w:tcW w:w="5544" w:type="dxa"/>
            <w:gridSpan w:val="14"/>
            <w:tcBorders>
              <w:left w:val="nil"/>
              <w:bottom w:val="dotted" w:sz="4" w:space="0" w:color="auto"/>
            </w:tcBorders>
            <w:shd w:val="clear" w:color="auto" w:fill="auto"/>
            <w:noWrap/>
          </w:tcPr>
          <w:p w:rsidR="0037093D" w:rsidRPr="0037093D" w:rsidRDefault="00907963" w:rsidP="0037093D">
            <w:pPr>
              <w:pStyle w:val="StandardMuster0"/>
            </w:pPr>
            <w:sdt>
              <w:sdtPr>
                <w:id w:val="-36819611"/>
                <w:lock w:val="sdtLocked"/>
                <w:showingPlcHdr/>
                <w:text/>
              </w:sdtPr>
              <w:sdtEndPr/>
              <w:sdtContent>
                <w:r w:rsidR="00170F55">
                  <w:rPr>
                    <w:vanish/>
                    <w:color w:val="0000FF"/>
                    <w:szCs w:val="16"/>
                  </w:rPr>
                  <w:t>(Amt)</w:t>
                </w:r>
              </w:sdtContent>
            </w:sdt>
          </w:p>
        </w:tc>
      </w:tr>
      <w:tr w:rsidR="0037093D" w:rsidRPr="0037093D" w:rsidTr="00E14E2B">
        <w:trPr>
          <w:trHeight w:val="22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2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5544" w:type="dxa"/>
            <w:gridSpan w:val="14"/>
            <w:tcBorders>
              <w:top w:val="dotted" w:sz="4" w:space="0" w:color="auto"/>
              <w:left w:val="nil"/>
            </w:tcBorders>
            <w:shd w:val="clear" w:color="auto" w:fill="auto"/>
            <w:noWrap/>
          </w:tcPr>
          <w:p w:rsidR="0037093D" w:rsidRPr="0037093D" w:rsidRDefault="00907963" w:rsidP="0037093D">
            <w:pPr>
              <w:pStyle w:val="StandardMuster0"/>
            </w:pPr>
            <w:sdt>
              <w:sdtPr>
                <w:id w:val="-1387410746"/>
                <w:lock w:val="sdtLocked"/>
                <w14:checkbox>
                  <w14:checked w14:val="1"/>
                  <w14:checkedState w14:val="25CB" w14:font="DejaVu Serif"/>
                  <w14:uncheckedState w14:val="25CF" w14:font="DejaVu Serif"/>
                </w14:checkbox>
              </w:sdtPr>
              <w:sdtEndPr/>
              <w:sdtContent>
                <w:r w:rsidR="003A5538">
                  <w:rPr>
                    <w:rFonts w:ascii="DejaVu Serif" w:hAnsi="DejaVu Serif"/>
                  </w:rPr>
                  <w:t>○</w:t>
                </w:r>
              </w:sdtContent>
            </w:sdt>
            <w:r w:rsidR="0037093D" w:rsidRPr="0037093D">
              <w:rPr>
                <w:rFonts w:ascii="Univers" w:hAnsi="Univers"/>
              </w:rPr>
              <w:t xml:space="preserve"> Eigentümer BImA</w:t>
            </w:r>
          </w:p>
        </w:tc>
      </w:tr>
      <w:tr w:rsidR="0037093D" w:rsidRPr="0037093D" w:rsidTr="00E14E2B">
        <w:trPr>
          <w:trHeight w:val="22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2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  <w:r w:rsidRPr="0037093D">
              <w:rPr>
                <w:rFonts w:ascii="Univers" w:hAnsi="Univers" w:cs="Univers"/>
                <w:color w:val="000000"/>
              </w:rPr>
              <w:t>an die hausverwaltende Dienststelle</w:t>
            </w:r>
          </w:p>
        </w:tc>
        <w:tc>
          <w:tcPr>
            <w:tcW w:w="5544" w:type="dxa"/>
            <w:gridSpan w:val="14"/>
            <w:tcBorders>
              <w:left w:val="nil"/>
              <w:bottom w:val="dotted" w:sz="4" w:space="0" w:color="auto"/>
            </w:tcBorders>
            <w:shd w:val="clear" w:color="auto" w:fill="auto"/>
            <w:noWrap/>
          </w:tcPr>
          <w:p w:rsidR="0037093D" w:rsidRPr="0037093D" w:rsidRDefault="00907963" w:rsidP="00170F55">
            <w:pPr>
              <w:pStyle w:val="StandardMuster0"/>
            </w:pPr>
            <w:sdt>
              <w:sdtPr>
                <w:id w:val="2054873887"/>
                <w:lock w:val="sdtLocked"/>
                <w:showingPlcHdr/>
                <w:text/>
              </w:sdtPr>
              <w:sdtEndPr/>
              <w:sdtContent>
                <w:r w:rsidR="00170F55">
                  <w:rPr>
                    <w:vanish/>
                    <w:color w:val="0000FF"/>
                    <w:szCs w:val="16"/>
                  </w:rPr>
                  <w:t>(Amt)</w:t>
                </w:r>
              </w:sdtContent>
            </w:sdt>
          </w:p>
        </w:tc>
      </w:tr>
      <w:tr w:rsidR="0037093D" w:rsidRPr="0037093D" w:rsidTr="00E14E2B">
        <w:trPr>
          <w:trHeight w:val="22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2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5544" w:type="dxa"/>
            <w:gridSpan w:val="14"/>
            <w:tcBorders>
              <w:top w:val="dotted" w:sz="4" w:space="0" w:color="auto"/>
              <w:left w:val="nil"/>
            </w:tcBorders>
            <w:shd w:val="clear" w:color="auto" w:fill="auto"/>
            <w:noWrap/>
          </w:tcPr>
          <w:p w:rsidR="0037093D" w:rsidRPr="0037093D" w:rsidRDefault="00907963" w:rsidP="0037093D">
            <w:pPr>
              <w:pStyle w:val="StandardMuster0"/>
            </w:pPr>
            <w:sdt>
              <w:sdtPr>
                <w:id w:val="2095126954"/>
                <w:lock w:val="sdtLocked"/>
                <w14:checkbox>
                  <w14:checked w14:val="1"/>
                  <w14:checkedState w14:val="25CB" w14:font="DejaVu Serif"/>
                  <w14:uncheckedState w14:val="25CF" w14:font="DejaVu Serif"/>
                </w14:checkbox>
              </w:sdtPr>
              <w:sdtEndPr/>
              <w:sdtContent>
                <w:r w:rsidR="003A5538">
                  <w:rPr>
                    <w:rFonts w:ascii="DejaVu Serif" w:hAnsi="DejaVu Serif"/>
                  </w:rPr>
                  <w:t>○</w:t>
                </w:r>
              </w:sdtContent>
            </w:sdt>
            <w:r w:rsidR="0037093D" w:rsidRPr="0037093D">
              <w:rPr>
                <w:rFonts w:ascii="Univers" w:hAnsi="Univers"/>
              </w:rPr>
              <w:t xml:space="preserve"> BwDLZ</w:t>
            </w:r>
            <w:r w:rsidR="0037093D" w:rsidRPr="0037093D">
              <w:rPr>
                <w:rFonts w:ascii="Univers" w:hAnsi="Univers" w:cs="Univers"/>
              </w:rPr>
              <w:t xml:space="preserve">  </w:t>
            </w:r>
          </w:p>
        </w:tc>
      </w:tr>
      <w:tr w:rsidR="0037093D" w:rsidRPr="0037093D" w:rsidTr="00E14E2B">
        <w:trPr>
          <w:trHeight w:val="22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2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  <w:r w:rsidRPr="0037093D">
              <w:rPr>
                <w:rFonts w:ascii="Univers" w:hAnsi="Univers" w:cs="Univers"/>
                <w:color w:val="000000"/>
              </w:rPr>
              <w:t>an den</w:t>
            </w:r>
          </w:p>
        </w:tc>
        <w:tc>
          <w:tcPr>
            <w:tcW w:w="5544" w:type="dxa"/>
            <w:gridSpan w:val="14"/>
            <w:tcBorders>
              <w:left w:val="nil"/>
              <w:bottom w:val="dotted" w:sz="4" w:space="0" w:color="auto"/>
            </w:tcBorders>
            <w:shd w:val="clear" w:color="auto" w:fill="auto"/>
            <w:noWrap/>
          </w:tcPr>
          <w:p w:rsidR="0037093D" w:rsidRPr="0037093D" w:rsidRDefault="00907963" w:rsidP="0037093D">
            <w:pPr>
              <w:pStyle w:val="StandardMuster0"/>
            </w:pPr>
            <w:sdt>
              <w:sdtPr>
                <w:id w:val="-1524621669"/>
                <w:lock w:val="sdtLocked"/>
                <w:showingPlcHdr/>
                <w:text/>
              </w:sdtPr>
              <w:sdtEndPr/>
              <w:sdtContent>
                <w:r w:rsidR="00170F55">
                  <w:rPr>
                    <w:vanish/>
                    <w:color w:val="0000FF"/>
                    <w:szCs w:val="16"/>
                  </w:rPr>
                  <w:t>(Amt)</w:t>
                </w:r>
              </w:sdtContent>
            </w:sdt>
          </w:p>
        </w:tc>
      </w:tr>
      <w:tr w:rsidR="0037093D" w:rsidRPr="0037093D" w:rsidTr="00E14E2B">
        <w:trPr>
          <w:trHeight w:val="22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2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5544" w:type="dxa"/>
            <w:gridSpan w:val="14"/>
            <w:tcBorders>
              <w:top w:val="dotted" w:sz="4" w:space="0" w:color="auto"/>
              <w:left w:val="nil"/>
              <w:bottom w:val="nil"/>
            </w:tcBorders>
            <w:shd w:val="clear" w:color="auto" w:fill="auto"/>
            <w:noWrap/>
          </w:tcPr>
          <w:p w:rsidR="0037093D" w:rsidRPr="0037093D" w:rsidRDefault="00907963" w:rsidP="00361D39">
            <w:pPr>
              <w:pStyle w:val="StandardMuster0"/>
            </w:pPr>
            <w:sdt>
              <w:sdtPr>
                <w:id w:val="-584153047"/>
                <w:lock w:val="sdtLocked"/>
                <w14:checkbox>
                  <w14:checked w14:val="0"/>
                  <w14:checkedState w14:val="25CF" w14:font="DejaVu Serif"/>
                  <w14:uncheckedState w14:val="25CB" w14:font="DejaVu Serif"/>
                </w14:checkbox>
              </w:sdtPr>
              <w:sdtEndPr/>
              <w:sdtContent>
                <w:r w:rsidR="003A5538">
                  <w:rPr>
                    <w:rFonts w:ascii="DejaVu Serif" w:hAnsi="DejaVu Serif"/>
                  </w:rPr>
                  <w:t>○</w:t>
                </w:r>
              </w:sdtContent>
            </w:sdt>
            <w:r w:rsidR="0037093D" w:rsidRPr="0037093D">
              <w:rPr>
                <w:rFonts w:ascii="Univers" w:hAnsi="Univers" w:cs="Univers"/>
              </w:rPr>
              <w:t xml:space="preserve"> Nutzer / </w:t>
            </w:r>
            <w:sdt>
              <w:sdtPr>
                <w:id w:val="-191072143"/>
                <w:lock w:val="sdtLocked"/>
                <w14:checkbox>
                  <w14:checked w14:val="0"/>
                  <w14:checkedState w14:val="25CF" w14:font="DejaVu Serif"/>
                  <w14:uncheckedState w14:val="25CB" w14:font="DejaVu Serif"/>
                </w14:checkbox>
              </w:sdtPr>
              <w:sdtEndPr/>
              <w:sdtContent>
                <w:r w:rsidR="003A5538">
                  <w:rPr>
                    <w:rFonts w:ascii="DejaVu Serif" w:hAnsi="DejaVu Serif"/>
                  </w:rPr>
                  <w:t>○</w:t>
                </w:r>
              </w:sdtContent>
            </w:sdt>
            <w:r w:rsidR="0037093D" w:rsidRPr="0037093D">
              <w:rPr>
                <w:rFonts w:ascii="Univers" w:hAnsi="Univers" w:cs="Univers"/>
              </w:rPr>
              <w:t xml:space="preserve"> Mieter</w:t>
            </w:r>
          </w:p>
        </w:tc>
      </w:tr>
      <w:tr w:rsidR="0037093D" w:rsidRPr="0037093D" w:rsidTr="0037093D">
        <w:trPr>
          <w:trHeight w:val="22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2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5544" w:type="dxa"/>
            <w:gridSpan w:val="14"/>
            <w:tcBorders>
              <w:left w:val="nil"/>
              <w:bottom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</w:tr>
      <w:tr w:rsidR="0037093D" w:rsidRPr="0037093D" w:rsidTr="0037093D">
        <w:trPr>
          <w:trHeight w:val="22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2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  <w:r w:rsidRPr="0037093D">
              <w:t>Anmerkungen:</w:t>
            </w:r>
          </w:p>
        </w:tc>
        <w:tc>
          <w:tcPr>
            <w:tcW w:w="5544" w:type="dxa"/>
            <w:gridSpan w:val="14"/>
            <w:tcBorders>
              <w:left w:val="nil"/>
              <w:bottom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</w:tr>
      <w:tr w:rsidR="0037093D" w:rsidRPr="0037093D" w:rsidTr="0037093D">
        <w:trPr>
          <w:trHeight w:val="22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8814" w:type="dxa"/>
            <w:gridSpan w:val="17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:rsidR="0037093D" w:rsidRPr="0037093D" w:rsidRDefault="00907963" w:rsidP="00A600B5">
            <w:pPr>
              <w:pStyle w:val="StandardMuster0"/>
            </w:pPr>
            <w:sdt>
              <w:sdtPr>
                <w:rPr>
                  <w:szCs w:val="16"/>
                </w:rPr>
                <w:id w:val="40569513"/>
                <w:lock w:val="sdtLocked"/>
                <w:showingPlcHdr/>
              </w:sdtPr>
              <w:sdtEndPr/>
              <w:sdtContent>
                <w:r w:rsidR="00A600B5" w:rsidRPr="0081482D">
                  <w:rPr>
                    <w:vanish/>
                    <w:color w:val="0000FF"/>
                  </w:rPr>
                  <w:t>(Text)</w:t>
                </w:r>
              </w:sdtContent>
            </w:sdt>
          </w:p>
        </w:tc>
      </w:tr>
      <w:tr w:rsidR="0037093D" w:rsidRPr="0037093D" w:rsidTr="0037093D">
        <w:trPr>
          <w:trHeight w:val="225"/>
          <w:tblHeader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2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</w:tr>
      <w:tr w:rsidR="0037093D" w:rsidRPr="0037093D" w:rsidTr="00E630C6">
        <w:trPr>
          <w:trHeight w:val="225"/>
          <w:tblHeader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2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  <w:r w:rsidRPr="0037093D"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37093D" w:rsidRPr="0037093D" w:rsidRDefault="0037093D" w:rsidP="0037093D">
            <w:pPr>
              <w:pStyle w:val="StandardMuster0"/>
            </w:pPr>
          </w:p>
        </w:tc>
      </w:tr>
      <w:tr w:rsidR="0037093D" w:rsidRPr="0037093D" w:rsidTr="00E630C6">
        <w:trPr>
          <w:trHeight w:val="22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2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  <w:r w:rsidRPr="0037093D">
              <w:t>Ort</w:t>
            </w:r>
          </w:p>
        </w:tc>
        <w:sdt>
          <w:sdtPr>
            <w:id w:val="1456524066"/>
            <w:lock w:val="sdtLocked"/>
            <w:showingPlcHdr/>
            <w:text/>
          </w:sdtPr>
          <w:sdtEndPr/>
          <w:sdtContent>
            <w:tc>
              <w:tcPr>
                <w:tcW w:w="5544" w:type="dxa"/>
                <w:gridSpan w:val="14"/>
                <w:tcBorders>
                  <w:left w:val="nil"/>
                </w:tcBorders>
                <w:shd w:val="clear" w:color="auto" w:fill="auto"/>
                <w:noWrap/>
              </w:tcPr>
              <w:p w:rsidR="0037093D" w:rsidRPr="0037093D" w:rsidRDefault="00A600B5" w:rsidP="00A600B5">
                <w:pPr>
                  <w:pStyle w:val="StandardMuster0"/>
                </w:pPr>
                <w:r>
                  <w:rPr>
                    <w:vanish/>
                    <w:color w:val="0000FF"/>
                    <w:szCs w:val="16"/>
                  </w:rPr>
                  <w:t>(Ort)</w:t>
                </w:r>
              </w:p>
            </w:tc>
          </w:sdtContent>
        </w:sdt>
      </w:tr>
      <w:tr w:rsidR="0037093D" w:rsidRPr="0037093D" w:rsidTr="00E630C6">
        <w:trPr>
          <w:trHeight w:val="22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2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  <w:r w:rsidRPr="0037093D">
              <w:t>Datum</w:t>
            </w:r>
          </w:p>
        </w:tc>
        <w:sdt>
          <w:sdtPr>
            <w:id w:val="-2044671909"/>
            <w:lock w:val="sdtLocked"/>
            <w:showingPlcHdr/>
            <w:date w:fullDate="2015-05-21T00:00:00Z"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5544" w:type="dxa"/>
                <w:gridSpan w:val="14"/>
                <w:tcBorders>
                  <w:left w:val="nil"/>
                </w:tcBorders>
                <w:shd w:val="clear" w:color="auto" w:fill="auto"/>
                <w:noWrap/>
              </w:tcPr>
              <w:p w:rsidR="0037093D" w:rsidRPr="0037093D" w:rsidRDefault="00A600B5" w:rsidP="00A600B5">
                <w:pPr>
                  <w:pStyle w:val="StandardMuster0"/>
                </w:pPr>
                <w:r>
                  <w:rPr>
                    <w:vanish/>
                    <w:color w:val="0000FF"/>
                    <w:szCs w:val="16"/>
                  </w:rPr>
                  <w:t>(Datum)</w:t>
                </w:r>
              </w:p>
            </w:tc>
          </w:sdtContent>
        </w:sdt>
      </w:tr>
      <w:tr w:rsidR="0037093D" w:rsidRPr="0037093D" w:rsidTr="00E630C6">
        <w:trPr>
          <w:trHeight w:val="22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2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5544" w:type="dxa"/>
            <w:gridSpan w:val="14"/>
            <w:tcBorders>
              <w:left w:val="nil"/>
              <w:bottom w:val="dotted" w:sz="4" w:space="0" w:color="auto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</w:tr>
      <w:tr w:rsidR="0037093D" w:rsidRPr="0037093D" w:rsidTr="00E14E2B">
        <w:trPr>
          <w:trHeight w:val="850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270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</w:tcPr>
          <w:p w:rsidR="0037093D" w:rsidRPr="0037093D" w:rsidRDefault="0037093D" w:rsidP="003A5538">
            <w:pPr>
              <w:pStyle w:val="StandardMuster0"/>
            </w:pPr>
            <w:r w:rsidRPr="0037093D">
              <w:t xml:space="preserve">für die Übergabe </w:t>
            </w:r>
            <w:r w:rsidRPr="0037093D">
              <w:br/>
              <w:t>(Maßnahmenträger</w:t>
            </w:r>
            <w:r w:rsidR="003A5538">
              <w:t xml:space="preserve"> </w:t>
            </w:r>
            <w:sdt>
              <w:sdtPr>
                <w:id w:val="-745261036"/>
                <w:lock w:val="sdtLocked"/>
                <w14:checkbox>
                  <w14:checked w14:val="1"/>
                  <w14:checkedState w14:val="25CB" w14:font="DejaVu Serif"/>
                  <w14:uncheckedState w14:val="25CF" w14:font="DejaVu Serif"/>
                </w14:checkbox>
              </w:sdtPr>
              <w:sdtEndPr/>
              <w:sdtContent>
                <w:r w:rsidR="003A5538">
                  <w:rPr>
                    <w:rFonts w:ascii="DejaVu Serif" w:hAnsi="DejaVu Serif"/>
                  </w:rPr>
                  <w:t>○</w:t>
                </w:r>
              </w:sdtContent>
            </w:sdt>
            <w:r w:rsidRPr="0037093D">
              <w:t xml:space="preserve"> BMVg</w:t>
            </w:r>
            <w:r>
              <w:t xml:space="preserve"> /</w:t>
            </w:r>
            <w:r w:rsidRPr="0037093D">
              <w:t xml:space="preserve"> </w:t>
            </w:r>
            <w:sdt>
              <w:sdtPr>
                <w:id w:val="-1438910932"/>
                <w:lock w:val="sdtLocked"/>
                <w14:checkbox>
                  <w14:checked w14:val="0"/>
                  <w14:checkedState w14:val="25CF" w14:font="DejaVu Serif"/>
                  <w14:uncheckedState w14:val="25CB" w14:font="DejaVu Serif"/>
                </w14:checkbox>
              </w:sdtPr>
              <w:sdtEndPr/>
              <w:sdtContent>
                <w:r w:rsidR="003A5538">
                  <w:rPr>
                    <w:rFonts w:ascii="DejaVu Serif" w:hAnsi="DejaVu Serif"/>
                  </w:rPr>
                  <w:t>○</w:t>
                </w:r>
              </w:sdtContent>
            </w:sdt>
            <w:r w:rsidRPr="0037093D">
              <w:t xml:space="preserve"> BImA)</w:t>
            </w:r>
          </w:p>
        </w:tc>
        <w:sdt>
          <w:sdtPr>
            <w:id w:val="-2118285258"/>
            <w:lock w:val="sdtLocked"/>
            <w:showingPlcHdr/>
            <w:text/>
          </w:sdtPr>
          <w:sdtEndPr/>
          <w:sdtContent>
            <w:tc>
              <w:tcPr>
                <w:tcW w:w="5544" w:type="dxa"/>
                <w:gridSpan w:val="14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noWrap/>
              </w:tcPr>
              <w:p w:rsidR="0037093D" w:rsidRPr="0037093D" w:rsidRDefault="00170F55" w:rsidP="00170F55">
                <w:pPr>
                  <w:pStyle w:val="StandardMuster0"/>
                </w:pPr>
                <w:r>
                  <w:rPr>
                    <w:vanish/>
                    <w:color w:val="0000FF"/>
                    <w:szCs w:val="16"/>
                  </w:rPr>
                  <w:t>(Name)</w:t>
                </w:r>
              </w:p>
            </w:tc>
          </w:sdtContent>
        </w:sdt>
      </w:tr>
      <w:tr w:rsidR="0037093D" w:rsidRPr="0037093D" w:rsidTr="00E14E2B">
        <w:trPr>
          <w:trHeight w:val="850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270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  <w:r w:rsidRPr="0037093D">
              <w:rPr>
                <w:bCs/>
              </w:rPr>
              <w:t xml:space="preserve">an </w:t>
            </w:r>
            <w:r w:rsidRPr="0037093D">
              <w:rPr>
                <w:bCs/>
              </w:rPr>
              <w:br/>
              <w:t>(</w:t>
            </w:r>
            <w:sdt>
              <w:sdtPr>
                <w:id w:val="-862817400"/>
                <w:lock w:val="sdtLocked"/>
                <w14:checkbox>
                  <w14:checked w14:val="1"/>
                  <w14:checkedState w14:val="25CB" w14:font="DejaVu Serif"/>
                  <w14:uncheckedState w14:val="25CF" w14:font="DejaVu Serif"/>
                </w14:checkbox>
              </w:sdtPr>
              <w:sdtEndPr/>
              <w:sdtContent>
                <w:r w:rsidR="003A5538">
                  <w:rPr>
                    <w:rFonts w:ascii="DejaVu Serif" w:hAnsi="DejaVu Serif"/>
                  </w:rPr>
                  <w:t>○</w:t>
                </w:r>
              </w:sdtContent>
            </w:sdt>
            <w:r w:rsidR="00361D39">
              <w:rPr>
                <w:bCs/>
              </w:rPr>
              <w:t xml:space="preserve"> Eigentümer </w:t>
            </w:r>
            <w:r>
              <w:rPr>
                <w:bCs/>
              </w:rPr>
              <w:t xml:space="preserve">/ </w:t>
            </w:r>
            <w:sdt>
              <w:sdtPr>
                <w:id w:val="-1817790460"/>
                <w:lock w:val="sdtLocked"/>
                <w14:checkbox>
                  <w14:checked w14:val="0"/>
                  <w14:checkedState w14:val="25CF" w14:font="DejaVu Serif"/>
                  <w14:uncheckedState w14:val="25CB" w14:font="DejaVu Serif"/>
                </w14:checkbox>
              </w:sdtPr>
              <w:sdtEndPr/>
              <w:sdtContent>
                <w:r w:rsidR="003A5538">
                  <w:rPr>
                    <w:rFonts w:ascii="DejaVu Serif" w:hAnsi="DejaVu Serif"/>
                  </w:rPr>
                  <w:t>○</w:t>
                </w:r>
              </w:sdtContent>
            </w:sdt>
            <w:r w:rsidRPr="0037093D">
              <w:rPr>
                <w:bCs/>
              </w:rPr>
              <w:t xml:space="preserve"> BImA)</w:t>
            </w:r>
          </w:p>
        </w:tc>
        <w:sdt>
          <w:sdtPr>
            <w:id w:val="280241874"/>
            <w:lock w:val="sdtLocked"/>
            <w:showingPlcHdr/>
            <w:text/>
          </w:sdtPr>
          <w:sdtEndPr/>
          <w:sdtContent>
            <w:tc>
              <w:tcPr>
                <w:tcW w:w="5544" w:type="dxa"/>
                <w:gridSpan w:val="14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noWrap/>
              </w:tcPr>
              <w:p w:rsidR="0037093D" w:rsidRPr="0037093D" w:rsidRDefault="003A5538" w:rsidP="003A5538">
                <w:pPr>
                  <w:pStyle w:val="StandardMuster0"/>
                  <w:rPr>
                    <w:noProof/>
                  </w:rPr>
                </w:pPr>
                <w:r>
                  <w:rPr>
                    <w:vanish/>
                    <w:color w:val="0000FF"/>
                    <w:szCs w:val="16"/>
                  </w:rPr>
                  <w:t>(Name)</w:t>
                </w:r>
              </w:p>
            </w:tc>
          </w:sdtContent>
        </w:sdt>
      </w:tr>
      <w:tr w:rsidR="0037093D" w:rsidRPr="0037093D" w:rsidTr="00E14E2B">
        <w:trPr>
          <w:trHeight w:val="850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270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  <w:r w:rsidRPr="0037093D">
              <w:rPr>
                <w:bCs/>
              </w:rPr>
              <w:t xml:space="preserve">an </w:t>
            </w:r>
            <w:r w:rsidRPr="0037093D">
              <w:rPr>
                <w:bCs/>
              </w:rPr>
              <w:br/>
              <w:t>(</w:t>
            </w:r>
            <w:sdt>
              <w:sdtPr>
                <w:id w:val="905657550"/>
                <w:lock w:val="sdtLocked"/>
                <w14:checkbox>
                  <w14:checked w14:val="1"/>
                  <w14:checkedState w14:val="25CB" w14:font="DejaVu Serif"/>
                  <w14:uncheckedState w14:val="25CF" w14:font="DejaVu Serif"/>
                </w14:checkbox>
              </w:sdtPr>
              <w:sdtEndPr/>
              <w:sdtContent>
                <w:r w:rsidR="003A5538">
                  <w:rPr>
                    <w:rFonts w:ascii="DejaVu Serif" w:hAnsi="DejaVu Serif"/>
                  </w:rPr>
                  <w:t>○</w:t>
                </w:r>
              </w:sdtContent>
            </w:sdt>
            <w:r w:rsidRPr="0037093D">
              <w:rPr>
                <w:bCs/>
              </w:rPr>
              <w:t xml:space="preserve"> BwDLZ)</w:t>
            </w:r>
          </w:p>
        </w:tc>
        <w:sdt>
          <w:sdtPr>
            <w:id w:val="1913813977"/>
            <w:lock w:val="sdtLocked"/>
            <w:showingPlcHdr/>
            <w:text/>
          </w:sdtPr>
          <w:sdtEndPr/>
          <w:sdtContent>
            <w:tc>
              <w:tcPr>
                <w:tcW w:w="5544" w:type="dxa"/>
                <w:gridSpan w:val="14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noWrap/>
              </w:tcPr>
              <w:p w:rsidR="0037093D" w:rsidRPr="0037093D" w:rsidRDefault="00170F55" w:rsidP="00170F55">
                <w:pPr>
                  <w:pStyle w:val="StandardMuster0"/>
                  <w:rPr>
                    <w:vanish/>
                  </w:rPr>
                </w:pPr>
                <w:r>
                  <w:rPr>
                    <w:vanish/>
                    <w:color w:val="0000FF"/>
                    <w:szCs w:val="16"/>
                  </w:rPr>
                  <w:t>(Name)</w:t>
                </w:r>
              </w:p>
            </w:tc>
          </w:sdtContent>
        </w:sdt>
      </w:tr>
      <w:tr w:rsidR="0037093D" w:rsidRPr="0037093D" w:rsidTr="00E14E2B">
        <w:trPr>
          <w:trHeight w:val="850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</w:p>
        </w:tc>
        <w:tc>
          <w:tcPr>
            <w:tcW w:w="3270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</w:tcPr>
          <w:p w:rsidR="0037093D" w:rsidRPr="0037093D" w:rsidRDefault="0037093D" w:rsidP="0037093D">
            <w:pPr>
              <w:pStyle w:val="StandardMuster0"/>
            </w:pPr>
            <w:r w:rsidRPr="0037093D">
              <w:rPr>
                <w:bCs/>
              </w:rPr>
              <w:t xml:space="preserve">an </w:t>
            </w:r>
            <w:r w:rsidRPr="0037093D">
              <w:rPr>
                <w:bCs/>
              </w:rPr>
              <w:br/>
              <w:t>(</w:t>
            </w:r>
            <w:sdt>
              <w:sdtPr>
                <w:id w:val="153413233"/>
                <w:lock w:val="sdtLocked"/>
                <w14:checkbox>
                  <w14:checked w14:val="1"/>
                  <w14:checkedState w14:val="25CB" w14:font="DejaVu Serif"/>
                  <w14:uncheckedState w14:val="25CF" w14:font="DejaVu Serif"/>
                </w14:checkbox>
              </w:sdtPr>
              <w:sdtEndPr/>
              <w:sdtContent>
                <w:r w:rsidR="003A5538">
                  <w:rPr>
                    <w:rFonts w:ascii="DejaVu Serif" w:hAnsi="DejaVu Serif"/>
                  </w:rPr>
                  <w:t>○</w:t>
                </w:r>
              </w:sdtContent>
            </w:sdt>
            <w:r w:rsidR="00361D39" w:rsidRPr="0037093D">
              <w:rPr>
                <w:bCs/>
              </w:rPr>
              <w:t xml:space="preserve"> </w:t>
            </w:r>
            <w:r w:rsidR="00361D39">
              <w:rPr>
                <w:bCs/>
              </w:rPr>
              <w:t>Nutzer /</w:t>
            </w:r>
            <w:r w:rsidRPr="0037093D">
              <w:rPr>
                <w:bCs/>
              </w:rPr>
              <w:t xml:space="preserve"> </w:t>
            </w:r>
            <w:sdt>
              <w:sdtPr>
                <w:id w:val="-361590939"/>
                <w:lock w:val="sdtLocked"/>
                <w14:checkbox>
                  <w14:checked w14:val="0"/>
                  <w14:checkedState w14:val="25CF" w14:font="DejaVu Serif"/>
                  <w14:uncheckedState w14:val="25CB" w14:font="DejaVu Serif"/>
                </w14:checkbox>
              </w:sdtPr>
              <w:sdtEndPr/>
              <w:sdtContent>
                <w:r w:rsidR="003A5538">
                  <w:rPr>
                    <w:rFonts w:ascii="DejaVu Serif" w:hAnsi="DejaVu Serif"/>
                  </w:rPr>
                  <w:t>○</w:t>
                </w:r>
              </w:sdtContent>
            </w:sdt>
            <w:r w:rsidR="00361D39" w:rsidRPr="0037093D">
              <w:rPr>
                <w:bCs/>
              </w:rPr>
              <w:t xml:space="preserve"> </w:t>
            </w:r>
            <w:r w:rsidRPr="0037093D">
              <w:rPr>
                <w:bCs/>
              </w:rPr>
              <w:t>Mieter)</w:t>
            </w:r>
          </w:p>
        </w:tc>
        <w:sdt>
          <w:sdtPr>
            <w:id w:val="-255990831"/>
            <w:lock w:val="sdtLocked"/>
            <w:showingPlcHdr/>
            <w:text/>
          </w:sdtPr>
          <w:sdtEndPr/>
          <w:sdtContent>
            <w:tc>
              <w:tcPr>
                <w:tcW w:w="5544" w:type="dxa"/>
                <w:gridSpan w:val="14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auto"/>
                <w:noWrap/>
              </w:tcPr>
              <w:p w:rsidR="0037093D" w:rsidRPr="0037093D" w:rsidRDefault="00A600B5" w:rsidP="00A600B5">
                <w:pPr>
                  <w:pStyle w:val="StandardMuster0"/>
                  <w:rPr>
                    <w:vanish/>
                  </w:rPr>
                </w:pPr>
                <w:r>
                  <w:rPr>
                    <w:vanish/>
                    <w:color w:val="0000FF"/>
                    <w:szCs w:val="16"/>
                  </w:rPr>
                  <w:t>(Name)</w:t>
                </w:r>
              </w:p>
            </w:tc>
          </w:sdtContent>
        </w:sdt>
      </w:tr>
    </w:tbl>
    <w:p w:rsidR="00F7070B" w:rsidRPr="00354FED" w:rsidRDefault="00F7070B" w:rsidP="00E14E2B">
      <w:pPr>
        <w:pStyle w:val="StandardMuster0"/>
      </w:pPr>
    </w:p>
    <w:sectPr w:rsidR="00F7070B" w:rsidRPr="00354FED" w:rsidSect="00854582">
      <w:headerReference w:type="default" r:id="rId11"/>
      <w:pgSz w:w="11906" w:h="16838" w:code="9"/>
      <w:pgMar w:top="1247" w:right="1418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E2D" w:rsidRDefault="00BD0E2D" w:rsidP="0036023C">
      <w:pPr>
        <w:spacing w:after="0" w:line="240" w:lineRule="auto"/>
      </w:pPr>
      <w:r>
        <w:separator/>
      </w:r>
    </w:p>
  </w:endnote>
  <w:endnote w:type="continuationSeparator" w:id="0">
    <w:p w:rsidR="00BD0E2D" w:rsidRDefault="00BD0E2D" w:rsidP="00360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erif">
    <w:panose1 w:val="02060603050605020204"/>
    <w:charset w:val="00"/>
    <w:family w:val="roman"/>
    <w:pitch w:val="variable"/>
    <w:sig w:usb0="E40002FF" w:usb1="5200F9FB" w:usb2="0A04002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05"/>
      <w:gridCol w:w="4605"/>
    </w:tblGrid>
    <w:tr w:rsidR="00BD0E2D" w:rsidRPr="00854582" w:rsidTr="001D7317">
      <w:tc>
        <w:tcPr>
          <w:tcW w:w="4605" w:type="dxa"/>
        </w:tcPr>
        <w:p w:rsidR="00BD0E2D" w:rsidRPr="00854582" w:rsidRDefault="00BD0E2D" w:rsidP="00287ACC">
          <w:pPr>
            <w:pStyle w:val="FuzeileMusterLinks"/>
          </w:pPr>
          <w:r w:rsidRPr="00E20493">
            <w:t xml:space="preserve">Eingeführt mit Erlass BMUB vom </w:t>
          </w:r>
          <w:r w:rsidR="004A3B38">
            <w:t>30</w:t>
          </w:r>
          <w:r w:rsidRPr="00E20493">
            <w:t xml:space="preserve">. </w:t>
          </w:r>
          <w:r w:rsidR="008A308E">
            <w:t>März</w:t>
          </w:r>
          <w:r w:rsidRPr="00E20493">
            <w:t xml:space="preserve"> 201</w:t>
          </w:r>
          <w:r w:rsidR="00C5170D">
            <w:t>6</w:t>
          </w:r>
          <w:r w:rsidR="00281373">
            <w:t xml:space="preserve"> (</w:t>
          </w:r>
          <w:r w:rsidR="00287ACC">
            <w:t>2</w:t>
          </w:r>
          <w:r w:rsidR="00281373">
            <w:t>)</w:t>
          </w:r>
          <w:r w:rsidRPr="00E20493">
            <w:t xml:space="preserve"> - B I 1 - 81</w:t>
          </w:r>
          <w:r w:rsidR="00C5170D">
            <w:t>0</w:t>
          </w:r>
          <w:r w:rsidRPr="00E20493">
            <w:t>11.1/0</w:t>
          </w:r>
        </w:p>
      </w:tc>
      <w:tc>
        <w:tcPr>
          <w:tcW w:w="4605" w:type="dxa"/>
        </w:tcPr>
        <w:p w:rsidR="00BD0E2D" w:rsidRPr="00854582" w:rsidRDefault="00BD0E2D" w:rsidP="00C5170D">
          <w:pPr>
            <w:pStyle w:val="FuzeileMusterRechts"/>
          </w:pPr>
          <w:r w:rsidRPr="00854582">
            <w:t xml:space="preserve">   </w:t>
          </w:r>
          <w:r w:rsidR="00C5170D">
            <w:t>M14</w:t>
          </w:r>
          <w:r w:rsidRPr="00854582">
            <w:t xml:space="preserve">  </w:t>
          </w:r>
          <w:r w:rsidRPr="00854582">
            <w:fldChar w:fldCharType="begin"/>
          </w:r>
          <w:r w:rsidRPr="00854582">
            <w:instrText>PAGE  \* Arabic  \* MERGEFORMAT</w:instrText>
          </w:r>
          <w:r w:rsidRPr="00854582">
            <w:fldChar w:fldCharType="separate"/>
          </w:r>
          <w:r w:rsidR="00907963">
            <w:rPr>
              <w:noProof/>
            </w:rPr>
            <w:t>1</w:t>
          </w:r>
          <w:r w:rsidRPr="00854582">
            <w:fldChar w:fldCharType="end"/>
          </w:r>
          <w:r w:rsidRPr="00854582">
            <w:t>/</w:t>
          </w:r>
          <w:fldSimple w:instr="NUMPAGES  \* Arabic  \* MERGEFORMAT">
            <w:r w:rsidR="00907963">
              <w:rPr>
                <w:noProof/>
              </w:rPr>
              <w:t>5</w:t>
            </w:r>
          </w:fldSimple>
        </w:p>
      </w:tc>
    </w:tr>
  </w:tbl>
  <w:p w:rsidR="00BD0E2D" w:rsidRPr="00854582" w:rsidRDefault="00BD0E2D" w:rsidP="00854582">
    <w:pPr>
      <w:pStyle w:val="FuzeileMusterunterha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E2D" w:rsidRDefault="00BD0E2D" w:rsidP="0036023C">
      <w:pPr>
        <w:spacing w:after="0" w:line="240" w:lineRule="auto"/>
      </w:pPr>
      <w:r>
        <w:separator/>
      </w:r>
    </w:p>
  </w:footnote>
  <w:footnote w:type="continuationSeparator" w:id="0">
    <w:p w:rsidR="00BD0E2D" w:rsidRDefault="00BD0E2D" w:rsidP="0036023C">
      <w:pPr>
        <w:spacing w:after="0" w:line="240" w:lineRule="auto"/>
      </w:pPr>
      <w:r>
        <w:continuationSeparator/>
      </w:r>
    </w:p>
  </w:footnote>
  <w:footnote w:id="1">
    <w:p w:rsidR="00BD0E2D" w:rsidRDefault="00BD0E2D" w:rsidP="005C479F">
      <w:pPr>
        <w:pStyle w:val="FunotentextMuster"/>
      </w:pPr>
      <w:r>
        <w:rPr>
          <w:rStyle w:val="Funotenzeichen"/>
        </w:rPr>
        <w:footnoteRef/>
      </w:r>
      <w:r>
        <w:t xml:space="preserve"> </w:t>
      </w:r>
      <w:r w:rsidRPr="005C479F">
        <w:t>Siehe hierzu RBBau Abschnitt L 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05"/>
      <w:gridCol w:w="4605"/>
    </w:tblGrid>
    <w:tr w:rsidR="00BD0E2D" w:rsidTr="001D7317">
      <w:tc>
        <w:tcPr>
          <w:tcW w:w="4605" w:type="dxa"/>
        </w:tcPr>
        <w:p w:rsidR="00BD0E2D" w:rsidRDefault="00C5170D" w:rsidP="001D7317">
          <w:pPr>
            <w:pStyle w:val="KopfStandardLinks"/>
          </w:pPr>
          <w:r>
            <w:t>Muster 14</w:t>
          </w:r>
        </w:p>
      </w:tc>
      <w:tc>
        <w:tcPr>
          <w:tcW w:w="4605" w:type="dxa"/>
        </w:tcPr>
        <w:p w:rsidR="00BD0E2D" w:rsidRDefault="00BD0E2D" w:rsidP="00F704B9">
          <w:pPr>
            <w:pStyle w:val="KopfStandardRechts"/>
          </w:pPr>
          <w:r w:rsidRPr="00E20493">
            <w:t>Einheitliche Muster, M14/1</w:t>
          </w:r>
        </w:p>
      </w:tc>
    </w:tr>
  </w:tbl>
  <w:p w:rsidR="00BD0E2D" w:rsidRDefault="00BD0E2D" w:rsidP="00854582">
    <w:pPr>
      <w:pStyle w:val="KopfStandardRech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28"/>
      <w:gridCol w:w="4282"/>
    </w:tblGrid>
    <w:tr w:rsidR="00BD0E2D" w:rsidTr="00C5170D">
      <w:tc>
        <w:tcPr>
          <w:tcW w:w="4928" w:type="dxa"/>
        </w:tcPr>
        <w:p w:rsidR="00BD0E2D" w:rsidRDefault="0036061E" w:rsidP="0036061E">
          <w:pPr>
            <w:pStyle w:val="KopfStandardLinks"/>
          </w:pPr>
          <w:r>
            <w:t>Muster 14</w:t>
          </w:r>
        </w:p>
      </w:tc>
      <w:tc>
        <w:tcPr>
          <w:tcW w:w="4282" w:type="dxa"/>
        </w:tcPr>
        <w:p w:rsidR="00BD0E2D" w:rsidRDefault="00BD0E2D" w:rsidP="00F704B9">
          <w:pPr>
            <w:pStyle w:val="KopfStandardRechts"/>
          </w:pPr>
          <w:r w:rsidRPr="00E20493">
            <w:t>Einheitliche Muster, M14/</w:t>
          </w:r>
          <w:r>
            <w:t>2</w:t>
          </w:r>
        </w:p>
      </w:tc>
    </w:tr>
  </w:tbl>
  <w:p w:rsidR="00BD0E2D" w:rsidRDefault="00BD0E2D" w:rsidP="00854582">
    <w:pPr>
      <w:pStyle w:val="KopfStandardRech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28"/>
      <w:gridCol w:w="4282"/>
    </w:tblGrid>
    <w:tr w:rsidR="00C5170D" w:rsidTr="002B5F13">
      <w:tc>
        <w:tcPr>
          <w:tcW w:w="4928" w:type="dxa"/>
        </w:tcPr>
        <w:p w:rsidR="00C5170D" w:rsidRDefault="0036061E" w:rsidP="0036061E">
          <w:pPr>
            <w:pStyle w:val="KopfStandardLinks"/>
          </w:pPr>
          <w:r>
            <w:t>Muster 14</w:t>
          </w:r>
        </w:p>
      </w:tc>
      <w:tc>
        <w:tcPr>
          <w:tcW w:w="4282" w:type="dxa"/>
        </w:tcPr>
        <w:p w:rsidR="00C5170D" w:rsidRDefault="00C5170D" w:rsidP="00761614">
          <w:pPr>
            <w:pStyle w:val="KopfStandardRechts"/>
          </w:pPr>
          <w:r w:rsidRPr="00E20493">
            <w:t>Einheitliche Muster, M14/</w:t>
          </w:r>
          <w:r w:rsidR="00761614">
            <w:t>3</w:t>
          </w:r>
        </w:p>
      </w:tc>
    </w:tr>
  </w:tbl>
  <w:p w:rsidR="00BD0E2D" w:rsidRDefault="00BD0E2D" w:rsidP="00854582">
    <w:pPr>
      <w:pStyle w:val="KopfStandardRech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forms" w:enforcement="1" w:cryptProviderType="rsaFull" w:cryptAlgorithmClass="hash" w:cryptAlgorithmType="typeAny" w:cryptAlgorithmSid="4" w:cryptSpinCount="100000" w:hash="B+Uiyl/OHaUYchnWwPDSKPBDfHI=" w:salt="NtQIp6HVXWyyyIJTUqiDLQ==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70B"/>
    <w:rsid w:val="00083A4D"/>
    <w:rsid w:val="000E219F"/>
    <w:rsid w:val="000F59DB"/>
    <w:rsid w:val="00143596"/>
    <w:rsid w:val="001616D4"/>
    <w:rsid w:val="00170F55"/>
    <w:rsid w:val="001D7317"/>
    <w:rsid w:val="001E1F49"/>
    <w:rsid w:val="00281373"/>
    <w:rsid w:val="00287ACC"/>
    <w:rsid w:val="00292449"/>
    <w:rsid w:val="002C3E57"/>
    <w:rsid w:val="002E1DB0"/>
    <w:rsid w:val="0030538E"/>
    <w:rsid w:val="00354FED"/>
    <w:rsid w:val="0036023C"/>
    <w:rsid w:val="0036061E"/>
    <w:rsid w:val="00361D39"/>
    <w:rsid w:val="0037093D"/>
    <w:rsid w:val="003A5538"/>
    <w:rsid w:val="004101FE"/>
    <w:rsid w:val="00421673"/>
    <w:rsid w:val="00424FBD"/>
    <w:rsid w:val="00462AB7"/>
    <w:rsid w:val="0048223A"/>
    <w:rsid w:val="004A3B38"/>
    <w:rsid w:val="004C23E7"/>
    <w:rsid w:val="004F382C"/>
    <w:rsid w:val="005366C3"/>
    <w:rsid w:val="0059794E"/>
    <w:rsid w:val="005A60A4"/>
    <w:rsid w:val="005C479F"/>
    <w:rsid w:val="005F5213"/>
    <w:rsid w:val="005F5A56"/>
    <w:rsid w:val="00613C05"/>
    <w:rsid w:val="0063360D"/>
    <w:rsid w:val="0067162D"/>
    <w:rsid w:val="00695C8F"/>
    <w:rsid w:val="00761614"/>
    <w:rsid w:val="007B7E65"/>
    <w:rsid w:val="007C2865"/>
    <w:rsid w:val="0081482D"/>
    <w:rsid w:val="00854582"/>
    <w:rsid w:val="008A308E"/>
    <w:rsid w:val="008D1D53"/>
    <w:rsid w:val="0090191E"/>
    <w:rsid w:val="00907963"/>
    <w:rsid w:val="00921177"/>
    <w:rsid w:val="009700CD"/>
    <w:rsid w:val="00A600B5"/>
    <w:rsid w:val="00B106EE"/>
    <w:rsid w:val="00B256AE"/>
    <w:rsid w:val="00B44478"/>
    <w:rsid w:val="00B7287C"/>
    <w:rsid w:val="00B77E8A"/>
    <w:rsid w:val="00BD0E2D"/>
    <w:rsid w:val="00BD75BB"/>
    <w:rsid w:val="00BE65E0"/>
    <w:rsid w:val="00C5170D"/>
    <w:rsid w:val="00E14E2B"/>
    <w:rsid w:val="00E20493"/>
    <w:rsid w:val="00E630C6"/>
    <w:rsid w:val="00E962E9"/>
    <w:rsid w:val="00EC413E"/>
    <w:rsid w:val="00F029D6"/>
    <w:rsid w:val="00F313A0"/>
    <w:rsid w:val="00F616E7"/>
    <w:rsid w:val="00F704B9"/>
    <w:rsid w:val="00F7070B"/>
    <w:rsid w:val="00FD6E97"/>
    <w:rsid w:val="00FF4A41"/>
    <w:rsid w:val="00FF6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nhideWhenUsed="0"/>
    <w:lsdException w:name="footer" w:semiHidden="0" w:unhideWhenUsed="0"/>
    <w:lsdException w:name="caption" w:uiPriority="35" w:qFormat="1"/>
    <w:lsdException w:name="footnote reference" w:unhideWhenUsed="0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F7070B"/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424F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B25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Muster">
    <w:name w:val="Standard Muster Ü"/>
    <w:basedOn w:val="berschrift1"/>
    <w:qFormat/>
    <w:rsid w:val="00F616E7"/>
    <w:pPr>
      <w:tabs>
        <w:tab w:val="left" w:pos="851"/>
      </w:tabs>
      <w:spacing w:before="240" w:after="240" w:line="240" w:lineRule="auto"/>
    </w:pPr>
    <w:rPr>
      <w:rFonts w:ascii="Arial" w:hAnsi="Arial"/>
      <w:bCs w:val="0"/>
      <w:color w:val="auto"/>
      <w:sz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B256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andardMusterhoch">
    <w:name w:val="Standard Muster hoch"/>
    <w:basedOn w:val="StandardMuster0"/>
    <w:qFormat/>
    <w:rsid w:val="00F7070B"/>
    <w:rPr>
      <w:vertAlign w:val="superscript"/>
    </w:rPr>
  </w:style>
  <w:style w:type="paragraph" w:customStyle="1" w:styleId="StandardMusterZeichen">
    <w:name w:val="Standard Muster Zeichen"/>
    <w:basedOn w:val="Standard"/>
    <w:rsid w:val="00B44478"/>
    <w:pPr>
      <w:spacing w:after="0" w:line="240" w:lineRule="auto"/>
    </w:pPr>
    <w:rPr>
      <w:rFonts w:ascii="DejaVu Serif" w:eastAsia="Times New Roman" w:hAnsi="DejaVu Serif" w:cs="Arial"/>
      <w:sz w:val="20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256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MusterEinzug">
    <w:name w:val="Standard Muster Einzug"/>
    <w:basedOn w:val="StandardMuster0"/>
    <w:qFormat/>
    <w:rsid w:val="00B44478"/>
    <w:pPr>
      <w:tabs>
        <w:tab w:val="center" w:pos="4536"/>
        <w:tab w:val="right" w:pos="9072"/>
      </w:tabs>
      <w:ind w:left="454"/>
    </w:pPr>
  </w:style>
  <w:style w:type="paragraph" w:customStyle="1" w:styleId="StandardMusterAusgeblendet">
    <w:name w:val="Standard Muster Ausgeblendet"/>
    <w:basedOn w:val="StandardMuster0"/>
    <w:qFormat/>
    <w:rsid w:val="00B44478"/>
    <w:pPr>
      <w:tabs>
        <w:tab w:val="center" w:pos="4536"/>
        <w:tab w:val="right" w:pos="9072"/>
      </w:tabs>
    </w:pPr>
    <w:rPr>
      <w:vanish/>
      <w:color w:val="0000FF"/>
    </w:rPr>
  </w:style>
  <w:style w:type="paragraph" w:customStyle="1" w:styleId="FunotentextMuster">
    <w:name w:val="Fußnotentext Muster"/>
    <w:basedOn w:val="Funotentext"/>
    <w:qFormat/>
    <w:rsid w:val="00B44478"/>
    <w:pPr>
      <w:ind w:left="125" w:hanging="125"/>
    </w:pPr>
    <w:rPr>
      <w:rFonts w:ascii="Arial" w:hAnsi="Arial"/>
      <w:sz w:val="16"/>
    </w:rPr>
  </w:style>
  <w:style w:type="paragraph" w:styleId="Funotentext">
    <w:name w:val="footnote text"/>
    <w:basedOn w:val="Standard"/>
    <w:link w:val="FunotentextZchn"/>
    <w:uiPriority w:val="99"/>
    <w:semiHidden/>
    <w:rsid w:val="00B4447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54582"/>
    <w:rPr>
      <w:sz w:val="20"/>
      <w:szCs w:val="20"/>
    </w:rPr>
  </w:style>
  <w:style w:type="paragraph" w:customStyle="1" w:styleId="FunotenzeichenMuster">
    <w:name w:val="Fußnotenzeichen Muster"/>
    <w:basedOn w:val="Funotentext"/>
    <w:qFormat/>
    <w:rsid w:val="00B44478"/>
    <w:rPr>
      <w:rFonts w:ascii="Arial" w:hAnsi="Arial"/>
      <w:sz w:val="16"/>
      <w:vertAlign w:val="superscript"/>
    </w:rPr>
  </w:style>
  <w:style w:type="paragraph" w:customStyle="1" w:styleId="FuzeileMusterLinks">
    <w:name w:val="Fußzeile Muster Links"/>
    <w:basedOn w:val="Standard"/>
    <w:qFormat/>
    <w:rsid w:val="00E20493"/>
    <w:pPr>
      <w:tabs>
        <w:tab w:val="center" w:pos="4536"/>
        <w:tab w:val="right" w:pos="9072"/>
      </w:tabs>
      <w:spacing w:after="0" w:line="240" w:lineRule="auto"/>
    </w:pPr>
    <w:rPr>
      <w:rFonts w:ascii="Arial Narrow" w:hAnsi="Arial Narrow"/>
      <w:sz w:val="16"/>
    </w:rPr>
  </w:style>
  <w:style w:type="paragraph" w:customStyle="1" w:styleId="FuzeileMusterRechts">
    <w:name w:val="Fußzeile Muster Rechts"/>
    <w:basedOn w:val="Fuzeile"/>
    <w:qFormat/>
    <w:rsid w:val="00B44478"/>
    <w:pPr>
      <w:jc w:val="right"/>
    </w:pPr>
    <w:rPr>
      <w:rFonts w:ascii="Arial" w:hAnsi="Arial"/>
      <w:b/>
      <w:sz w:val="16"/>
    </w:rPr>
  </w:style>
  <w:style w:type="paragraph" w:styleId="Fuzeile">
    <w:name w:val="footer"/>
    <w:basedOn w:val="Standard"/>
    <w:link w:val="FuzeileZchn"/>
    <w:uiPriority w:val="99"/>
    <w:semiHidden/>
    <w:rsid w:val="00B44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854582"/>
  </w:style>
  <w:style w:type="paragraph" w:customStyle="1" w:styleId="FuzeileMusterunterhalb">
    <w:name w:val="Fußzeile Muster unterhalb"/>
    <w:basedOn w:val="FuzeileMusterLinks"/>
    <w:qFormat/>
    <w:rsid w:val="00B44478"/>
    <w:rPr>
      <w:rFonts w:ascii="Arial" w:hAnsi="Arial"/>
      <w:sz w:val="4"/>
    </w:rPr>
  </w:style>
  <w:style w:type="paragraph" w:customStyle="1" w:styleId="KopfStandardLinks">
    <w:name w:val="Kopf Standard Links"/>
    <w:basedOn w:val="Kopfzeile"/>
    <w:qFormat/>
    <w:rsid w:val="00B44478"/>
    <w:rPr>
      <w:rFonts w:ascii="Arial" w:hAnsi="Arial"/>
      <w:sz w:val="16"/>
    </w:rPr>
  </w:style>
  <w:style w:type="paragraph" w:styleId="Kopfzeile">
    <w:name w:val="header"/>
    <w:basedOn w:val="Standard"/>
    <w:link w:val="KopfzeileZchn"/>
    <w:uiPriority w:val="99"/>
    <w:semiHidden/>
    <w:rsid w:val="00B44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54582"/>
  </w:style>
  <w:style w:type="paragraph" w:customStyle="1" w:styleId="KopfStandardRechts">
    <w:name w:val="Kopf Standard Rechts"/>
    <w:basedOn w:val="Kopfzeile"/>
    <w:qFormat/>
    <w:rsid w:val="00B44478"/>
    <w:pPr>
      <w:jc w:val="right"/>
    </w:pPr>
    <w:rPr>
      <w:rFonts w:ascii="Arial" w:hAnsi="Arial"/>
      <w:sz w:val="16"/>
    </w:rPr>
  </w:style>
  <w:style w:type="paragraph" w:customStyle="1" w:styleId="StandardMuster0">
    <w:name w:val="Standard Muster"/>
    <w:basedOn w:val="Standard"/>
    <w:qFormat/>
    <w:rsid w:val="00921177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StandardMuster2">
    <w:name w:val="Standard Muster Ü2"/>
    <w:basedOn w:val="StandardMuster"/>
    <w:qFormat/>
    <w:rsid w:val="0037093D"/>
    <w:pPr>
      <w:spacing w:after="120"/>
      <w:outlineLvl w:val="1"/>
    </w:pPr>
    <w:rPr>
      <w:sz w:val="20"/>
    </w:rPr>
  </w:style>
  <w:style w:type="table" w:styleId="Tabellenraster">
    <w:name w:val="Table Grid"/>
    <w:basedOn w:val="NormaleTabelle"/>
    <w:uiPriority w:val="59"/>
    <w:rsid w:val="0036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854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Musterhochrechts">
    <w:name w:val="Standard Muster hoch rechts"/>
    <w:basedOn w:val="StandardMusterhoch"/>
    <w:qFormat/>
    <w:rsid w:val="00F7070B"/>
    <w:pPr>
      <w:jc w:val="right"/>
    </w:pPr>
  </w:style>
  <w:style w:type="character" w:styleId="Platzhaltertext">
    <w:name w:val="Placeholder Text"/>
    <w:basedOn w:val="Absatz-Standardschriftart"/>
    <w:uiPriority w:val="99"/>
    <w:semiHidden/>
    <w:rsid w:val="00F7070B"/>
    <w:rPr>
      <w:color w:val="808080"/>
    </w:rPr>
  </w:style>
  <w:style w:type="paragraph" w:customStyle="1" w:styleId="StandardMuster3">
    <w:name w:val="Standard Muster Ü3"/>
    <w:basedOn w:val="StandardMuster2"/>
    <w:qFormat/>
    <w:rsid w:val="0081482D"/>
    <w:pPr>
      <w:ind w:left="284" w:hanging="284"/>
      <w:outlineLvl w:val="2"/>
    </w:pPr>
    <w:rPr>
      <w:sz w:val="16"/>
    </w:rPr>
  </w:style>
  <w:style w:type="paragraph" w:customStyle="1" w:styleId="StandardMuster-hoch">
    <w:name w:val="Standard Muster - hoch"/>
    <w:basedOn w:val="Standard"/>
    <w:qFormat/>
    <w:rsid w:val="00354FED"/>
    <w:pPr>
      <w:spacing w:before="40" w:after="40" w:line="240" w:lineRule="auto"/>
      <w:jc w:val="right"/>
    </w:pPr>
    <w:rPr>
      <w:rFonts w:ascii="Arial" w:eastAsia="Times New Roman" w:hAnsi="Arial" w:cs="Arial"/>
      <w:sz w:val="16"/>
      <w:szCs w:val="24"/>
      <w:vertAlign w:val="superscript"/>
    </w:rPr>
  </w:style>
  <w:style w:type="character" w:styleId="Funotenzeichen">
    <w:name w:val="footnote reference"/>
    <w:basedOn w:val="Absatz-Standardschriftart"/>
    <w:uiPriority w:val="99"/>
    <w:semiHidden/>
    <w:rsid w:val="005C479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nhideWhenUsed="0"/>
    <w:lsdException w:name="footer" w:semiHidden="0" w:unhideWhenUsed="0"/>
    <w:lsdException w:name="caption" w:uiPriority="35" w:qFormat="1"/>
    <w:lsdException w:name="footnote reference" w:unhideWhenUsed="0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F7070B"/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424F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B25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Muster">
    <w:name w:val="Standard Muster Ü"/>
    <w:basedOn w:val="berschrift1"/>
    <w:qFormat/>
    <w:rsid w:val="00F616E7"/>
    <w:pPr>
      <w:tabs>
        <w:tab w:val="left" w:pos="851"/>
      </w:tabs>
      <w:spacing w:before="240" w:after="240" w:line="240" w:lineRule="auto"/>
    </w:pPr>
    <w:rPr>
      <w:rFonts w:ascii="Arial" w:hAnsi="Arial"/>
      <w:bCs w:val="0"/>
      <w:color w:val="auto"/>
      <w:sz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B256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andardMusterhoch">
    <w:name w:val="Standard Muster hoch"/>
    <w:basedOn w:val="StandardMuster0"/>
    <w:qFormat/>
    <w:rsid w:val="00F7070B"/>
    <w:rPr>
      <w:vertAlign w:val="superscript"/>
    </w:rPr>
  </w:style>
  <w:style w:type="paragraph" w:customStyle="1" w:styleId="StandardMusterZeichen">
    <w:name w:val="Standard Muster Zeichen"/>
    <w:basedOn w:val="Standard"/>
    <w:rsid w:val="00B44478"/>
    <w:pPr>
      <w:spacing w:after="0" w:line="240" w:lineRule="auto"/>
    </w:pPr>
    <w:rPr>
      <w:rFonts w:ascii="DejaVu Serif" w:eastAsia="Times New Roman" w:hAnsi="DejaVu Serif" w:cs="Arial"/>
      <w:sz w:val="20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256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MusterEinzug">
    <w:name w:val="Standard Muster Einzug"/>
    <w:basedOn w:val="StandardMuster0"/>
    <w:qFormat/>
    <w:rsid w:val="00B44478"/>
    <w:pPr>
      <w:tabs>
        <w:tab w:val="center" w:pos="4536"/>
        <w:tab w:val="right" w:pos="9072"/>
      </w:tabs>
      <w:ind w:left="454"/>
    </w:pPr>
  </w:style>
  <w:style w:type="paragraph" w:customStyle="1" w:styleId="StandardMusterAusgeblendet">
    <w:name w:val="Standard Muster Ausgeblendet"/>
    <w:basedOn w:val="StandardMuster0"/>
    <w:qFormat/>
    <w:rsid w:val="00B44478"/>
    <w:pPr>
      <w:tabs>
        <w:tab w:val="center" w:pos="4536"/>
        <w:tab w:val="right" w:pos="9072"/>
      </w:tabs>
    </w:pPr>
    <w:rPr>
      <w:vanish/>
      <w:color w:val="0000FF"/>
    </w:rPr>
  </w:style>
  <w:style w:type="paragraph" w:customStyle="1" w:styleId="FunotentextMuster">
    <w:name w:val="Fußnotentext Muster"/>
    <w:basedOn w:val="Funotentext"/>
    <w:qFormat/>
    <w:rsid w:val="00B44478"/>
    <w:pPr>
      <w:ind w:left="125" w:hanging="125"/>
    </w:pPr>
    <w:rPr>
      <w:rFonts w:ascii="Arial" w:hAnsi="Arial"/>
      <w:sz w:val="16"/>
    </w:rPr>
  </w:style>
  <w:style w:type="paragraph" w:styleId="Funotentext">
    <w:name w:val="footnote text"/>
    <w:basedOn w:val="Standard"/>
    <w:link w:val="FunotentextZchn"/>
    <w:uiPriority w:val="99"/>
    <w:semiHidden/>
    <w:rsid w:val="00B4447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54582"/>
    <w:rPr>
      <w:sz w:val="20"/>
      <w:szCs w:val="20"/>
    </w:rPr>
  </w:style>
  <w:style w:type="paragraph" w:customStyle="1" w:styleId="FunotenzeichenMuster">
    <w:name w:val="Fußnotenzeichen Muster"/>
    <w:basedOn w:val="Funotentext"/>
    <w:qFormat/>
    <w:rsid w:val="00B44478"/>
    <w:rPr>
      <w:rFonts w:ascii="Arial" w:hAnsi="Arial"/>
      <w:sz w:val="16"/>
      <w:vertAlign w:val="superscript"/>
    </w:rPr>
  </w:style>
  <w:style w:type="paragraph" w:customStyle="1" w:styleId="FuzeileMusterLinks">
    <w:name w:val="Fußzeile Muster Links"/>
    <w:basedOn w:val="Standard"/>
    <w:qFormat/>
    <w:rsid w:val="00E20493"/>
    <w:pPr>
      <w:tabs>
        <w:tab w:val="center" w:pos="4536"/>
        <w:tab w:val="right" w:pos="9072"/>
      </w:tabs>
      <w:spacing w:after="0" w:line="240" w:lineRule="auto"/>
    </w:pPr>
    <w:rPr>
      <w:rFonts w:ascii="Arial Narrow" w:hAnsi="Arial Narrow"/>
      <w:sz w:val="16"/>
    </w:rPr>
  </w:style>
  <w:style w:type="paragraph" w:customStyle="1" w:styleId="FuzeileMusterRechts">
    <w:name w:val="Fußzeile Muster Rechts"/>
    <w:basedOn w:val="Fuzeile"/>
    <w:qFormat/>
    <w:rsid w:val="00B44478"/>
    <w:pPr>
      <w:jc w:val="right"/>
    </w:pPr>
    <w:rPr>
      <w:rFonts w:ascii="Arial" w:hAnsi="Arial"/>
      <w:b/>
      <w:sz w:val="16"/>
    </w:rPr>
  </w:style>
  <w:style w:type="paragraph" w:styleId="Fuzeile">
    <w:name w:val="footer"/>
    <w:basedOn w:val="Standard"/>
    <w:link w:val="FuzeileZchn"/>
    <w:uiPriority w:val="99"/>
    <w:semiHidden/>
    <w:rsid w:val="00B44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854582"/>
  </w:style>
  <w:style w:type="paragraph" w:customStyle="1" w:styleId="FuzeileMusterunterhalb">
    <w:name w:val="Fußzeile Muster unterhalb"/>
    <w:basedOn w:val="FuzeileMusterLinks"/>
    <w:qFormat/>
    <w:rsid w:val="00B44478"/>
    <w:rPr>
      <w:rFonts w:ascii="Arial" w:hAnsi="Arial"/>
      <w:sz w:val="4"/>
    </w:rPr>
  </w:style>
  <w:style w:type="paragraph" w:customStyle="1" w:styleId="KopfStandardLinks">
    <w:name w:val="Kopf Standard Links"/>
    <w:basedOn w:val="Kopfzeile"/>
    <w:qFormat/>
    <w:rsid w:val="00B44478"/>
    <w:rPr>
      <w:rFonts w:ascii="Arial" w:hAnsi="Arial"/>
      <w:sz w:val="16"/>
    </w:rPr>
  </w:style>
  <w:style w:type="paragraph" w:styleId="Kopfzeile">
    <w:name w:val="header"/>
    <w:basedOn w:val="Standard"/>
    <w:link w:val="KopfzeileZchn"/>
    <w:uiPriority w:val="99"/>
    <w:semiHidden/>
    <w:rsid w:val="00B44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54582"/>
  </w:style>
  <w:style w:type="paragraph" w:customStyle="1" w:styleId="KopfStandardRechts">
    <w:name w:val="Kopf Standard Rechts"/>
    <w:basedOn w:val="Kopfzeile"/>
    <w:qFormat/>
    <w:rsid w:val="00B44478"/>
    <w:pPr>
      <w:jc w:val="right"/>
    </w:pPr>
    <w:rPr>
      <w:rFonts w:ascii="Arial" w:hAnsi="Arial"/>
      <w:sz w:val="16"/>
    </w:rPr>
  </w:style>
  <w:style w:type="paragraph" w:customStyle="1" w:styleId="StandardMuster0">
    <w:name w:val="Standard Muster"/>
    <w:basedOn w:val="Standard"/>
    <w:qFormat/>
    <w:rsid w:val="00921177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StandardMuster2">
    <w:name w:val="Standard Muster Ü2"/>
    <w:basedOn w:val="StandardMuster"/>
    <w:qFormat/>
    <w:rsid w:val="0037093D"/>
    <w:pPr>
      <w:spacing w:after="120"/>
      <w:outlineLvl w:val="1"/>
    </w:pPr>
    <w:rPr>
      <w:sz w:val="20"/>
    </w:rPr>
  </w:style>
  <w:style w:type="table" w:styleId="Tabellenraster">
    <w:name w:val="Table Grid"/>
    <w:basedOn w:val="NormaleTabelle"/>
    <w:uiPriority w:val="59"/>
    <w:rsid w:val="0036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854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Musterhochrechts">
    <w:name w:val="Standard Muster hoch rechts"/>
    <w:basedOn w:val="StandardMusterhoch"/>
    <w:qFormat/>
    <w:rsid w:val="00F7070B"/>
    <w:pPr>
      <w:jc w:val="right"/>
    </w:pPr>
  </w:style>
  <w:style w:type="character" w:styleId="Platzhaltertext">
    <w:name w:val="Placeholder Text"/>
    <w:basedOn w:val="Absatz-Standardschriftart"/>
    <w:uiPriority w:val="99"/>
    <w:semiHidden/>
    <w:rsid w:val="00F7070B"/>
    <w:rPr>
      <w:color w:val="808080"/>
    </w:rPr>
  </w:style>
  <w:style w:type="paragraph" w:customStyle="1" w:styleId="StandardMuster3">
    <w:name w:val="Standard Muster Ü3"/>
    <w:basedOn w:val="StandardMuster2"/>
    <w:qFormat/>
    <w:rsid w:val="0081482D"/>
    <w:pPr>
      <w:ind w:left="284" w:hanging="284"/>
      <w:outlineLvl w:val="2"/>
    </w:pPr>
    <w:rPr>
      <w:sz w:val="16"/>
    </w:rPr>
  </w:style>
  <w:style w:type="paragraph" w:customStyle="1" w:styleId="StandardMuster-hoch">
    <w:name w:val="Standard Muster - hoch"/>
    <w:basedOn w:val="Standard"/>
    <w:qFormat/>
    <w:rsid w:val="00354FED"/>
    <w:pPr>
      <w:spacing w:before="40" w:after="40" w:line="240" w:lineRule="auto"/>
      <w:jc w:val="right"/>
    </w:pPr>
    <w:rPr>
      <w:rFonts w:ascii="Arial" w:eastAsia="Times New Roman" w:hAnsi="Arial" w:cs="Arial"/>
      <w:sz w:val="16"/>
      <w:szCs w:val="24"/>
      <w:vertAlign w:val="superscript"/>
    </w:rPr>
  </w:style>
  <w:style w:type="character" w:styleId="Funotenzeichen">
    <w:name w:val="footnote reference"/>
    <w:basedOn w:val="Absatz-Standardschriftart"/>
    <w:uiPriority w:val="99"/>
    <w:semiHidden/>
    <w:rsid w:val="005C47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99668025837499F9DD313115E937E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E2CE5B-0239-4104-B11F-C07E393C1401}"/>
      </w:docPartPr>
      <w:docPartBody>
        <w:p w:rsidR="00BD3D6C" w:rsidRDefault="0090716E" w:rsidP="0090716E">
          <w:pPr>
            <w:pStyle w:val="499668025837499F9DD313115E937E1211"/>
          </w:pPr>
          <w:r w:rsidRPr="00053AFA">
            <w:rPr>
              <w:rFonts w:ascii="Univers" w:hAnsi="Univers" w:cs="Univers"/>
              <w:vanish/>
              <w:color w:val="0000FF"/>
            </w:rPr>
            <w:t>Bitte wählen:</w:t>
          </w:r>
        </w:p>
      </w:docPartBody>
    </w:docPart>
    <w:docPart>
      <w:docPartPr>
        <w:name w:val="4810962645704621A420FDC915805B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A5B8E0-6FB7-4E79-9866-2C2B3CD86A0D}"/>
      </w:docPartPr>
      <w:docPartBody>
        <w:p w:rsidR="00BD3D6C" w:rsidRDefault="0090716E" w:rsidP="0090716E">
          <w:pPr>
            <w:pStyle w:val="4810962645704621A420FDC915805BD311"/>
          </w:pPr>
          <w:r>
            <w:rPr>
              <w:vanish/>
              <w:color w:val="0000FF"/>
              <w:szCs w:val="16"/>
            </w:rPr>
            <w:t>(Datum)</w:t>
          </w:r>
        </w:p>
      </w:docPartBody>
    </w:docPart>
    <w:docPart>
      <w:docPartPr>
        <w:name w:val="787662CDAE8643ACA61D000B390D48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4DEC47-E9D3-4FE7-9C3E-4287C5ED8985}"/>
      </w:docPartPr>
      <w:docPartBody>
        <w:p w:rsidR="00BD3D6C" w:rsidRDefault="0090716E" w:rsidP="0090716E">
          <w:pPr>
            <w:pStyle w:val="787662CDAE8643ACA61D000B390D48E111"/>
          </w:pPr>
          <w:r>
            <w:rPr>
              <w:vanish/>
              <w:color w:val="0000FF"/>
              <w:szCs w:val="16"/>
            </w:rPr>
            <w:t>(Az.)</w:t>
          </w:r>
        </w:p>
      </w:docPartBody>
    </w:docPart>
    <w:docPart>
      <w:docPartPr>
        <w:name w:val="36A03D15359B42D186DDC1DD83DE93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1A7B84-9793-4CA5-BFAF-2BE2D45C4B42}"/>
      </w:docPartPr>
      <w:docPartBody>
        <w:p w:rsidR="00BD3D6C" w:rsidRDefault="0090716E" w:rsidP="0090716E">
          <w:pPr>
            <w:pStyle w:val="36A03D15359B42D186DDC1DD83DE932411"/>
          </w:pPr>
          <w:r>
            <w:rPr>
              <w:vanish/>
              <w:color w:val="0000FF"/>
              <w:szCs w:val="16"/>
            </w:rPr>
            <w:t>(Datum)</w:t>
          </w:r>
        </w:p>
      </w:docPartBody>
    </w:docPart>
    <w:docPart>
      <w:docPartPr>
        <w:name w:val="02CAEC4AB4C8473DA4176731FB638F0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EDFF46-B764-465D-AFDA-BD75C32034B2}"/>
      </w:docPartPr>
      <w:docPartBody>
        <w:p w:rsidR="00BD3D6C" w:rsidRDefault="0090716E" w:rsidP="0090716E">
          <w:pPr>
            <w:pStyle w:val="02CAEC4AB4C8473DA4176731FB638F0E11"/>
          </w:pPr>
          <w:r>
            <w:rPr>
              <w:vanish/>
              <w:color w:val="0000FF"/>
              <w:szCs w:val="16"/>
            </w:rPr>
            <w:t>(Uhrzeit)</w:t>
          </w:r>
        </w:p>
      </w:docPartBody>
    </w:docPart>
    <w:docPart>
      <w:docPartPr>
        <w:name w:val="28BFF5C5E9104670892C065753415B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E6A989B-1271-476A-99E2-F33075219D42}"/>
      </w:docPartPr>
      <w:docPartBody>
        <w:p w:rsidR="00BD3D6C" w:rsidRDefault="0090716E" w:rsidP="0090716E">
          <w:pPr>
            <w:pStyle w:val="28BFF5C5E9104670892C065753415B2411"/>
          </w:pPr>
          <w:r w:rsidRPr="00462AB7">
            <w:rPr>
              <w:vanish/>
              <w:color w:val="0000FF"/>
              <w:szCs w:val="16"/>
            </w:rPr>
            <w:t>(Baumaßnahm</w:t>
          </w:r>
          <w:r>
            <w:rPr>
              <w:vanish/>
              <w:color w:val="0000FF"/>
              <w:szCs w:val="16"/>
            </w:rPr>
            <w:t>e)</w:t>
          </w:r>
        </w:p>
      </w:docPartBody>
    </w:docPart>
    <w:docPart>
      <w:docPartPr>
        <w:name w:val="ED55373F85CD4BCD92FA1E3AF9F9A03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3A1DBA6-A34E-4448-8FAA-4A7BEF9B9DD1}"/>
      </w:docPartPr>
      <w:docPartBody>
        <w:p w:rsidR="00BD3D6C" w:rsidRDefault="0090716E" w:rsidP="0090716E">
          <w:pPr>
            <w:pStyle w:val="ED55373F85CD4BCD92FA1E3AF9F9A03411"/>
          </w:pPr>
          <w:r>
            <w:rPr>
              <w:vanish/>
              <w:color w:val="0000FF"/>
              <w:szCs w:val="16"/>
            </w:rPr>
            <w:t>(L</w:t>
          </w:r>
          <w:r w:rsidRPr="0019702C">
            <w:rPr>
              <w:vanish/>
              <w:color w:val="0000FF"/>
              <w:szCs w:val="16"/>
            </w:rPr>
            <w:t>iegenschaft</w:t>
          </w:r>
          <w:r>
            <w:rPr>
              <w:vanish/>
              <w:color w:val="0000FF"/>
              <w:szCs w:val="16"/>
            </w:rPr>
            <w:t>)</w:t>
          </w:r>
        </w:p>
      </w:docPartBody>
    </w:docPart>
    <w:docPart>
      <w:docPartPr>
        <w:name w:val="3018DD4174114447838E4222EC62CC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E7F5970-AA0D-4AC6-8258-8EBEED2BBC8A}"/>
      </w:docPartPr>
      <w:docPartBody>
        <w:p w:rsidR="00BD3D6C" w:rsidRDefault="0090716E" w:rsidP="0090716E">
          <w:pPr>
            <w:pStyle w:val="3018DD4174114447838E4222EC62CCD211"/>
          </w:pPr>
          <w:bookmarkStart w:id="0" w:name="BzG"/>
          <w:r w:rsidRPr="00F359BD">
            <w:rPr>
              <w:vanish/>
              <w:color w:val="0000FF"/>
              <w:szCs w:val="16"/>
            </w:rPr>
            <w:t>(Gebäude)</w:t>
          </w:r>
          <w:bookmarkEnd w:id="0"/>
        </w:p>
      </w:docPartBody>
    </w:docPart>
    <w:docPart>
      <w:docPartPr>
        <w:name w:val="9BEB2E2370964B39878C61D60A4E4CF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5260B6C-DF26-4738-B205-93F8FB828EF7}"/>
      </w:docPartPr>
      <w:docPartBody>
        <w:p w:rsidR="00BD3D6C" w:rsidRDefault="0090716E" w:rsidP="0090716E">
          <w:pPr>
            <w:pStyle w:val="9BEB2E2370964B39878C61D60A4E4CFE11"/>
          </w:pPr>
          <w:r>
            <w:rPr>
              <w:vanish/>
              <w:color w:val="0000FF"/>
              <w:szCs w:val="16"/>
            </w:rPr>
            <w:t>(Baudurchführende Ebene)</w:t>
          </w:r>
        </w:p>
      </w:docPartBody>
    </w:docPart>
    <w:docPart>
      <w:docPartPr>
        <w:name w:val="99C787E4B040431AAE8C6B101341584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6F35B0A-04C3-4AC9-9114-459E76E626EE}"/>
      </w:docPartPr>
      <w:docPartBody>
        <w:p w:rsidR="00BD3D6C" w:rsidRDefault="0090716E" w:rsidP="0090716E">
          <w:pPr>
            <w:pStyle w:val="99C787E4B040431AAE8C6B101341584E11"/>
          </w:pPr>
          <w:r>
            <w:rPr>
              <w:vanish/>
              <w:color w:val="0000FF"/>
              <w:szCs w:val="16"/>
            </w:rPr>
            <w:t>(Maßnahmenträger)</w:t>
          </w:r>
        </w:p>
      </w:docPartBody>
    </w:docPart>
    <w:docPart>
      <w:docPartPr>
        <w:name w:val="BE2ADA5779A54B079C3787947C8AE5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8F89A88-2EBC-4364-9D59-612B31470CA8}"/>
      </w:docPartPr>
      <w:docPartBody>
        <w:p w:rsidR="00BD3D6C" w:rsidRDefault="0090716E" w:rsidP="0090716E">
          <w:pPr>
            <w:pStyle w:val="BE2ADA5779A54B079C3787947C8AE5FA11"/>
          </w:pPr>
          <w:r>
            <w:rPr>
              <w:vanish/>
              <w:color w:val="0000FF"/>
              <w:szCs w:val="16"/>
            </w:rPr>
            <w:t>(Amt)</w:t>
          </w:r>
        </w:p>
      </w:docPartBody>
    </w:docPart>
    <w:docPart>
      <w:docPartPr>
        <w:name w:val="A2C82A435F36454D9568B20666E9BA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AACFC86-7855-452C-A6AA-FC2440AD649F}"/>
      </w:docPartPr>
      <w:docPartBody>
        <w:p w:rsidR="00BD3D6C" w:rsidRDefault="0090716E" w:rsidP="0090716E">
          <w:pPr>
            <w:pStyle w:val="A2C82A435F36454D9568B20666E9BA4C11"/>
          </w:pPr>
          <w:r>
            <w:rPr>
              <w:vanish/>
              <w:color w:val="0000FF"/>
              <w:szCs w:val="16"/>
            </w:rPr>
            <w:t>(Amt)</w:t>
          </w:r>
        </w:p>
      </w:docPartBody>
    </w:docPart>
    <w:docPart>
      <w:docPartPr>
        <w:name w:val="90A395100EFF446392E430920B9027E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966CAA-9B5B-46FE-85C0-FF0776193B43}"/>
      </w:docPartPr>
      <w:docPartBody>
        <w:p w:rsidR="00BD3D6C" w:rsidRDefault="0090716E" w:rsidP="0090716E">
          <w:pPr>
            <w:pStyle w:val="90A395100EFF446392E430920B9027ED11"/>
          </w:pPr>
          <w:r w:rsidRPr="0021363B">
            <w:rPr>
              <w:vanish/>
              <w:color w:val="0000FF"/>
            </w:rPr>
            <w:t>(</w:t>
          </w:r>
          <w:r w:rsidRPr="0021363B">
            <w:rPr>
              <w:rStyle w:val="Platzhaltertext"/>
              <w:vanish/>
              <w:color w:val="0000FF"/>
              <w:szCs w:val="16"/>
            </w:rPr>
            <w:t>Name)</w:t>
          </w:r>
        </w:p>
      </w:docPartBody>
    </w:docPart>
    <w:docPart>
      <w:docPartPr>
        <w:name w:val="61D9E3B3B0F548E8A2AC207BA8837C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60A9547-4F83-4313-BD7E-11B63A6AF99E}"/>
      </w:docPartPr>
      <w:docPartBody>
        <w:p w:rsidR="00BD3D6C" w:rsidRDefault="0090716E" w:rsidP="0090716E">
          <w:pPr>
            <w:pStyle w:val="61D9E3B3B0F548E8A2AC207BA8837CDD11"/>
          </w:pPr>
          <w:r w:rsidRPr="0021363B">
            <w:rPr>
              <w:vanish/>
              <w:color w:val="0000FF"/>
            </w:rPr>
            <w:t>(</w:t>
          </w:r>
          <w:r w:rsidRPr="0021363B">
            <w:rPr>
              <w:rStyle w:val="Platzhaltertext"/>
              <w:vanish/>
              <w:color w:val="0000FF"/>
              <w:szCs w:val="16"/>
            </w:rPr>
            <w:t>Name)</w:t>
          </w:r>
        </w:p>
      </w:docPartBody>
    </w:docPart>
    <w:docPart>
      <w:docPartPr>
        <w:name w:val="E45834A62F16445CA0376226346E3D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F723E05-B53A-4FB6-95B5-C3D5F6DA4E6A}"/>
      </w:docPartPr>
      <w:docPartBody>
        <w:p w:rsidR="00BD3D6C" w:rsidRDefault="0090716E" w:rsidP="0090716E">
          <w:pPr>
            <w:pStyle w:val="E45834A62F16445CA0376226346E3DC211"/>
          </w:pPr>
          <w:r w:rsidRPr="0021363B">
            <w:rPr>
              <w:vanish/>
              <w:color w:val="0000FF"/>
            </w:rPr>
            <w:t>(</w:t>
          </w:r>
          <w:r w:rsidRPr="0021363B">
            <w:rPr>
              <w:rStyle w:val="Platzhaltertext"/>
              <w:vanish/>
              <w:color w:val="0000FF"/>
              <w:szCs w:val="16"/>
            </w:rPr>
            <w:t>Name)</w:t>
          </w:r>
        </w:p>
      </w:docPartBody>
    </w:docPart>
    <w:docPart>
      <w:docPartPr>
        <w:name w:val="745FB16FC8B547AC80D480082264F2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72F285-2DAC-45E7-934F-0B1BC5C03E2A}"/>
      </w:docPartPr>
      <w:docPartBody>
        <w:p w:rsidR="00BD3D6C" w:rsidRDefault="0090716E" w:rsidP="0090716E">
          <w:pPr>
            <w:pStyle w:val="745FB16FC8B547AC80D480082264F22A11"/>
          </w:pPr>
          <w:r w:rsidRPr="0021363B">
            <w:rPr>
              <w:vanish/>
              <w:color w:val="0000FF"/>
            </w:rPr>
            <w:t>(</w:t>
          </w:r>
          <w:r w:rsidRPr="0021363B">
            <w:rPr>
              <w:rStyle w:val="Platzhaltertext"/>
              <w:vanish/>
              <w:color w:val="0000FF"/>
              <w:szCs w:val="16"/>
            </w:rPr>
            <w:t>Name)</w:t>
          </w:r>
        </w:p>
      </w:docPartBody>
    </w:docPart>
    <w:docPart>
      <w:docPartPr>
        <w:name w:val="E842075463914D2B8E15ECE6670328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057FC4-6FDC-46F7-A397-B331CB74F525}"/>
      </w:docPartPr>
      <w:docPartBody>
        <w:p w:rsidR="00BD3D6C" w:rsidRDefault="0090716E" w:rsidP="0090716E">
          <w:pPr>
            <w:pStyle w:val="E842075463914D2B8E15ECE66703280811"/>
          </w:pPr>
          <w:r w:rsidRPr="0021363B">
            <w:rPr>
              <w:vanish/>
              <w:color w:val="0000FF"/>
            </w:rPr>
            <w:t>(</w:t>
          </w:r>
          <w:r w:rsidRPr="0021363B">
            <w:rPr>
              <w:rStyle w:val="Platzhaltertext"/>
              <w:vanish/>
              <w:color w:val="0000FF"/>
              <w:szCs w:val="16"/>
            </w:rPr>
            <w:t>Name)</w:t>
          </w:r>
        </w:p>
      </w:docPartBody>
    </w:docPart>
    <w:docPart>
      <w:docPartPr>
        <w:name w:val="DD1C3903CCE0497EAE1B056D259E0C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0AA773-7821-4A22-B994-BA6539D9F9C3}"/>
      </w:docPartPr>
      <w:docPartBody>
        <w:p w:rsidR="00BD3D6C" w:rsidRDefault="0090716E" w:rsidP="0090716E">
          <w:pPr>
            <w:pStyle w:val="DD1C3903CCE0497EAE1B056D259E0C4A11"/>
          </w:pPr>
          <w:r w:rsidRPr="0021363B">
            <w:rPr>
              <w:vanish/>
              <w:color w:val="0000FF"/>
            </w:rPr>
            <w:t>(</w:t>
          </w:r>
          <w:r w:rsidRPr="0021363B">
            <w:rPr>
              <w:rStyle w:val="Platzhaltertext"/>
              <w:vanish/>
              <w:color w:val="0000FF"/>
              <w:szCs w:val="16"/>
            </w:rPr>
            <w:t>Name)</w:t>
          </w:r>
        </w:p>
      </w:docPartBody>
    </w:docPart>
    <w:docPart>
      <w:docPartPr>
        <w:name w:val="1CD9EDFF224D4480B7B81433F9F2F8A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A807F3-896F-4B8D-AB25-C844FCAE1D59}"/>
      </w:docPartPr>
      <w:docPartBody>
        <w:p w:rsidR="00BD3D6C" w:rsidRDefault="0090716E" w:rsidP="0090716E">
          <w:pPr>
            <w:pStyle w:val="1CD9EDFF224D4480B7B81433F9F2F8A111"/>
          </w:pPr>
          <w:r w:rsidRPr="0021363B">
            <w:rPr>
              <w:vanish/>
              <w:color w:val="0000FF"/>
            </w:rPr>
            <w:t>(</w:t>
          </w:r>
          <w:r w:rsidRPr="0021363B">
            <w:rPr>
              <w:rStyle w:val="Platzhaltertext"/>
              <w:vanish/>
              <w:color w:val="0000FF"/>
              <w:szCs w:val="16"/>
            </w:rPr>
            <w:t>Name)</w:t>
          </w:r>
        </w:p>
      </w:docPartBody>
    </w:docPart>
    <w:docPart>
      <w:docPartPr>
        <w:name w:val="D6796BF94894439BAFDA2E34A093C0C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A8DBC3F-9BE5-45EB-BA06-AC51B4F23751}"/>
      </w:docPartPr>
      <w:docPartBody>
        <w:p w:rsidR="0089639F" w:rsidRDefault="0090716E" w:rsidP="0090716E">
          <w:pPr>
            <w:pStyle w:val="D6796BF94894439BAFDA2E34A093C0CB11"/>
          </w:pPr>
          <w:r w:rsidRPr="00711C46">
            <w:rPr>
              <w:vanish/>
              <w:color w:val="0000FF"/>
            </w:rPr>
            <w:t>(Text)</w:t>
          </w:r>
        </w:p>
      </w:docPartBody>
    </w:docPart>
    <w:docPart>
      <w:docPartPr>
        <w:name w:val="30F6057CC8374DEDBD5EB9091D7FC5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FE227DF-B4FF-4C70-AB24-1E4E92869758}"/>
      </w:docPartPr>
      <w:docPartBody>
        <w:p w:rsidR="0089639F" w:rsidRDefault="0090716E" w:rsidP="0090716E">
          <w:pPr>
            <w:pStyle w:val="30F6057CC8374DEDBD5EB9091D7FC5CC11"/>
          </w:pPr>
          <w:r w:rsidRPr="00711C46">
            <w:rPr>
              <w:vanish/>
              <w:color w:val="0000FF"/>
            </w:rPr>
            <w:t>(Text)</w:t>
          </w:r>
        </w:p>
      </w:docPartBody>
    </w:docPart>
    <w:docPart>
      <w:docPartPr>
        <w:name w:val="6C76CDC87B564ADB8B2C748AC6B6B85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E4ADB34-90F8-420E-AE52-40101411E0FC}"/>
      </w:docPartPr>
      <w:docPartBody>
        <w:p w:rsidR="00A10373" w:rsidRDefault="0090716E" w:rsidP="0090716E">
          <w:pPr>
            <w:pStyle w:val="6C76CDC87B564ADB8B2C748AC6B6B8505"/>
          </w:pPr>
          <w:r>
            <w:rPr>
              <w:vanish/>
              <w:color w:val="0000FF"/>
              <w:szCs w:val="16"/>
            </w:rPr>
            <w:t>(Datum)</w:t>
          </w:r>
        </w:p>
      </w:docPartBody>
    </w:docPart>
    <w:docPart>
      <w:docPartPr>
        <w:name w:val="DCCAA63B48204EA587203B6BA0E808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412E2CF-8CB1-406C-8CE6-8D93ADB2A6E7}"/>
      </w:docPartPr>
      <w:docPartBody>
        <w:p w:rsidR="004F58F3" w:rsidRDefault="0090716E" w:rsidP="0090716E">
          <w:pPr>
            <w:pStyle w:val="DCCAA63B48204EA587203B6BA0E808105"/>
          </w:pPr>
          <w:r>
            <w:rPr>
              <w:vanish/>
              <w:color w:val="0000FF"/>
              <w:szCs w:val="16"/>
            </w:rPr>
            <w:t>(Datum)</w:t>
          </w:r>
        </w:p>
      </w:docPartBody>
    </w:docPart>
    <w:docPart>
      <w:docPartPr>
        <w:name w:val="B117F2AA8E2246FFB50A41B978753FC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2EC8431-29D4-48AD-8A80-4DE4EA8B7B39}"/>
      </w:docPartPr>
      <w:docPartBody>
        <w:p w:rsidR="004F58F3" w:rsidRDefault="0090716E" w:rsidP="0090716E">
          <w:pPr>
            <w:pStyle w:val="B117F2AA8E2246FFB50A41B978753FC75"/>
          </w:pPr>
          <w:r>
            <w:rPr>
              <w:vanish/>
              <w:color w:val="0000FF"/>
              <w:szCs w:val="16"/>
            </w:rPr>
            <w:t>(Datum)</w:t>
          </w:r>
        </w:p>
      </w:docPartBody>
    </w:docPart>
    <w:docPart>
      <w:docPartPr>
        <w:name w:val="5992DAA1E2664EEE9A48148FDED9BD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835BA2-57A5-4043-9B5E-CD2055B3CD59}"/>
      </w:docPartPr>
      <w:docPartBody>
        <w:p w:rsidR="00A74A6B" w:rsidRDefault="0090716E" w:rsidP="0090716E">
          <w:pPr>
            <w:pStyle w:val="5992DAA1E2664EEE9A48148FDED9BD5C2"/>
          </w:pPr>
          <w:r w:rsidRPr="00711C46">
            <w:rPr>
              <w:vanish/>
              <w:color w:val="0000FF"/>
            </w:rPr>
            <w:t>(Text)</w:t>
          </w:r>
        </w:p>
      </w:docPartBody>
    </w:docPart>
    <w:docPart>
      <w:docPartPr>
        <w:name w:val="90058534A9E74BD1AACD9A667EAAF4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EF8F9E-6A4D-41E5-990D-6493CF739AFF}"/>
      </w:docPartPr>
      <w:docPartBody>
        <w:p w:rsidR="00A74A6B" w:rsidRDefault="0090716E" w:rsidP="0090716E">
          <w:pPr>
            <w:pStyle w:val="90058534A9E74BD1AACD9A667EAAF4CA2"/>
          </w:pPr>
          <w:r w:rsidRPr="00711C46">
            <w:rPr>
              <w:vanish/>
              <w:color w:val="0000FF"/>
            </w:rPr>
            <w:t>(Text)</w:t>
          </w:r>
        </w:p>
      </w:docPartBody>
    </w:docPart>
    <w:docPart>
      <w:docPartPr>
        <w:name w:val="A36FB753A2AA42539E2719FBE4D85A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7E5118E-C805-4253-BFC1-E108DE89D16E}"/>
      </w:docPartPr>
      <w:docPartBody>
        <w:p w:rsidR="00A74A6B" w:rsidRDefault="0090716E" w:rsidP="0090716E">
          <w:pPr>
            <w:pStyle w:val="A36FB753A2AA42539E2719FBE4D85AA92"/>
          </w:pPr>
          <w:r w:rsidRPr="00711C46">
            <w:rPr>
              <w:vanish/>
              <w:color w:val="0000FF"/>
            </w:rPr>
            <w:t>(Text)</w:t>
          </w:r>
        </w:p>
      </w:docPartBody>
    </w:docPart>
    <w:docPart>
      <w:docPartPr>
        <w:name w:val="70C69888989645ACBF129E2CE6F626D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CE6520-925B-450F-ACAE-946F0468609A}"/>
      </w:docPartPr>
      <w:docPartBody>
        <w:p w:rsidR="00A74A6B" w:rsidRDefault="0090716E" w:rsidP="0090716E">
          <w:pPr>
            <w:pStyle w:val="70C69888989645ACBF129E2CE6F626D02"/>
          </w:pPr>
          <w:r>
            <w:rPr>
              <w:vanish/>
              <w:color w:val="0000FF"/>
              <w:szCs w:val="16"/>
            </w:rPr>
            <w:t>(Uhrzeit)</w:t>
          </w:r>
        </w:p>
      </w:docPartBody>
    </w:docPart>
    <w:docPart>
      <w:docPartPr>
        <w:name w:val="EF8B4161C8D645A593E4F60EE09C1D9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BABC76-9612-48DC-9356-175DAD76D9A3}"/>
      </w:docPartPr>
      <w:docPartBody>
        <w:p w:rsidR="00A74A6B" w:rsidRDefault="0090716E" w:rsidP="0090716E">
          <w:pPr>
            <w:pStyle w:val="EF8B4161C8D645A593E4F60EE09C1D992"/>
          </w:pPr>
          <w:r>
            <w:rPr>
              <w:vanish/>
              <w:color w:val="0000FF"/>
            </w:rPr>
            <w:t>(Anzahl)</w:t>
          </w:r>
        </w:p>
      </w:docPartBody>
    </w:docPart>
    <w:docPart>
      <w:docPartPr>
        <w:name w:val="3C0572E97D8547079065DA1C85C06C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9824E5-D03E-48BA-AF77-3891A0CE22DF}"/>
      </w:docPartPr>
      <w:docPartBody>
        <w:p w:rsidR="00A74A6B" w:rsidRDefault="0090716E" w:rsidP="0090716E">
          <w:pPr>
            <w:pStyle w:val="3C0572E97D8547079065DA1C85C06CD22"/>
          </w:pPr>
          <w:r>
            <w:rPr>
              <w:vanish/>
              <w:color w:val="0000FF"/>
              <w:szCs w:val="16"/>
            </w:rPr>
            <w:t>(Ort)</w:t>
          </w:r>
        </w:p>
      </w:docPartBody>
    </w:docPart>
    <w:docPart>
      <w:docPartPr>
        <w:name w:val="3A3AE8001D944573B1A1C36F28277F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69DBE7-7C2E-444F-A7CE-39C2072BD523}"/>
      </w:docPartPr>
      <w:docPartBody>
        <w:p w:rsidR="00A74A6B" w:rsidRDefault="0090716E" w:rsidP="0090716E">
          <w:pPr>
            <w:pStyle w:val="3A3AE8001D944573B1A1C36F28277F662"/>
          </w:pPr>
          <w:r>
            <w:rPr>
              <w:vanish/>
              <w:color w:val="0000FF"/>
              <w:szCs w:val="16"/>
            </w:rPr>
            <w:t>(Datum)</w:t>
          </w:r>
        </w:p>
      </w:docPartBody>
    </w:docPart>
    <w:docPart>
      <w:docPartPr>
        <w:name w:val="D5AA1B35686449F8A214341D880539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C63C9A-C847-4FEC-BF05-E4C97A8D93F3}"/>
      </w:docPartPr>
      <w:docPartBody>
        <w:p w:rsidR="00A74A6B" w:rsidRDefault="0090716E" w:rsidP="0090716E">
          <w:pPr>
            <w:pStyle w:val="D5AA1B35686449F8A214341D880539F82"/>
          </w:pPr>
          <w:r>
            <w:rPr>
              <w:vanish/>
              <w:color w:val="0000FF"/>
              <w:szCs w:val="16"/>
            </w:rPr>
            <w:t>(Name)</w:t>
          </w:r>
        </w:p>
      </w:docPartBody>
    </w:docPart>
    <w:docPart>
      <w:docPartPr>
        <w:name w:val="EA8148A69E6643C08F80D445FF5CD6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EC83D43-1188-42DA-B065-A1DB4A0307F1}"/>
      </w:docPartPr>
      <w:docPartBody>
        <w:p w:rsidR="00A74A6B" w:rsidRDefault="0090716E" w:rsidP="0090716E">
          <w:pPr>
            <w:pStyle w:val="EA8148A69E6643C08F80D445FF5CD6632"/>
          </w:pPr>
          <w:r>
            <w:rPr>
              <w:vanish/>
              <w:color w:val="0000FF"/>
              <w:szCs w:val="16"/>
            </w:rPr>
            <w:t>(Name)</w:t>
          </w:r>
        </w:p>
      </w:docPartBody>
    </w:docPart>
    <w:docPart>
      <w:docPartPr>
        <w:name w:val="41C3305360AB4B61B73399E6D926920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882CDA9-BE53-4855-86FF-F6E91C1CD823}"/>
      </w:docPartPr>
      <w:docPartBody>
        <w:p w:rsidR="00A74A6B" w:rsidRDefault="0090716E" w:rsidP="0090716E">
          <w:pPr>
            <w:pStyle w:val="41C3305360AB4B61B73399E6D92692012"/>
          </w:pPr>
          <w:r w:rsidRPr="0081482D">
            <w:rPr>
              <w:vanish/>
              <w:color w:val="0000FF"/>
              <w:szCs w:val="16"/>
            </w:rPr>
            <w:t>1.1</w:t>
          </w:r>
        </w:p>
      </w:docPartBody>
    </w:docPart>
    <w:docPart>
      <w:docPartPr>
        <w:name w:val="6B19C9A504C54FB39CB7D3D8DEA0D5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3E5F4B-E5D5-437A-9748-A982B933B95C}"/>
      </w:docPartPr>
      <w:docPartBody>
        <w:p w:rsidR="00A74A6B" w:rsidRDefault="0090716E" w:rsidP="0090716E">
          <w:pPr>
            <w:pStyle w:val="6B19C9A504C54FB39CB7D3D8DEA0D5052"/>
          </w:pPr>
          <w:r>
            <w:rPr>
              <w:vanish/>
              <w:color w:val="0000FF"/>
              <w:szCs w:val="16"/>
            </w:rPr>
            <w:t>(Datum)</w:t>
          </w:r>
        </w:p>
      </w:docPartBody>
    </w:docPart>
    <w:docPart>
      <w:docPartPr>
        <w:name w:val="8F692CE5F2FE41F1A5CCDD656009C90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D59BED7-DA16-433F-82C7-7814FB4E48DC}"/>
      </w:docPartPr>
      <w:docPartBody>
        <w:p w:rsidR="00A74A6B" w:rsidRDefault="0090716E" w:rsidP="0090716E">
          <w:pPr>
            <w:pStyle w:val="8F692CE5F2FE41F1A5CCDD656009C90D2"/>
          </w:pPr>
          <w:r w:rsidRPr="0081482D">
            <w:rPr>
              <w:vanish/>
              <w:color w:val="0000FF"/>
              <w:szCs w:val="16"/>
            </w:rPr>
            <w:t>1.1</w:t>
          </w:r>
        </w:p>
      </w:docPartBody>
    </w:docPart>
    <w:docPart>
      <w:docPartPr>
        <w:name w:val="5470BA9DCDCC4EB49D46AA8BAFE7AA4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6FA94F-3CA7-4503-9D66-1ECE1C7B9D7C}"/>
      </w:docPartPr>
      <w:docPartBody>
        <w:p w:rsidR="00A74A6B" w:rsidRDefault="0090716E" w:rsidP="0090716E">
          <w:pPr>
            <w:pStyle w:val="5470BA9DCDCC4EB49D46AA8BAFE7AA462"/>
          </w:pPr>
          <w:r>
            <w:rPr>
              <w:vanish/>
              <w:color w:val="0000FF"/>
              <w:szCs w:val="16"/>
            </w:rPr>
            <w:t>(Datum)</w:t>
          </w:r>
        </w:p>
      </w:docPartBody>
    </w:docPart>
    <w:docPart>
      <w:docPartPr>
        <w:name w:val="0AACDD19F8394D51BB757F535AEABD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C72EFD-819E-4A6C-86A9-8CE7F02F3522}"/>
      </w:docPartPr>
      <w:docPartBody>
        <w:p w:rsidR="00A74A6B" w:rsidRDefault="0090716E" w:rsidP="0090716E">
          <w:pPr>
            <w:pStyle w:val="0AACDD19F8394D51BB757F535AEABD4A2"/>
          </w:pPr>
          <w:r w:rsidRPr="0081482D">
            <w:rPr>
              <w:vanish/>
              <w:color w:val="0000FF"/>
              <w:szCs w:val="16"/>
            </w:rPr>
            <w:t>1.1</w:t>
          </w:r>
        </w:p>
      </w:docPartBody>
    </w:docPart>
    <w:docPart>
      <w:docPartPr>
        <w:name w:val="2F959192F49641B5A974448C568B97A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9AA4824-58F7-4225-B9C8-CADA5C153664}"/>
      </w:docPartPr>
      <w:docPartBody>
        <w:p w:rsidR="00A74A6B" w:rsidRDefault="0090716E" w:rsidP="0090716E">
          <w:pPr>
            <w:pStyle w:val="2F959192F49641B5A974448C568B97A12"/>
          </w:pPr>
          <w:r>
            <w:rPr>
              <w:vanish/>
              <w:color w:val="0000FF"/>
              <w:szCs w:val="16"/>
            </w:rPr>
            <w:t>(Datum)</w:t>
          </w:r>
        </w:p>
      </w:docPartBody>
    </w:docPart>
    <w:docPart>
      <w:docPartPr>
        <w:name w:val="467E5523CD334AADB4A96B929C48A5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E5C471-6006-49AF-A45F-9DBB5CE340B4}"/>
      </w:docPartPr>
      <w:docPartBody>
        <w:p w:rsidR="00A74A6B" w:rsidRDefault="0090716E" w:rsidP="0090716E">
          <w:pPr>
            <w:pStyle w:val="467E5523CD334AADB4A96B929C48A5862"/>
          </w:pPr>
          <w:r w:rsidRPr="0081482D">
            <w:rPr>
              <w:vanish/>
              <w:color w:val="0000FF"/>
              <w:szCs w:val="16"/>
            </w:rPr>
            <w:t>1.1</w:t>
          </w:r>
        </w:p>
      </w:docPartBody>
    </w:docPart>
    <w:docPart>
      <w:docPartPr>
        <w:name w:val="81BB7CCC8BCD449EBF3105E0A9EC78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2D24C39-AC2F-4CCC-A6F3-3D8099F5DC8F}"/>
      </w:docPartPr>
      <w:docPartBody>
        <w:p w:rsidR="00A74A6B" w:rsidRDefault="0090716E" w:rsidP="0090716E">
          <w:pPr>
            <w:pStyle w:val="81BB7CCC8BCD449EBF3105E0A9EC78D62"/>
          </w:pPr>
          <w:r>
            <w:rPr>
              <w:vanish/>
              <w:color w:val="0000FF"/>
              <w:szCs w:val="16"/>
            </w:rPr>
            <w:t>(Datum)</w:t>
          </w:r>
        </w:p>
      </w:docPartBody>
    </w:docPart>
    <w:docPart>
      <w:docPartPr>
        <w:name w:val="F8FF38D18CED41A4BDF7BCC2D0FC20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4B1033-15EE-4DAF-9F13-23878ED0615A}"/>
      </w:docPartPr>
      <w:docPartBody>
        <w:p w:rsidR="00A74A6B" w:rsidRDefault="0090716E" w:rsidP="0090716E">
          <w:pPr>
            <w:pStyle w:val="F8FF38D18CED41A4BDF7BCC2D0FC20392"/>
          </w:pPr>
          <w:r w:rsidRPr="0081482D">
            <w:rPr>
              <w:vanish/>
              <w:color w:val="0000FF"/>
              <w:szCs w:val="16"/>
            </w:rPr>
            <w:t>1.1</w:t>
          </w:r>
        </w:p>
      </w:docPartBody>
    </w:docPart>
    <w:docPart>
      <w:docPartPr>
        <w:name w:val="03F0E4A68CE1454B940E1870EFFCF7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D07BDEA-D284-40EA-A02E-67689E612FAC}"/>
      </w:docPartPr>
      <w:docPartBody>
        <w:p w:rsidR="00A74A6B" w:rsidRDefault="0090716E" w:rsidP="0090716E">
          <w:pPr>
            <w:pStyle w:val="03F0E4A68CE1454B940E1870EFFCF7DB2"/>
          </w:pPr>
          <w:r>
            <w:rPr>
              <w:vanish/>
              <w:color w:val="0000FF"/>
              <w:szCs w:val="16"/>
            </w:rPr>
            <w:t>(Datum)</w:t>
          </w:r>
        </w:p>
      </w:docPartBody>
    </w:docPart>
    <w:docPart>
      <w:docPartPr>
        <w:name w:val="28B5E218EE364C269F0032A51E970A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786E14C-D45F-448A-B2C1-04D36806631B}"/>
      </w:docPartPr>
      <w:docPartBody>
        <w:p w:rsidR="00A74A6B" w:rsidRDefault="0090716E" w:rsidP="0090716E">
          <w:pPr>
            <w:pStyle w:val="28B5E218EE364C269F0032A51E970A802"/>
          </w:pPr>
          <w:r w:rsidRPr="0081482D">
            <w:rPr>
              <w:vanish/>
              <w:color w:val="0000FF"/>
              <w:szCs w:val="16"/>
            </w:rPr>
            <w:t>1.1</w:t>
          </w:r>
        </w:p>
      </w:docPartBody>
    </w:docPart>
    <w:docPart>
      <w:docPartPr>
        <w:name w:val="7E18249FE1AB4C8293B384D08E617D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EEA7965-4B73-4897-8121-A921740EDA0E}"/>
      </w:docPartPr>
      <w:docPartBody>
        <w:p w:rsidR="00A74A6B" w:rsidRDefault="0090716E" w:rsidP="0090716E">
          <w:pPr>
            <w:pStyle w:val="7E18249FE1AB4C8293B384D08E617D3E2"/>
          </w:pPr>
          <w:r>
            <w:rPr>
              <w:vanish/>
              <w:color w:val="0000FF"/>
              <w:szCs w:val="16"/>
            </w:rPr>
            <w:t>(Datum)</w:t>
          </w:r>
        </w:p>
      </w:docPartBody>
    </w:docPart>
    <w:docPart>
      <w:docPartPr>
        <w:name w:val="1D06FA137B7D41FF9B165C6BF31AE8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BEFD39-22C8-4243-8D3C-89267D06A725}"/>
      </w:docPartPr>
      <w:docPartBody>
        <w:p w:rsidR="00A74A6B" w:rsidRDefault="0090716E" w:rsidP="0090716E">
          <w:pPr>
            <w:pStyle w:val="1D06FA137B7D41FF9B165C6BF31AE8B62"/>
          </w:pPr>
          <w:r w:rsidRPr="0081482D">
            <w:rPr>
              <w:vanish/>
              <w:color w:val="0000FF"/>
              <w:szCs w:val="16"/>
            </w:rPr>
            <w:t>1.1</w:t>
          </w:r>
        </w:p>
      </w:docPartBody>
    </w:docPart>
    <w:docPart>
      <w:docPartPr>
        <w:name w:val="C209131E167341A6A2AF265745710D3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2AF1AB7-7782-445E-BA65-23940C09BBBB}"/>
      </w:docPartPr>
      <w:docPartBody>
        <w:p w:rsidR="00A74A6B" w:rsidRDefault="0090716E" w:rsidP="0090716E">
          <w:pPr>
            <w:pStyle w:val="C209131E167341A6A2AF265745710D3F2"/>
          </w:pPr>
          <w:r>
            <w:rPr>
              <w:vanish/>
              <w:color w:val="0000FF"/>
              <w:szCs w:val="16"/>
            </w:rPr>
            <w:t>(Datum)</w:t>
          </w:r>
        </w:p>
      </w:docPartBody>
    </w:docPart>
    <w:docPart>
      <w:docPartPr>
        <w:name w:val="D9E231B7D1FC40A5A2724549C1B3B13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BB5715-C610-4746-8199-B5FD39BC7730}"/>
      </w:docPartPr>
      <w:docPartBody>
        <w:p w:rsidR="00A74A6B" w:rsidRDefault="0090716E" w:rsidP="0090716E">
          <w:pPr>
            <w:pStyle w:val="D9E231B7D1FC40A5A2724549C1B3B1322"/>
          </w:pPr>
          <w:r w:rsidRPr="0081482D">
            <w:rPr>
              <w:vanish/>
              <w:color w:val="0000FF"/>
              <w:szCs w:val="16"/>
            </w:rPr>
            <w:t>1.1</w:t>
          </w:r>
        </w:p>
      </w:docPartBody>
    </w:docPart>
    <w:docPart>
      <w:docPartPr>
        <w:name w:val="F48B805B57264F37A01804F73258E2A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9D9846-4287-40C7-8909-D7242E9BC919}"/>
      </w:docPartPr>
      <w:docPartBody>
        <w:p w:rsidR="00A74A6B" w:rsidRDefault="0090716E" w:rsidP="0090716E">
          <w:pPr>
            <w:pStyle w:val="F48B805B57264F37A01804F73258E2AC2"/>
          </w:pPr>
          <w:r>
            <w:rPr>
              <w:vanish/>
              <w:color w:val="0000FF"/>
              <w:szCs w:val="16"/>
            </w:rPr>
            <w:t>(Datum)</w:t>
          </w:r>
        </w:p>
      </w:docPartBody>
    </w:docPart>
    <w:docPart>
      <w:docPartPr>
        <w:name w:val="547859FB63EB4166BA57867EB0C3F7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1B480E4-17E9-4107-BC9E-781C4D16CADF}"/>
      </w:docPartPr>
      <w:docPartBody>
        <w:p w:rsidR="00A74A6B" w:rsidRDefault="0090716E" w:rsidP="0090716E">
          <w:pPr>
            <w:pStyle w:val="547859FB63EB4166BA57867EB0C3F78A2"/>
          </w:pPr>
          <w:r w:rsidRPr="0081482D">
            <w:rPr>
              <w:vanish/>
              <w:color w:val="0000FF"/>
              <w:szCs w:val="16"/>
            </w:rPr>
            <w:t>1.1</w:t>
          </w:r>
        </w:p>
      </w:docPartBody>
    </w:docPart>
    <w:docPart>
      <w:docPartPr>
        <w:name w:val="9606009D28194090AA15A9D28EF237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90FEB8D-B4DD-4ADB-A6FD-698521DDA562}"/>
      </w:docPartPr>
      <w:docPartBody>
        <w:p w:rsidR="00A74A6B" w:rsidRDefault="0090716E" w:rsidP="0090716E">
          <w:pPr>
            <w:pStyle w:val="9606009D28194090AA15A9D28EF237E22"/>
          </w:pPr>
          <w:r>
            <w:rPr>
              <w:vanish/>
              <w:color w:val="0000FF"/>
              <w:szCs w:val="16"/>
            </w:rPr>
            <w:t>(Datum)</w:t>
          </w:r>
        </w:p>
      </w:docPartBody>
    </w:docPart>
    <w:docPart>
      <w:docPartPr>
        <w:name w:val="BCF93DFB34134671B40CD5BCF81C9B2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266D62-898B-488A-9BA9-E4E5AF8BCF26}"/>
      </w:docPartPr>
      <w:docPartBody>
        <w:p w:rsidR="00A74A6B" w:rsidRDefault="0090716E" w:rsidP="0090716E">
          <w:pPr>
            <w:pStyle w:val="BCF93DFB34134671B40CD5BCF81C9B2B2"/>
          </w:pPr>
          <w:r w:rsidRPr="0081482D">
            <w:rPr>
              <w:vanish/>
              <w:color w:val="0000FF"/>
              <w:szCs w:val="16"/>
            </w:rPr>
            <w:t>1.1</w:t>
          </w:r>
        </w:p>
      </w:docPartBody>
    </w:docPart>
    <w:docPart>
      <w:docPartPr>
        <w:name w:val="7DC2FEB8183F429F97E611A0565C02A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16BF0C-41C6-45F8-AA29-080700F006B0}"/>
      </w:docPartPr>
      <w:docPartBody>
        <w:p w:rsidR="00A74A6B" w:rsidRDefault="0090716E" w:rsidP="0090716E">
          <w:pPr>
            <w:pStyle w:val="7DC2FEB8183F429F97E611A0565C02A42"/>
          </w:pPr>
          <w:r w:rsidRPr="0081482D">
            <w:rPr>
              <w:vanish/>
              <w:color w:val="0000FF"/>
            </w:rPr>
            <w:t>(Text)</w:t>
          </w:r>
        </w:p>
      </w:docPartBody>
    </w:docPart>
    <w:docPart>
      <w:docPartPr>
        <w:name w:val="8FA31788DC25419BBA3FEAE7E0EE98A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6B4E59-ED86-46D3-908C-09DA1A05E711}"/>
      </w:docPartPr>
      <w:docPartBody>
        <w:p w:rsidR="00A74A6B" w:rsidRDefault="0090716E" w:rsidP="0090716E">
          <w:pPr>
            <w:pStyle w:val="8FA31788DC25419BBA3FEAE7E0EE98A12"/>
          </w:pPr>
          <w:r>
            <w:rPr>
              <w:vanish/>
              <w:color w:val="0000FF"/>
              <w:szCs w:val="16"/>
            </w:rPr>
            <w:t>(Datum)</w:t>
          </w:r>
        </w:p>
      </w:docPartBody>
    </w:docPart>
    <w:docPart>
      <w:docPartPr>
        <w:name w:val="1B06D1C9F30143C2A1D3D4B6FCCE6C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A6282E7-E7B7-4C00-A83F-9C60D7B15619}"/>
      </w:docPartPr>
      <w:docPartBody>
        <w:p w:rsidR="00A74A6B" w:rsidRDefault="0090716E" w:rsidP="0090716E">
          <w:pPr>
            <w:pStyle w:val="1B06D1C9F30143C2A1D3D4B6FCCE6C242"/>
          </w:pPr>
          <w:r w:rsidRPr="0081482D">
            <w:rPr>
              <w:vanish/>
              <w:color w:val="0000FF"/>
              <w:szCs w:val="16"/>
            </w:rPr>
            <w:t>1.1</w:t>
          </w:r>
        </w:p>
      </w:docPartBody>
    </w:docPart>
    <w:docPart>
      <w:docPartPr>
        <w:name w:val="910225CCBF2548CDA320A5D46BE47B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70A58B-CB63-4AA2-94DA-1376CE9DD09B}"/>
      </w:docPartPr>
      <w:docPartBody>
        <w:p w:rsidR="00A74A6B" w:rsidRDefault="0090716E" w:rsidP="0090716E">
          <w:pPr>
            <w:pStyle w:val="910225CCBF2548CDA320A5D46BE47B712"/>
          </w:pPr>
          <w:r w:rsidRPr="0081482D">
            <w:rPr>
              <w:vanish/>
              <w:color w:val="0000FF"/>
            </w:rPr>
            <w:t>(Text)</w:t>
          </w:r>
        </w:p>
      </w:docPartBody>
    </w:docPart>
    <w:docPart>
      <w:docPartPr>
        <w:name w:val="87F0CDA51F6247DCB277C9892A85E05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F8516C-7299-4887-9437-D23A8A5481C5}"/>
      </w:docPartPr>
      <w:docPartBody>
        <w:p w:rsidR="00A74A6B" w:rsidRDefault="0090716E" w:rsidP="0090716E">
          <w:pPr>
            <w:pStyle w:val="87F0CDA51F6247DCB277C9892A85E0552"/>
          </w:pPr>
          <w:r>
            <w:rPr>
              <w:vanish/>
              <w:color w:val="0000FF"/>
              <w:szCs w:val="16"/>
            </w:rPr>
            <w:t>(Datum)</w:t>
          </w:r>
        </w:p>
      </w:docPartBody>
    </w:docPart>
    <w:docPart>
      <w:docPartPr>
        <w:name w:val="A81B9ECF85084643886EE36B9CECB51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88D683-3E73-422D-8A1C-D3D681FEF20E}"/>
      </w:docPartPr>
      <w:docPartBody>
        <w:p w:rsidR="00A74A6B" w:rsidRDefault="0090716E" w:rsidP="0090716E">
          <w:pPr>
            <w:pStyle w:val="A81B9ECF85084643886EE36B9CECB5172"/>
          </w:pPr>
          <w:r w:rsidRPr="0081482D">
            <w:rPr>
              <w:vanish/>
              <w:color w:val="0000FF"/>
              <w:szCs w:val="16"/>
            </w:rPr>
            <w:t>2.1</w:t>
          </w:r>
        </w:p>
      </w:docPartBody>
    </w:docPart>
    <w:docPart>
      <w:docPartPr>
        <w:name w:val="901D411DC109480EA691312CA6145C8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BB2807-674E-4CC2-8C6E-FB49912A34AC}"/>
      </w:docPartPr>
      <w:docPartBody>
        <w:p w:rsidR="00A74A6B" w:rsidRDefault="0090716E" w:rsidP="0090716E">
          <w:pPr>
            <w:pStyle w:val="901D411DC109480EA691312CA6145C822"/>
          </w:pPr>
          <w:r>
            <w:rPr>
              <w:vanish/>
              <w:color w:val="0000FF"/>
              <w:szCs w:val="16"/>
            </w:rPr>
            <w:t>(Datum)</w:t>
          </w:r>
        </w:p>
      </w:docPartBody>
    </w:docPart>
    <w:docPart>
      <w:docPartPr>
        <w:name w:val="0E75BE1734C84BC3920BDAEDD1DB8D1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83A48B5-7E75-4C78-B42B-FA5D3225EE1B}"/>
      </w:docPartPr>
      <w:docPartBody>
        <w:p w:rsidR="00A74A6B" w:rsidRDefault="0090716E" w:rsidP="0090716E">
          <w:pPr>
            <w:pStyle w:val="0E75BE1734C84BC3920BDAEDD1DB8D1A2"/>
          </w:pPr>
          <w:r w:rsidRPr="0081482D">
            <w:rPr>
              <w:vanish/>
              <w:color w:val="0000FF"/>
              <w:szCs w:val="16"/>
            </w:rPr>
            <w:t>2.1</w:t>
          </w:r>
        </w:p>
      </w:docPartBody>
    </w:docPart>
    <w:docPart>
      <w:docPartPr>
        <w:name w:val="77FF38D0559648D5B6EC58014C81AA0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53A407-AF91-4F65-8629-90D944382BEA}"/>
      </w:docPartPr>
      <w:docPartBody>
        <w:p w:rsidR="00A74A6B" w:rsidRDefault="0090716E" w:rsidP="0090716E">
          <w:pPr>
            <w:pStyle w:val="77FF38D0559648D5B6EC58014C81AA092"/>
          </w:pPr>
          <w:r>
            <w:rPr>
              <w:vanish/>
              <w:color w:val="0000FF"/>
              <w:szCs w:val="16"/>
            </w:rPr>
            <w:t>(Datum)</w:t>
          </w:r>
        </w:p>
      </w:docPartBody>
    </w:docPart>
    <w:docPart>
      <w:docPartPr>
        <w:name w:val="60513D6226AD4C4F8971305ED67A66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331BAF-A354-4059-B303-DEEFDF2954DB}"/>
      </w:docPartPr>
      <w:docPartBody>
        <w:p w:rsidR="00A74A6B" w:rsidRDefault="0090716E" w:rsidP="0090716E">
          <w:pPr>
            <w:pStyle w:val="60513D6226AD4C4F8971305ED67A66D62"/>
          </w:pPr>
          <w:r w:rsidRPr="0081482D">
            <w:rPr>
              <w:vanish/>
              <w:color w:val="0000FF"/>
              <w:szCs w:val="16"/>
            </w:rPr>
            <w:t>2.1</w:t>
          </w:r>
        </w:p>
      </w:docPartBody>
    </w:docPart>
    <w:docPart>
      <w:docPartPr>
        <w:name w:val="B837A2D0129841A1975ED26058E573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9E09551-0146-495E-A284-B5FD87000CD1}"/>
      </w:docPartPr>
      <w:docPartBody>
        <w:p w:rsidR="00A74A6B" w:rsidRDefault="0090716E" w:rsidP="0090716E">
          <w:pPr>
            <w:pStyle w:val="B837A2D0129841A1975ED26058E573712"/>
          </w:pPr>
          <w:r>
            <w:rPr>
              <w:vanish/>
              <w:color w:val="0000FF"/>
              <w:szCs w:val="16"/>
            </w:rPr>
            <w:t>(Datum)</w:t>
          </w:r>
        </w:p>
      </w:docPartBody>
    </w:docPart>
    <w:docPart>
      <w:docPartPr>
        <w:name w:val="F3C25978E9244229A7EAD2A3A4D978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F16044E-BFCB-4C03-B772-D21BEB2F4F9F}"/>
      </w:docPartPr>
      <w:docPartBody>
        <w:p w:rsidR="00A74A6B" w:rsidRDefault="0090716E" w:rsidP="0090716E">
          <w:pPr>
            <w:pStyle w:val="F3C25978E9244229A7EAD2A3A4D978F82"/>
          </w:pPr>
          <w:r w:rsidRPr="0081482D">
            <w:rPr>
              <w:vanish/>
              <w:color w:val="0000FF"/>
              <w:szCs w:val="16"/>
            </w:rPr>
            <w:t>2.1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erif">
    <w:panose1 w:val="02060603050605020204"/>
    <w:charset w:val="00"/>
    <w:family w:val="roman"/>
    <w:pitch w:val="variable"/>
    <w:sig w:usb0="E40002FF" w:usb1="5200F9FB" w:usb2="0A04002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">
    <w:altName w:val="Arial"/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D6C"/>
    <w:rsid w:val="00033238"/>
    <w:rsid w:val="004F58F3"/>
    <w:rsid w:val="005716D2"/>
    <w:rsid w:val="0073788B"/>
    <w:rsid w:val="007677B0"/>
    <w:rsid w:val="0089639F"/>
    <w:rsid w:val="0090716E"/>
    <w:rsid w:val="009E1C2B"/>
    <w:rsid w:val="00A049F3"/>
    <w:rsid w:val="00A10373"/>
    <w:rsid w:val="00A74A6B"/>
    <w:rsid w:val="00AA190E"/>
    <w:rsid w:val="00B842AB"/>
    <w:rsid w:val="00BD3D6C"/>
    <w:rsid w:val="00D167B3"/>
    <w:rsid w:val="00D3103A"/>
    <w:rsid w:val="00E73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0716E"/>
    <w:rPr>
      <w:color w:val="808080"/>
    </w:rPr>
  </w:style>
  <w:style w:type="paragraph" w:customStyle="1" w:styleId="4DB093DF48EE44AA8984F46694661425">
    <w:name w:val="4DB093DF48EE44AA8984F46694661425"/>
    <w:rsid w:val="00BD3D6C"/>
  </w:style>
  <w:style w:type="paragraph" w:customStyle="1" w:styleId="33D56BF9B2F24AB385CC0C0ED52CAFE5">
    <w:name w:val="33D56BF9B2F24AB385CC0C0ED52CAFE5"/>
    <w:rsid w:val="00BD3D6C"/>
  </w:style>
  <w:style w:type="paragraph" w:customStyle="1" w:styleId="A4145EFA4D7144F29DA0C8D6686152B2">
    <w:name w:val="A4145EFA4D7144F29DA0C8D6686152B2"/>
    <w:rsid w:val="00BD3D6C"/>
  </w:style>
  <w:style w:type="paragraph" w:customStyle="1" w:styleId="42ED48988F16454C966F76F140F001CE">
    <w:name w:val="42ED48988F16454C966F76F140F001CE"/>
    <w:rsid w:val="00BD3D6C"/>
  </w:style>
  <w:style w:type="paragraph" w:customStyle="1" w:styleId="E4E941FFE32F45EBB3706F11DD9FEB9B">
    <w:name w:val="E4E941FFE32F45EBB3706F11DD9FEB9B"/>
    <w:rsid w:val="00BD3D6C"/>
  </w:style>
  <w:style w:type="paragraph" w:customStyle="1" w:styleId="458F53B9A811472EB3EDEB122A8795DE">
    <w:name w:val="458F53B9A811472EB3EDEB122A8795DE"/>
    <w:rsid w:val="00BD3D6C"/>
  </w:style>
  <w:style w:type="paragraph" w:customStyle="1" w:styleId="499668025837499F9DD313115E937E12">
    <w:name w:val="499668025837499F9DD313115E937E12"/>
    <w:rsid w:val="00BD3D6C"/>
  </w:style>
  <w:style w:type="paragraph" w:customStyle="1" w:styleId="4810962645704621A420FDC915805BD3">
    <w:name w:val="4810962645704621A420FDC915805BD3"/>
    <w:rsid w:val="00BD3D6C"/>
  </w:style>
  <w:style w:type="paragraph" w:customStyle="1" w:styleId="787662CDAE8643ACA61D000B390D48E1">
    <w:name w:val="787662CDAE8643ACA61D000B390D48E1"/>
    <w:rsid w:val="00BD3D6C"/>
  </w:style>
  <w:style w:type="paragraph" w:customStyle="1" w:styleId="36A03D15359B42D186DDC1DD83DE9324">
    <w:name w:val="36A03D15359B42D186DDC1DD83DE9324"/>
    <w:rsid w:val="00BD3D6C"/>
  </w:style>
  <w:style w:type="paragraph" w:customStyle="1" w:styleId="02CAEC4AB4C8473DA4176731FB638F0E">
    <w:name w:val="02CAEC4AB4C8473DA4176731FB638F0E"/>
    <w:rsid w:val="00BD3D6C"/>
  </w:style>
  <w:style w:type="paragraph" w:customStyle="1" w:styleId="28BFF5C5E9104670892C065753415B24">
    <w:name w:val="28BFF5C5E9104670892C065753415B24"/>
    <w:rsid w:val="00BD3D6C"/>
  </w:style>
  <w:style w:type="paragraph" w:customStyle="1" w:styleId="ED55373F85CD4BCD92FA1E3AF9F9A034">
    <w:name w:val="ED55373F85CD4BCD92FA1E3AF9F9A034"/>
    <w:rsid w:val="00BD3D6C"/>
  </w:style>
  <w:style w:type="paragraph" w:customStyle="1" w:styleId="3018DD4174114447838E4222EC62CCD2">
    <w:name w:val="3018DD4174114447838E4222EC62CCD2"/>
    <w:rsid w:val="00BD3D6C"/>
  </w:style>
  <w:style w:type="paragraph" w:customStyle="1" w:styleId="9BEB2E2370964B39878C61D60A4E4CFE">
    <w:name w:val="9BEB2E2370964B39878C61D60A4E4CFE"/>
    <w:rsid w:val="00BD3D6C"/>
  </w:style>
  <w:style w:type="paragraph" w:customStyle="1" w:styleId="99C787E4B040431AAE8C6B101341584E">
    <w:name w:val="99C787E4B040431AAE8C6B101341584E"/>
    <w:rsid w:val="00BD3D6C"/>
  </w:style>
  <w:style w:type="paragraph" w:customStyle="1" w:styleId="BE2ADA5779A54B079C3787947C8AE5FA">
    <w:name w:val="BE2ADA5779A54B079C3787947C8AE5FA"/>
    <w:rsid w:val="00BD3D6C"/>
  </w:style>
  <w:style w:type="paragraph" w:customStyle="1" w:styleId="A2C82A435F36454D9568B20666E9BA4C">
    <w:name w:val="A2C82A435F36454D9568B20666E9BA4C"/>
    <w:rsid w:val="00BD3D6C"/>
  </w:style>
  <w:style w:type="paragraph" w:customStyle="1" w:styleId="90A395100EFF446392E430920B9027ED">
    <w:name w:val="90A395100EFF446392E430920B9027ED"/>
    <w:rsid w:val="00BD3D6C"/>
  </w:style>
  <w:style w:type="paragraph" w:customStyle="1" w:styleId="61D9E3B3B0F548E8A2AC207BA8837CDD">
    <w:name w:val="61D9E3B3B0F548E8A2AC207BA8837CDD"/>
    <w:rsid w:val="00BD3D6C"/>
  </w:style>
  <w:style w:type="paragraph" w:customStyle="1" w:styleId="E45834A62F16445CA0376226346E3DC2">
    <w:name w:val="E45834A62F16445CA0376226346E3DC2"/>
    <w:rsid w:val="00BD3D6C"/>
  </w:style>
  <w:style w:type="paragraph" w:customStyle="1" w:styleId="745FB16FC8B547AC80D480082264F22A">
    <w:name w:val="745FB16FC8B547AC80D480082264F22A"/>
    <w:rsid w:val="00BD3D6C"/>
  </w:style>
  <w:style w:type="paragraph" w:customStyle="1" w:styleId="E842075463914D2B8E15ECE667032808">
    <w:name w:val="E842075463914D2B8E15ECE667032808"/>
    <w:rsid w:val="00BD3D6C"/>
  </w:style>
  <w:style w:type="paragraph" w:customStyle="1" w:styleId="DD1C3903CCE0497EAE1B056D259E0C4A">
    <w:name w:val="DD1C3903CCE0497EAE1B056D259E0C4A"/>
    <w:rsid w:val="00BD3D6C"/>
  </w:style>
  <w:style w:type="paragraph" w:customStyle="1" w:styleId="1CD9EDFF224D4480B7B81433F9F2F8A1">
    <w:name w:val="1CD9EDFF224D4480B7B81433F9F2F8A1"/>
    <w:rsid w:val="00BD3D6C"/>
  </w:style>
  <w:style w:type="paragraph" w:customStyle="1" w:styleId="0CCFF6C269574583A72319B3D777A27F">
    <w:name w:val="0CCFF6C269574583A72319B3D777A27F"/>
    <w:rsid w:val="0089639F"/>
  </w:style>
  <w:style w:type="paragraph" w:customStyle="1" w:styleId="D6796BF94894439BAFDA2E34A093C0CB">
    <w:name w:val="D6796BF94894439BAFDA2E34A093C0CB"/>
    <w:rsid w:val="0089639F"/>
  </w:style>
  <w:style w:type="paragraph" w:customStyle="1" w:styleId="30F6057CC8374DEDBD5EB9091D7FC5CC">
    <w:name w:val="30F6057CC8374DEDBD5EB9091D7FC5CC"/>
    <w:rsid w:val="0089639F"/>
  </w:style>
  <w:style w:type="paragraph" w:customStyle="1" w:styleId="1CB5C856E81D41AE85C87E48B2B87586">
    <w:name w:val="1CB5C856E81D41AE85C87E48B2B87586"/>
    <w:rsid w:val="0089639F"/>
  </w:style>
  <w:style w:type="paragraph" w:customStyle="1" w:styleId="0AD53843F3C94AA993D5FE559E20CB2E">
    <w:name w:val="0AD53843F3C94AA993D5FE559E20CB2E"/>
    <w:rsid w:val="0089639F"/>
  </w:style>
  <w:style w:type="paragraph" w:customStyle="1" w:styleId="33BD7B8C879343528B9141A6DFE268B5">
    <w:name w:val="33BD7B8C879343528B9141A6DFE268B5"/>
    <w:rsid w:val="0089639F"/>
  </w:style>
  <w:style w:type="paragraph" w:customStyle="1" w:styleId="2F813ABA0D2F4416BA303624689AA0BA">
    <w:name w:val="2F813ABA0D2F4416BA303624689AA0BA"/>
    <w:rsid w:val="0089639F"/>
  </w:style>
  <w:style w:type="paragraph" w:customStyle="1" w:styleId="DA5FA0C5C25242A9B0B9C812D83403E7">
    <w:name w:val="DA5FA0C5C25242A9B0B9C812D83403E7"/>
    <w:rsid w:val="0089639F"/>
  </w:style>
  <w:style w:type="paragraph" w:customStyle="1" w:styleId="A277D3FF483D4E82B3BABE3181CC5D1A">
    <w:name w:val="A277D3FF483D4E82B3BABE3181CC5D1A"/>
    <w:rsid w:val="0089639F"/>
  </w:style>
  <w:style w:type="paragraph" w:customStyle="1" w:styleId="B634D920D76E493BA61C547130FC87CC">
    <w:name w:val="B634D920D76E493BA61C547130FC87CC"/>
    <w:rsid w:val="0089639F"/>
  </w:style>
  <w:style w:type="paragraph" w:customStyle="1" w:styleId="9397E3F6CC5D4E9FB4A3C7F71D898F15">
    <w:name w:val="9397E3F6CC5D4E9FB4A3C7F71D898F15"/>
    <w:rsid w:val="0089639F"/>
  </w:style>
  <w:style w:type="paragraph" w:customStyle="1" w:styleId="4E6F5B021D8E4487A1C869AEE4367FDD">
    <w:name w:val="4E6F5B021D8E4487A1C869AEE4367FDD"/>
    <w:rsid w:val="0089639F"/>
  </w:style>
  <w:style w:type="paragraph" w:customStyle="1" w:styleId="18AEE6E9569B4B43A104ABB350350286">
    <w:name w:val="18AEE6E9569B4B43A104ABB350350286"/>
    <w:rsid w:val="0089639F"/>
  </w:style>
  <w:style w:type="paragraph" w:customStyle="1" w:styleId="A4D26CE2995C457196A9C80A0E11AAF8">
    <w:name w:val="A4D26CE2995C457196A9C80A0E11AAF8"/>
    <w:rsid w:val="0089639F"/>
  </w:style>
  <w:style w:type="paragraph" w:customStyle="1" w:styleId="63DF7F68F93C4F3CADF538FA4CE2D6E2">
    <w:name w:val="63DF7F68F93C4F3CADF538FA4CE2D6E2"/>
    <w:rsid w:val="0089639F"/>
  </w:style>
  <w:style w:type="paragraph" w:customStyle="1" w:styleId="09B77EB74EA14C1798BD71173847E09A">
    <w:name w:val="09B77EB74EA14C1798BD71173847E09A"/>
    <w:rsid w:val="0089639F"/>
  </w:style>
  <w:style w:type="paragraph" w:customStyle="1" w:styleId="BA8BB0426D184D3F8221FA2912D0C605">
    <w:name w:val="BA8BB0426D184D3F8221FA2912D0C605"/>
    <w:rsid w:val="0089639F"/>
  </w:style>
  <w:style w:type="paragraph" w:customStyle="1" w:styleId="C0E526D6A5BF4F88A1B70C277D1CF3E4">
    <w:name w:val="C0E526D6A5BF4F88A1B70C277D1CF3E4"/>
    <w:rsid w:val="0089639F"/>
  </w:style>
  <w:style w:type="paragraph" w:customStyle="1" w:styleId="B427F722342D48A396722A5CFD735102">
    <w:name w:val="B427F722342D48A396722A5CFD735102"/>
    <w:rsid w:val="0089639F"/>
  </w:style>
  <w:style w:type="paragraph" w:customStyle="1" w:styleId="BF541CBA25B54A4D8C23594202D12172">
    <w:name w:val="BF541CBA25B54A4D8C23594202D12172"/>
    <w:rsid w:val="0089639F"/>
  </w:style>
  <w:style w:type="paragraph" w:customStyle="1" w:styleId="FFC2C26DAC4147AE8D339CA11D666396">
    <w:name w:val="FFC2C26DAC4147AE8D339CA11D666396"/>
    <w:rsid w:val="0089639F"/>
  </w:style>
  <w:style w:type="paragraph" w:customStyle="1" w:styleId="8ACB1575443745788B810C90265DCAF6">
    <w:name w:val="8ACB1575443745788B810C90265DCAF6"/>
    <w:rsid w:val="0089639F"/>
  </w:style>
  <w:style w:type="paragraph" w:customStyle="1" w:styleId="8FE0DE483BCE4E8A9A78827B7BE4481E">
    <w:name w:val="8FE0DE483BCE4E8A9A78827B7BE4481E"/>
    <w:rsid w:val="0089639F"/>
  </w:style>
  <w:style w:type="paragraph" w:customStyle="1" w:styleId="3E5CD87550824649962A85753456D2BD">
    <w:name w:val="3E5CD87550824649962A85753456D2BD"/>
    <w:rsid w:val="0089639F"/>
  </w:style>
  <w:style w:type="paragraph" w:customStyle="1" w:styleId="777931537288479CBA4DE3C49686063E">
    <w:name w:val="777931537288479CBA4DE3C49686063E"/>
    <w:rsid w:val="0089639F"/>
  </w:style>
  <w:style w:type="paragraph" w:customStyle="1" w:styleId="59AC5C9BE8F24C549BC6F8A7D90924B3">
    <w:name w:val="59AC5C9BE8F24C549BC6F8A7D90924B3"/>
    <w:rsid w:val="0089639F"/>
  </w:style>
  <w:style w:type="paragraph" w:customStyle="1" w:styleId="19A287D10BE9429C9AE08C7246BB7BD3">
    <w:name w:val="19A287D10BE9429C9AE08C7246BB7BD3"/>
    <w:rsid w:val="0089639F"/>
  </w:style>
  <w:style w:type="paragraph" w:customStyle="1" w:styleId="01CC434432934C04A0956DEBDC861B3F">
    <w:name w:val="01CC434432934C04A0956DEBDC861B3F"/>
    <w:rsid w:val="0089639F"/>
  </w:style>
  <w:style w:type="paragraph" w:customStyle="1" w:styleId="8D31DC76CBCF436A8CAE1AD986DCC213">
    <w:name w:val="8D31DC76CBCF436A8CAE1AD986DCC213"/>
    <w:rsid w:val="0089639F"/>
  </w:style>
  <w:style w:type="paragraph" w:customStyle="1" w:styleId="3ED13D0E4B014BED97563805D730CCDD">
    <w:name w:val="3ED13D0E4B014BED97563805D730CCDD"/>
    <w:rsid w:val="0089639F"/>
  </w:style>
  <w:style w:type="paragraph" w:customStyle="1" w:styleId="FE73F358BB9F430A8BCB3BB1CD9D99C3">
    <w:name w:val="FE73F358BB9F430A8BCB3BB1CD9D99C3"/>
    <w:rsid w:val="0089639F"/>
  </w:style>
  <w:style w:type="paragraph" w:customStyle="1" w:styleId="A9C38F95BD4948E2A5A9C8416A3541EA">
    <w:name w:val="A9C38F95BD4948E2A5A9C8416A3541EA"/>
    <w:rsid w:val="0089639F"/>
  </w:style>
  <w:style w:type="paragraph" w:customStyle="1" w:styleId="C9E5BF349B614A3F957ED5BAB56C8DC5">
    <w:name w:val="C9E5BF349B614A3F957ED5BAB56C8DC5"/>
    <w:rsid w:val="0089639F"/>
  </w:style>
  <w:style w:type="paragraph" w:customStyle="1" w:styleId="E12D9A0B05EB4930BFE16C115CFC35CD">
    <w:name w:val="E12D9A0B05EB4930BFE16C115CFC35CD"/>
    <w:rsid w:val="0089639F"/>
  </w:style>
  <w:style w:type="paragraph" w:customStyle="1" w:styleId="A9D1BACBFC8B4F11A825CC8403582CE2">
    <w:name w:val="A9D1BACBFC8B4F11A825CC8403582CE2"/>
    <w:rsid w:val="0089639F"/>
  </w:style>
  <w:style w:type="paragraph" w:customStyle="1" w:styleId="9EA126F38707477392F7D02EE9A9B1E6">
    <w:name w:val="9EA126F38707477392F7D02EE9A9B1E6"/>
    <w:rsid w:val="0089639F"/>
  </w:style>
  <w:style w:type="paragraph" w:customStyle="1" w:styleId="024D6CF74A1A4C8682C7B764BC9C13B0">
    <w:name w:val="024D6CF74A1A4C8682C7B764BC9C13B0"/>
    <w:rsid w:val="0089639F"/>
  </w:style>
  <w:style w:type="paragraph" w:customStyle="1" w:styleId="375677E9C4CF4E32B79F9E5B52236047">
    <w:name w:val="375677E9C4CF4E32B79F9E5B52236047"/>
    <w:rsid w:val="0089639F"/>
  </w:style>
  <w:style w:type="paragraph" w:customStyle="1" w:styleId="8B459505A08044E6849955B9EC08BDF6">
    <w:name w:val="8B459505A08044E6849955B9EC08BDF6"/>
    <w:rsid w:val="0089639F"/>
  </w:style>
  <w:style w:type="paragraph" w:customStyle="1" w:styleId="6051BBDE2BA74FFEA8C91E7F7C8150CE">
    <w:name w:val="6051BBDE2BA74FFEA8C91E7F7C8150CE"/>
    <w:rsid w:val="0089639F"/>
  </w:style>
  <w:style w:type="paragraph" w:customStyle="1" w:styleId="83FD0EF470F34A328CE2C6CD0BCD83CC">
    <w:name w:val="83FD0EF470F34A328CE2C6CD0BCD83CC"/>
    <w:rsid w:val="0089639F"/>
  </w:style>
  <w:style w:type="paragraph" w:customStyle="1" w:styleId="9B05E2F1F2554F69A3702A5C166A1653">
    <w:name w:val="9B05E2F1F2554F69A3702A5C166A1653"/>
    <w:rsid w:val="0089639F"/>
  </w:style>
  <w:style w:type="paragraph" w:customStyle="1" w:styleId="7EEA3ADFE0484A60B4A6AF75928E8C74">
    <w:name w:val="7EEA3ADFE0484A60B4A6AF75928E8C74"/>
    <w:rsid w:val="0089639F"/>
  </w:style>
  <w:style w:type="paragraph" w:customStyle="1" w:styleId="D6D520A7A5324B91B70B698E225FE8B7">
    <w:name w:val="D6D520A7A5324B91B70B698E225FE8B7"/>
    <w:rsid w:val="0089639F"/>
  </w:style>
  <w:style w:type="paragraph" w:customStyle="1" w:styleId="D1B231188958483499A82C61D56C6533">
    <w:name w:val="D1B231188958483499A82C61D56C6533"/>
    <w:rsid w:val="0089639F"/>
  </w:style>
  <w:style w:type="paragraph" w:customStyle="1" w:styleId="48D5CC2F6ACD426285FB8176CAA34307">
    <w:name w:val="48D5CC2F6ACD426285FB8176CAA34307"/>
    <w:rsid w:val="0089639F"/>
  </w:style>
  <w:style w:type="paragraph" w:customStyle="1" w:styleId="97C9E42A3F534BD7BE1669FEA3FAC170">
    <w:name w:val="97C9E42A3F534BD7BE1669FEA3FAC170"/>
    <w:rsid w:val="0089639F"/>
  </w:style>
  <w:style w:type="paragraph" w:customStyle="1" w:styleId="E57656F08956466D8DAD6C52DCDC413B">
    <w:name w:val="E57656F08956466D8DAD6C52DCDC413B"/>
    <w:rsid w:val="0089639F"/>
  </w:style>
  <w:style w:type="paragraph" w:customStyle="1" w:styleId="C642716C58DF4FC49D8F53E2FC6CDE7C">
    <w:name w:val="C642716C58DF4FC49D8F53E2FC6CDE7C"/>
    <w:rsid w:val="0089639F"/>
  </w:style>
  <w:style w:type="paragraph" w:customStyle="1" w:styleId="7B9EA7DAD8474C5D8FF1D4530D4D8D1B">
    <w:name w:val="7B9EA7DAD8474C5D8FF1D4530D4D8D1B"/>
    <w:rsid w:val="0089639F"/>
  </w:style>
  <w:style w:type="paragraph" w:customStyle="1" w:styleId="33EDD114EFD5497B8C51F80DE393950E">
    <w:name w:val="33EDD114EFD5497B8C51F80DE393950E"/>
    <w:rsid w:val="0089639F"/>
  </w:style>
  <w:style w:type="paragraph" w:customStyle="1" w:styleId="CC79813A76474C619E79CE27818289F6">
    <w:name w:val="CC79813A76474C619E79CE27818289F6"/>
    <w:rsid w:val="0089639F"/>
  </w:style>
  <w:style w:type="paragraph" w:customStyle="1" w:styleId="2A8222C7B092467D9E185937FDE24B0B">
    <w:name w:val="2A8222C7B092467D9E185937FDE24B0B"/>
    <w:rsid w:val="0089639F"/>
  </w:style>
  <w:style w:type="paragraph" w:customStyle="1" w:styleId="EF25FA170F6649CD8645058D0D35A751">
    <w:name w:val="EF25FA170F6649CD8645058D0D35A751"/>
    <w:rsid w:val="0089639F"/>
  </w:style>
  <w:style w:type="paragraph" w:customStyle="1" w:styleId="EF7E5FB88C37492F9B94719D4D6D7F82">
    <w:name w:val="EF7E5FB88C37492F9B94719D4D6D7F82"/>
    <w:rsid w:val="0089639F"/>
  </w:style>
  <w:style w:type="paragraph" w:customStyle="1" w:styleId="46BBF368F74846ACA305DC08A1BE0BF8">
    <w:name w:val="46BBF368F74846ACA305DC08A1BE0BF8"/>
    <w:rsid w:val="0089639F"/>
  </w:style>
  <w:style w:type="paragraph" w:customStyle="1" w:styleId="3446ECE03AF14C24876AFDB9BA2A7909">
    <w:name w:val="3446ECE03AF14C24876AFDB9BA2A7909"/>
    <w:rsid w:val="0089639F"/>
  </w:style>
  <w:style w:type="paragraph" w:customStyle="1" w:styleId="B3957B26B0AF47C690A2EB038D218A3F">
    <w:name w:val="B3957B26B0AF47C690A2EB038D218A3F"/>
    <w:rsid w:val="0089639F"/>
  </w:style>
  <w:style w:type="paragraph" w:customStyle="1" w:styleId="A6749FE2939947C89D7831C25D56F75C">
    <w:name w:val="A6749FE2939947C89D7831C25D56F75C"/>
    <w:rsid w:val="0089639F"/>
  </w:style>
  <w:style w:type="paragraph" w:customStyle="1" w:styleId="F9DAA78258084158AB029702A050116E">
    <w:name w:val="F9DAA78258084158AB029702A050116E"/>
    <w:rsid w:val="0089639F"/>
  </w:style>
  <w:style w:type="paragraph" w:customStyle="1" w:styleId="67727984E21E46D4B3B5DEC3885612EB">
    <w:name w:val="67727984E21E46D4B3B5DEC3885612EB"/>
    <w:rsid w:val="0089639F"/>
  </w:style>
  <w:style w:type="paragraph" w:customStyle="1" w:styleId="8E38DF2228D24963BDE67C1361200530">
    <w:name w:val="8E38DF2228D24963BDE67C1361200530"/>
    <w:rsid w:val="0089639F"/>
  </w:style>
  <w:style w:type="paragraph" w:customStyle="1" w:styleId="9132B491669E49B699F1B20AFAE28FFD">
    <w:name w:val="9132B491669E49B699F1B20AFAE28FFD"/>
    <w:rsid w:val="0089639F"/>
  </w:style>
  <w:style w:type="paragraph" w:customStyle="1" w:styleId="FFF5B1B2EC004C7D82FF14D403A210FC">
    <w:name w:val="FFF5B1B2EC004C7D82FF14D403A210FC"/>
    <w:rsid w:val="0089639F"/>
  </w:style>
  <w:style w:type="paragraph" w:customStyle="1" w:styleId="5F311768B6744C4E86300943DA4E49A7">
    <w:name w:val="5F311768B6744C4E86300943DA4E49A7"/>
    <w:rsid w:val="0089639F"/>
  </w:style>
  <w:style w:type="paragraph" w:customStyle="1" w:styleId="25B55CAC227A48FEA8ED2F143EF6AB92">
    <w:name w:val="25B55CAC227A48FEA8ED2F143EF6AB92"/>
    <w:rsid w:val="0089639F"/>
  </w:style>
  <w:style w:type="paragraph" w:customStyle="1" w:styleId="5B784142366E47AA93ED1C823A721845">
    <w:name w:val="5B784142366E47AA93ED1C823A721845"/>
    <w:rsid w:val="0089639F"/>
  </w:style>
  <w:style w:type="paragraph" w:customStyle="1" w:styleId="C0306C5997E24E299C49C5B3DB269FB0">
    <w:name w:val="C0306C5997E24E299C49C5B3DB269FB0"/>
    <w:rsid w:val="0089639F"/>
  </w:style>
  <w:style w:type="paragraph" w:customStyle="1" w:styleId="95BB401EA3734602B1FCEC0B2BF7A7E5">
    <w:name w:val="95BB401EA3734602B1FCEC0B2BF7A7E5"/>
    <w:rsid w:val="0089639F"/>
  </w:style>
  <w:style w:type="paragraph" w:customStyle="1" w:styleId="AB7941EA0DB44CF381C7E6F5FAFB3CBE">
    <w:name w:val="AB7941EA0DB44CF381C7E6F5FAFB3CBE"/>
    <w:rsid w:val="0089639F"/>
  </w:style>
  <w:style w:type="paragraph" w:customStyle="1" w:styleId="F4EADA531C3B4613ACC6A9359EDD0C20">
    <w:name w:val="F4EADA531C3B4613ACC6A9359EDD0C20"/>
    <w:rsid w:val="0089639F"/>
  </w:style>
  <w:style w:type="paragraph" w:customStyle="1" w:styleId="E191627956084CABB61E8EA21CC06A25">
    <w:name w:val="E191627956084CABB61E8EA21CC06A25"/>
    <w:rsid w:val="0089639F"/>
  </w:style>
  <w:style w:type="paragraph" w:customStyle="1" w:styleId="F91124D816764FF4B1F2C480EF17DA9F">
    <w:name w:val="F91124D816764FF4B1F2C480EF17DA9F"/>
    <w:rsid w:val="0089639F"/>
  </w:style>
  <w:style w:type="paragraph" w:customStyle="1" w:styleId="B88A5C0BC9CC457B86D34C645CBAE83E">
    <w:name w:val="B88A5C0BC9CC457B86D34C645CBAE83E"/>
    <w:rsid w:val="0089639F"/>
  </w:style>
  <w:style w:type="paragraph" w:customStyle="1" w:styleId="BFB27C4B7CF84F51975394B8DA0AD3FF">
    <w:name w:val="BFB27C4B7CF84F51975394B8DA0AD3FF"/>
    <w:rsid w:val="0089639F"/>
  </w:style>
  <w:style w:type="paragraph" w:customStyle="1" w:styleId="6251FF5DEF5A42E6BAF56C828F5CC7D5">
    <w:name w:val="6251FF5DEF5A42E6BAF56C828F5CC7D5"/>
    <w:rsid w:val="0089639F"/>
  </w:style>
  <w:style w:type="paragraph" w:customStyle="1" w:styleId="9A773E19145E425C93B2A48774B8D92D">
    <w:name w:val="9A773E19145E425C93B2A48774B8D92D"/>
    <w:rsid w:val="0089639F"/>
  </w:style>
  <w:style w:type="paragraph" w:customStyle="1" w:styleId="2EE3FD30550047CB90F117A7F450D9A7">
    <w:name w:val="2EE3FD30550047CB90F117A7F450D9A7"/>
    <w:rsid w:val="0089639F"/>
  </w:style>
  <w:style w:type="paragraph" w:customStyle="1" w:styleId="57AE113637E44933A759DE95D38BB870">
    <w:name w:val="57AE113637E44933A759DE95D38BB870"/>
    <w:rsid w:val="0089639F"/>
  </w:style>
  <w:style w:type="paragraph" w:customStyle="1" w:styleId="8EBA4B1522CD46DE97DC910F73B30C91">
    <w:name w:val="8EBA4B1522CD46DE97DC910F73B30C91"/>
    <w:rsid w:val="0089639F"/>
  </w:style>
  <w:style w:type="paragraph" w:customStyle="1" w:styleId="F9F7F0BED68C445B8C753E845A83B86E">
    <w:name w:val="F9F7F0BED68C445B8C753E845A83B86E"/>
    <w:rsid w:val="0089639F"/>
  </w:style>
  <w:style w:type="paragraph" w:customStyle="1" w:styleId="A8DD2E9506F545A384598297DF118BBB">
    <w:name w:val="A8DD2E9506F545A384598297DF118BBB"/>
    <w:rsid w:val="0089639F"/>
  </w:style>
  <w:style w:type="paragraph" w:customStyle="1" w:styleId="82CD06386FE547468CC01D557D90456B">
    <w:name w:val="82CD06386FE547468CC01D557D90456B"/>
    <w:rsid w:val="0089639F"/>
  </w:style>
  <w:style w:type="paragraph" w:customStyle="1" w:styleId="51CCABD9F560402B8BD5969EB9C582E7">
    <w:name w:val="51CCABD9F560402B8BD5969EB9C582E7"/>
    <w:rsid w:val="0089639F"/>
  </w:style>
  <w:style w:type="paragraph" w:customStyle="1" w:styleId="9CFBCF1633E34E93AC46FFF7AE750A50">
    <w:name w:val="9CFBCF1633E34E93AC46FFF7AE750A50"/>
    <w:rsid w:val="0089639F"/>
  </w:style>
  <w:style w:type="paragraph" w:customStyle="1" w:styleId="4CCBD8D8E40A4A78B1E49CB72992E274">
    <w:name w:val="4CCBD8D8E40A4A78B1E49CB72992E274"/>
    <w:rsid w:val="0089639F"/>
  </w:style>
  <w:style w:type="paragraph" w:customStyle="1" w:styleId="B50F5EA45952466DA3E9F69324D5E6C0">
    <w:name w:val="B50F5EA45952466DA3E9F69324D5E6C0"/>
    <w:rsid w:val="0089639F"/>
  </w:style>
  <w:style w:type="paragraph" w:customStyle="1" w:styleId="DE617F3995044B2187FB6D5E74885EBF">
    <w:name w:val="DE617F3995044B2187FB6D5E74885EBF"/>
    <w:rsid w:val="0089639F"/>
  </w:style>
  <w:style w:type="paragraph" w:customStyle="1" w:styleId="E2A6D13A6FB04F1BABDE1EEA4E16F496">
    <w:name w:val="E2A6D13A6FB04F1BABDE1EEA4E16F496"/>
    <w:rsid w:val="0089639F"/>
  </w:style>
  <w:style w:type="paragraph" w:customStyle="1" w:styleId="D91770050FDB4185A6E022B157FF3DF3">
    <w:name w:val="D91770050FDB4185A6E022B157FF3DF3"/>
    <w:rsid w:val="0089639F"/>
  </w:style>
  <w:style w:type="paragraph" w:customStyle="1" w:styleId="186F4C85E4144012AEE73AB232D6B2EF">
    <w:name w:val="186F4C85E4144012AEE73AB232D6B2EF"/>
    <w:rsid w:val="0089639F"/>
  </w:style>
  <w:style w:type="paragraph" w:customStyle="1" w:styleId="AA8B0145D5D144D3BF735B90E8947CAF">
    <w:name w:val="AA8B0145D5D144D3BF735B90E8947CAF"/>
    <w:rsid w:val="0089639F"/>
  </w:style>
  <w:style w:type="paragraph" w:customStyle="1" w:styleId="9A7AA930FBCA47BE953C63442CB1C91A">
    <w:name w:val="9A7AA930FBCA47BE953C63442CB1C91A"/>
    <w:rsid w:val="0089639F"/>
  </w:style>
  <w:style w:type="paragraph" w:customStyle="1" w:styleId="D3427122B2924FCC9010B44CBDD36368">
    <w:name w:val="D3427122B2924FCC9010B44CBDD36368"/>
    <w:rsid w:val="0089639F"/>
  </w:style>
  <w:style w:type="paragraph" w:customStyle="1" w:styleId="C8A740C0E75945DB9A60DD69768870BB">
    <w:name w:val="C8A740C0E75945DB9A60DD69768870BB"/>
    <w:rsid w:val="0089639F"/>
  </w:style>
  <w:style w:type="paragraph" w:customStyle="1" w:styleId="7C62AB04BF754395AE56BA451EAF6D29">
    <w:name w:val="7C62AB04BF754395AE56BA451EAF6D29"/>
    <w:rsid w:val="0089639F"/>
  </w:style>
  <w:style w:type="paragraph" w:customStyle="1" w:styleId="4E0992932C334A8DAB757CA422613605">
    <w:name w:val="4E0992932C334A8DAB757CA422613605"/>
    <w:rsid w:val="0089639F"/>
  </w:style>
  <w:style w:type="paragraph" w:customStyle="1" w:styleId="E3CCBA7CDABF4646BDEE31F241DAEB7E">
    <w:name w:val="E3CCBA7CDABF4646BDEE31F241DAEB7E"/>
    <w:rsid w:val="0089639F"/>
  </w:style>
  <w:style w:type="paragraph" w:customStyle="1" w:styleId="62FEE5BB595D42BF9E8229C7F049FC45">
    <w:name w:val="62FEE5BB595D42BF9E8229C7F049FC45"/>
    <w:rsid w:val="0089639F"/>
  </w:style>
  <w:style w:type="paragraph" w:customStyle="1" w:styleId="973A5C8AFEC448D488EA86EF5A2370F2">
    <w:name w:val="973A5C8AFEC448D488EA86EF5A2370F2"/>
    <w:rsid w:val="0089639F"/>
  </w:style>
  <w:style w:type="paragraph" w:customStyle="1" w:styleId="28BFF5C5E9104670892C065753415B241">
    <w:name w:val="28BFF5C5E9104670892C065753415B24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D55373F85CD4BCD92FA1E3AF9F9A0341">
    <w:name w:val="ED55373F85CD4BCD92FA1E3AF9F9A034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018DD4174114447838E4222EC62CCD21">
    <w:name w:val="3018DD4174114447838E4222EC62CCD2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99668025837499F9DD313115E937E121">
    <w:name w:val="499668025837499F9DD313115E937E12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10962645704621A420FDC915805BD31">
    <w:name w:val="4810962645704621A420FDC915805BD3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87662CDAE8643ACA61D000B390D48E11">
    <w:name w:val="787662CDAE8643ACA61D000B390D48E1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6A03D15359B42D186DDC1DD83DE93241">
    <w:name w:val="36A03D15359B42D186DDC1DD83DE9324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CAEC4AB4C8473DA4176731FB638F0E1">
    <w:name w:val="02CAEC4AB4C8473DA4176731FB638F0E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BEB2E2370964B39878C61D60A4E4CFE1">
    <w:name w:val="9BEB2E2370964B39878C61D60A4E4CFE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9C787E4B040431AAE8C6B101341584E1">
    <w:name w:val="99C787E4B040431AAE8C6B101341584E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A395100EFF446392E430920B9027ED1">
    <w:name w:val="90A395100EFF446392E430920B9027ED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1D9E3B3B0F548E8A2AC207BA8837CDD1">
    <w:name w:val="61D9E3B3B0F548E8A2AC207BA8837CDD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45834A62F16445CA0376226346E3DC21">
    <w:name w:val="E45834A62F16445CA0376226346E3DC2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45FB16FC8B547AC80D480082264F22A1">
    <w:name w:val="745FB16FC8B547AC80D480082264F22A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842075463914D2B8E15ECE6670328081">
    <w:name w:val="E842075463914D2B8E15ECE667032808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E2ADA5779A54B079C3787947C8AE5FA1">
    <w:name w:val="BE2ADA5779A54B079C3787947C8AE5FA1"/>
    <w:rsid w:val="0089639F"/>
    <w:pPr>
      <w:tabs>
        <w:tab w:val="center" w:pos="4536"/>
        <w:tab w:val="right" w:pos="9072"/>
      </w:tabs>
      <w:spacing w:before="40" w:after="40" w:line="240" w:lineRule="auto"/>
      <w:ind w:left="454"/>
    </w:pPr>
    <w:rPr>
      <w:rFonts w:ascii="Arial" w:eastAsia="Times New Roman" w:hAnsi="Arial" w:cs="Arial"/>
      <w:sz w:val="16"/>
      <w:szCs w:val="24"/>
    </w:rPr>
  </w:style>
  <w:style w:type="paragraph" w:customStyle="1" w:styleId="DD1C3903CCE0497EAE1B056D259E0C4A1">
    <w:name w:val="DD1C3903CCE0497EAE1B056D259E0C4A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2C82A435F36454D9568B20666E9BA4C1">
    <w:name w:val="A2C82A435F36454D9568B20666E9BA4C1"/>
    <w:rsid w:val="0089639F"/>
    <w:pPr>
      <w:tabs>
        <w:tab w:val="center" w:pos="4536"/>
        <w:tab w:val="right" w:pos="9072"/>
      </w:tabs>
      <w:spacing w:before="40" w:after="40" w:line="240" w:lineRule="auto"/>
      <w:ind w:left="454"/>
    </w:pPr>
    <w:rPr>
      <w:rFonts w:ascii="Arial" w:eastAsia="Times New Roman" w:hAnsi="Arial" w:cs="Arial"/>
      <w:sz w:val="16"/>
      <w:szCs w:val="24"/>
    </w:rPr>
  </w:style>
  <w:style w:type="paragraph" w:customStyle="1" w:styleId="1CD9EDFF224D4480B7B81433F9F2F8A11">
    <w:name w:val="1CD9EDFF224D4480B7B81433F9F2F8A1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CCFF6C269574583A72319B3D777A27F1">
    <w:name w:val="0CCFF6C269574583A72319B3D777A27F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796BF94894439BAFDA2E34A093C0CB1">
    <w:name w:val="D6796BF94894439BAFDA2E34A093C0CB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0F6057CC8374DEDBD5EB9091D7FC5CC1">
    <w:name w:val="30F6057CC8374DEDBD5EB9091D7FC5CC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CB5C856E81D41AE85C87E48B2B875861">
    <w:name w:val="1CB5C856E81D41AE85C87E48B2B87586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AD53843F3C94AA993D5FE559E20CB2E1">
    <w:name w:val="0AD53843F3C94AA993D5FE559E20CB2E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3BD7B8C879343528B9141A6DFE268B51">
    <w:name w:val="33BD7B8C879343528B9141A6DFE268B5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F813ABA0D2F4416BA303624689AA0BA1">
    <w:name w:val="2F813ABA0D2F4416BA303624689AA0BA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A5FA0C5C25242A9B0B9C812D83403E71">
    <w:name w:val="DA5FA0C5C25242A9B0B9C812D83403E7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277D3FF483D4E82B3BABE3181CC5D1A1">
    <w:name w:val="A277D3FF483D4E82B3BABE3181CC5D1A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634D920D76E493BA61C547130FC87CC1">
    <w:name w:val="B634D920D76E493BA61C547130FC87CC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397E3F6CC5D4E9FB4A3C7F71D898F151">
    <w:name w:val="9397E3F6CC5D4E9FB4A3C7F71D898F15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E6F5B021D8E4487A1C869AEE4367FDD1">
    <w:name w:val="4E6F5B021D8E4487A1C869AEE4367FDD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4D6CF74A1A4C8682C7B764BC9C13B01">
    <w:name w:val="024D6CF74A1A4C8682C7B764BC9C13B0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75677E9C4CF4E32B79F9E5B522360471">
    <w:name w:val="375677E9C4CF4E32B79F9E5B52236047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B459505A08044E6849955B9EC08BDF61">
    <w:name w:val="8B459505A08044E6849955B9EC08BDF6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051BBDE2BA74FFEA8C91E7F7C8150CE1">
    <w:name w:val="6051BBDE2BA74FFEA8C91E7F7C8150CE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3FD0EF470F34A328CE2C6CD0BCD83CC1">
    <w:name w:val="83FD0EF470F34A328CE2C6CD0BCD83CC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B05E2F1F2554F69A3702A5C166A16531">
    <w:name w:val="9B05E2F1F2554F69A3702A5C166A1653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EEA3ADFE0484A60B4A6AF75928E8C741">
    <w:name w:val="7EEA3ADFE0484A60B4A6AF75928E8C74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D520A7A5324B91B70B698E225FE8B71">
    <w:name w:val="D6D520A7A5324B91B70B698E225FE8B7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1B231188958483499A82C61D56C65331">
    <w:name w:val="D1B231188958483499A82C61D56C6533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D5CC2F6ACD426285FB8176CAA343071">
    <w:name w:val="48D5CC2F6ACD426285FB8176CAA34307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7C9E42A3F534BD7BE1669FEA3FAC1701">
    <w:name w:val="97C9E42A3F534BD7BE1669FEA3FAC170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57656F08956466D8DAD6C52DCDC413B1">
    <w:name w:val="E57656F08956466D8DAD6C52DCDC413B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642716C58DF4FC49D8F53E2FC6CDE7C1">
    <w:name w:val="C642716C58DF4FC49D8F53E2FC6CDE7C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B9EA7DAD8474C5D8FF1D4530D4D8D1B1">
    <w:name w:val="7B9EA7DAD8474C5D8FF1D4530D4D8D1B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3EDD114EFD5497B8C51F80DE393950E1">
    <w:name w:val="33EDD114EFD5497B8C51F80DE393950E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C79813A76474C619E79CE27818289F61">
    <w:name w:val="CC79813A76474C619E79CE27818289F6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A8222C7B092467D9E185937FDE24B0B1">
    <w:name w:val="2A8222C7B092467D9E185937FDE24B0B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F25FA170F6649CD8645058D0D35A7511">
    <w:name w:val="EF25FA170F6649CD8645058D0D35A751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F7E5FB88C37492F9B94719D4D6D7F821">
    <w:name w:val="EF7E5FB88C37492F9B94719D4D6D7F82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6BBF368F74846ACA305DC08A1BE0BF81">
    <w:name w:val="46BBF368F74846ACA305DC08A1BE0BF8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446ECE03AF14C24876AFDB9BA2A79091">
    <w:name w:val="3446ECE03AF14C24876AFDB9BA2A7909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3957B26B0AF47C690A2EB038D218A3F1">
    <w:name w:val="B3957B26B0AF47C690A2EB038D218A3F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6749FE2939947C89D7831C25D56F75C1">
    <w:name w:val="A6749FE2939947C89D7831C25D56F75C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9DAA78258084158AB029702A050116E1">
    <w:name w:val="F9DAA78258084158AB029702A050116E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FF5B1B2EC004C7D82FF14D403A210FC1">
    <w:name w:val="FFF5B1B2EC004C7D82FF14D403A210FC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F311768B6744C4E86300943DA4E49A71">
    <w:name w:val="5F311768B6744C4E86300943DA4E49A7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5B55CAC227A48FEA8ED2F143EF6AB921">
    <w:name w:val="25B55CAC227A48FEA8ED2F143EF6AB92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11CBD932504E65AC0B6B65B8BE3F00">
    <w:name w:val="4811CBD932504E65AC0B6B65B8BE3F00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1E55DB5B631472796000754D4929AEB">
    <w:name w:val="31E55DB5B631472796000754D4929AEB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F27D90D5AAD457AAB951AD0E108AEC9">
    <w:name w:val="EF27D90D5AAD457AAB951AD0E108AEC9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C82612EA9FC43A88111D1AFF3EB4686">
    <w:name w:val="8C82612EA9FC43A88111D1AFF3EB4686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14B4F80B6C24B859E260B5B39B1FC69">
    <w:name w:val="E14B4F80B6C24B859E260B5B39B1FC69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5CB097EF06944B6A8458ADEF2BF5EF0">
    <w:name w:val="35CB097EF06944B6A8458ADEF2BF5EF0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99AFFBE43C4F50928137B66A4B3033">
    <w:name w:val="4899AFFBE43C4F50928137B66A4B3033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7BCF01EE1AC447F9D0BB44A000D79BB">
    <w:name w:val="37BCF01EE1AC447F9D0BB44A000D79BB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21306EB364F4C94AC6CF7BFD845C7FD">
    <w:name w:val="C21306EB364F4C94AC6CF7BFD845C7FD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FC97486E08F4A9BBBAEFC56DCA6B4E5">
    <w:name w:val="CFC97486E08F4A9BBBAEFC56DCA6B4E5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046C35D770F4EFBB98BCBF640A7BE8F">
    <w:name w:val="D046C35D770F4EFBB98BCBF640A7BE8F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7E83D380C7348D2A1187EE92D03B852">
    <w:name w:val="77E83D380C7348D2A1187EE92D03B85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2B08BC7EE3F41F0AD662F54DFFD1C47">
    <w:name w:val="62B08BC7EE3F41F0AD662F54DFFD1C47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0D2C961C4CC46F1AEE9DD36FA34B742">
    <w:name w:val="D0D2C961C4CC46F1AEE9DD36FA34B74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4CF407600504E048ED8629AAAAB1CF2">
    <w:name w:val="84CF407600504E048ED8629AAAAB1CF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A74E32A41E34B48BE4496464383E64D">
    <w:name w:val="BA74E32A41E34B48BE4496464383E64D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0CEBF1A499647B49229F0D581420B12">
    <w:name w:val="10CEBF1A499647B49229F0D581420B1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BBFDA4A7BB042EB81E506BB5E7F4870">
    <w:name w:val="7BBFDA4A7BB042EB81E506BB5E7F4870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CB7A508C0194468A22842EB9D1CE5A0">
    <w:name w:val="8CB7A508C0194468A22842EB9D1CE5A0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488E0D0F3F34643981CE61B060AA699">
    <w:name w:val="2488E0D0F3F34643981CE61B060AA699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59547C418064861847ECD87CFB1A840">
    <w:name w:val="C59547C418064861847ECD87CFB1A840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1F5D39E78384CCCBC6F262B80F49C84">
    <w:name w:val="51F5D39E78384CCCBC6F262B80F49C84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32448A5EBC8432F9E53D3DE86BC3357">
    <w:name w:val="632448A5EBC8432F9E53D3DE86BC3357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4F99CCA02DA4BED9E3CFD868846CB02">
    <w:name w:val="D4F99CCA02DA4BED9E3CFD868846CB0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E0430D6A406422F9900B1AEFE509514">
    <w:name w:val="3E0430D6A406422F9900B1AEFE509514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2967BB3D49A4DDCB960EB78B42B5928">
    <w:name w:val="12967BB3D49A4DDCB960EB78B42B5928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80BA54C9D3F4F30B9150BE1250A1754">
    <w:name w:val="380BA54C9D3F4F30B9150BE1250A1754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4FAFD60B5B04BC4BF0A9E8060A5F0DE">
    <w:name w:val="E4FAFD60B5B04BC4BF0A9E8060A5F0DE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1E1E71381C94E49BA5F878400727A7E">
    <w:name w:val="41E1E71381C94E49BA5F878400727A7E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F02B06CFA8F46FEB98376F2878CDF37">
    <w:name w:val="4F02B06CFA8F46FEB98376F2878CDF37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F3A4CF619EF49F8975DC1F53B94C2D2">
    <w:name w:val="EF3A4CF619EF49F8975DC1F53B94C2D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CABCC52AB064499A888B1EB31C4346C">
    <w:name w:val="0CABCC52AB064499A888B1EB31C4346C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7DAFED455DB4CECAB4F624AE009EC5E">
    <w:name w:val="57DAFED455DB4CECAB4F624AE009EC5E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CA03AE634AE4ECFAB5FC4BAC2338AF4">
    <w:name w:val="FCA03AE634AE4ECFAB5FC4BAC2338AF4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F25A64230334B5CAD58E36796B5ECA4">
    <w:name w:val="9F25A64230334B5CAD58E36796B5ECA4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B6C3D1229184CC28D981F8029A2238B">
    <w:name w:val="AB6C3D1229184CC28D981F8029A2238B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45FA47772FD40BCAE6CCF7F54D8993C">
    <w:name w:val="045FA47772FD40BCAE6CCF7F54D8993C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59E7D1A5ED94FAC9714C9591566F6B1">
    <w:name w:val="D59E7D1A5ED94FAC9714C9591566F6B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4053EC5FE814A44AC669F2B3CE1C147">
    <w:name w:val="64053EC5FE814A44AC669F2B3CE1C147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76FB794C74B4AA98CD2326AAE846E25">
    <w:name w:val="876FB794C74B4AA98CD2326AAE846E25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96BE85AFC6142348A35E9FCEFA17994">
    <w:name w:val="196BE85AFC6142348A35E9FCEFA17994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1CB810E8C30452FAB67CBC8ED3A70EA">
    <w:name w:val="31CB810E8C30452FAB67CBC8ED3A70EA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DECCF6CDD784707B7C45E5DC69AD2AF">
    <w:name w:val="6DECCF6CDD784707B7C45E5DC69AD2AF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3F6DC2DBBE44E9395EE74C5F0CA6539">
    <w:name w:val="43F6DC2DBBE44E9395EE74C5F0CA6539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0A72F25F9C34A098100F7FDEB284CA2">
    <w:name w:val="10A72F25F9C34A098100F7FDEB284CA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DFD1F5D84FF4C20A94D9DFCDDC46C83">
    <w:name w:val="8DFD1F5D84FF4C20A94D9DFCDDC46C83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86F4C85E4144012AEE73AB232D6B2EF1">
    <w:name w:val="186F4C85E4144012AEE73AB232D6B2EF1"/>
    <w:rsid w:val="0089639F"/>
    <w:pPr>
      <w:tabs>
        <w:tab w:val="center" w:pos="4536"/>
        <w:tab w:val="right" w:pos="9072"/>
      </w:tabs>
      <w:spacing w:before="40" w:after="40" w:line="240" w:lineRule="auto"/>
    </w:pPr>
    <w:rPr>
      <w:rFonts w:ascii="Arial" w:eastAsia="Times New Roman" w:hAnsi="Arial" w:cs="Arial"/>
      <w:vanish/>
      <w:color w:val="0000FF"/>
      <w:sz w:val="16"/>
      <w:szCs w:val="24"/>
    </w:rPr>
  </w:style>
  <w:style w:type="paragraph" w:customStyle="1" w:styleId="80FA3E8897304BADA425BE88FDF4B299">
    <w:name w:val="80FA3E8897304BADA425BE88FDF4B299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096502681FA4AB78C1FBCAB07288186">
    <w:name w:val="6096502681FA4AB78C1FBCAB07288186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BA7E936ED9041E28EB07D7EED8BEEFB">
    <w:name w:val="2BA7E936ED9041E28EB07D7EED8BEEFB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45912F9997D48E7A4E650873ECF344E">
    <w:name w:val="045912F9997D48E7A4E650873ECF344E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88642F1844644FB94779EECCD590B17">
    <w:name w:val="E88642F1844644FB94779EECCD590B17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A59F6B241F34B53A3BB9AD55F6225E4">
    <w:name w:val="3A59F6B241F34B53A3BB9AD55F6225E4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6B78AD0032D408B935C034D70D39421">
    <w:name w:val="F6B78AD0032D408B935C034D70D3942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618D4F5DE2E41D6A6F2888CE571A8BB">
    <w:name w:val="8618D4F5DE2E41D6A6F2888CE571A8BB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37E2CFACDF84906B22627183B439F78">
    <w:name w:val="637E2CFACDF84906B22627183B439F78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ABEC0D616EF452C97D8F892416D994A">
    <w:name w:val="7ABEC0D616EF452C97D8F892416D994A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686528376C94E46BC7024D1A788EBC7">
    <w:name w:val="C686528376C94E46BC7024D1A788EBC7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3427122B2924FCC9010B44CBDD363681">
    <w:name w:val="D3427122B2924FCC9010B44CBDD363681"/>
    <w:rsid w:val="0089639F"/>
    <w:pPr>
      <w:tabs>
        <w:tab w:val="center" w:pos="4536"/>
        <w:tab w:val="right" w:pos="9072"/>
      </w:tabs>
      <w:spacing w:before="40" w:after="40" w:line="240" w:lineRule="auto"/>
    </w:pPr>
    <w:rPr>
      <w:rFonts w:ascii="Arial" w:eastAsia="Times New Roman" w:hAnsi="Arial" w:cs="Arial"/>
      <w:vanish/>
      <w:color w:val="0000FF"/>
      <w:sz w:val="16"/>
      <w:szCs w:val="24"/>
    </w:rPr>
  </w:style>
  <w:style w:type="paragraph" w:customStyle="1" w:styleId="7C62AB04BF754395AE56BA451EAF6D291">
    <w:name w:val="7C62AB04BF754395AE56BA451EAF6D29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50725124B444B1CB539DD76B97FF484">
    <w:name w:val="F50725124B444B1CB539DD76B97FF484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7FEE21228F643DDB553C370C83FA5DE">
    <w:name w:val="67FEE21228F643DDB553C370C83FA5DE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1B09EE2B7904308A8479E03E19BD4A3">
    <w:name w:val="91B09EE2B7904308A8479E03E19BD4A3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3C64BA7D4C344979BB6C9C1CB8B14C0">
    <w:name w:val="E3C64BA7D4C344979BB6C9C1CB8B14C0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87C25BEBAC443A5B42F56AFF57C2F93">
    <w:name w:val="087C25BEBAC443A5B42F56AFF57C2F93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3139F0B32F040B2A79B0C77F186AEE9">
    <w:name w:val="93139F0B32F040B2A79B0C77F186AEE9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671689945C34865A797E930E211157F">
    <w:name w:val="0671689945C34865A797E930E211157F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BF8C2ED79034017B483EAED1452BA7C">
    <w:name w:val="DBF8C2ED79034017B483EAED1452BA7C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FC21FED7C1E466EB561F81A8E6780C2">
    <w:name w:val="9FC21FED7C1E466EB561F81A8E6780C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B0E5CDC60FA48C39BD469EFBCC5248F">
    <w:name w:val="FB0E5CDC60FA48C39BD469EFBCC5248F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EBDD00795534557A494ACC1B3CE24DF">
    <w:name w:val="DEBDD00795534557A494ACC1B3CE24DF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8AB21C839DB43EC8BA2F569778B6B74">
    <w:name w:val="38AB21C839DB43EC8BA2F569778B6B74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87AC12604CE4289B9ECA3AAC1274921">
    <w:name w:val="B87AC12604CE4289B9ECA3AAC1274921"/>
    <w:rsid w:val="0089639F"/>
  </w:style>
  <w:style w:type="paragraph" w:customStyle="1" w:styleId="74BBF675AB45465C889FCA39C9A92498">
    <w:name w:val="74BBF675AB45465C889FCA39C9A92498"/>
    <w:rsid w:val="0089639F"/>
  </w:style>
  <w:style w:type="paragraph" w:customStyle="1" w:styleId="F9F7FE5F66E541B8A1261A636AD0D68A">
    <w:name w:val="F9F7FE5F66E541B8A1261A636AD0D68A"/>
    <w:rsid w:val="0089639F"/>
  </w:style>
  <w:style w:type="paragraph" w:customStyle="1" w:styleId="D5EADF1CE9A94D61A9C1AA437794E3BF">
    <w:name w:val="D5EADF1CE9A94D61A9C1AA437794E3BF"/>
    <w:rsid w:val="0089639F"/>
  </w:style>
  <w:style w:type="paragraph" w:customStyle="1" w:styleId="97E763A4F1774637B90762D699EE3510">
    <w:name w:val="97E763A4F1774637B90762D699EE3510"/>
    <w:rsid w:val="0089639F"/>
  </w:style>
  <w:style w:type="paragraph" w:customStyle="1" w:styleId="5BA198D211A6497C9E0CDB8E57A82A5D">
    <w:name w:val="5BA198D211A6497C9E0CDB8E57A82A5D"/>
    <w:rsid w:val="0089639F"/>
  </w:style>
  <w:style w:type="paragraph" w:customStyle="1" w:styleId="28BFF5C5E9104670892C065753415B242">
    <w:name w:val="28BFF5C5E9104670892C065753415B24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D55373F85CD4BCD92FA1E3AF9F9A0342">
    <w:name w:val="ED55373F85CD4BCD92FA1E3AF9F9A034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018DD4174114447838E4222EC62CCD22">
    <w:name w:val="3018DD4174114447838E4222EC62CCD2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99668025837499F9DD313115E937E122">
    <w:name w:val="499668025837499F9DD313115E937E12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10962645704621A420FDC915805BD32">
    <w:name w:val="4810962645704621A420FDC915805BD3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87662CDAE8643ACA61D000B390D48E12">
    <w:name w:val="787662CDAE8643ACA61D000B390D48E1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6A03D15359B42D186DDC1DD83DE93242">
    <w:name w:val="36A03D15359B42D186DDC1DD83DE9324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CAEC4AB4C8473DA4176731FB638F0E2">
    <w:name w:val="02CAEC4AB4C8473DA4176731FB638F0E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BEB2E2370964B39878C61D60A4E4CFE2">
    <w:name w:val="9BEB2E2370964B39878C61D60A4E4CFE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9C787E4B040431AAE8C6B101341584E2">
    <w:name w:val="99C787E4B040431AAE8C6B101341584E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A395100EFF446392E430920B9027ED2">
    <w:name w:val="90A395100EFF446392E430920B9027ED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1D9E3B3B0F548E8A2AC207BA8837CDD2">
    <w:name w:val="61D9E3B3B0F548E8A2AC207BA8837CDD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45834A62F16445CA0376226346E3DC22">
    <w:name w:val="E45834A62F16445CA0376226346E3DC2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45FB16FC8B547AC80D480082264F22A2">
    <w:name w:val="745FB16FC8B547AC80D480082264F22A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842075463914D2B8E15ECE6670328082">
    <w:name w:val="E842075463914D2B8E15ECE667032808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E2ADA5779A54B079C3787947C8AE5FA2">
    <w:name w:val="BE2ADA5779A54B079C3787947C8AE5FA2"/>
    <w:rsid w:val="0089639F"/>
    <w:pPr>
      <w:tabs>
        <w:tab w:val="center" w:pos="4536"/>
        <w:tab w:val="right" w:pos="9072"/>
      </w:tabs>
      <w:spacing w:before="40" w:after="40" w:line="240" w:lineRule="auto"/>
      <w:ind w:left="454"/>
    </w:pPr>
    <w:rPr>
      <w:rFonts w:ascii="Arial" w:eastAsia="Times New Roman" w:hAnsi="Arial" w:cs="Arial"/>
      <w:sz w:val="16"/>
      <w:szCs w:val="24"/>
    </w:rPr>
  </w:style>
  <w:style w:type="paragraph" w:customStyle="1" w:styleId="DD1C3903CCE0497EAE1B056D259E0C4A2">
    <w:name w:val="DD1C3903CCE0497EAE1B056D259E0C4A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2C82A435F36454D9568B20666E9BA4C2">
    <w:name w:val="A2C82A435F36454D9568B20666E9BA4C2"/>
    <w:rsid w:val="0089639F"/>
    <w:pPr>
      <w:tabs>
        <w:tab w:val="center" w:pos="4536"/>
        <w:tab w:val="right" w:pos="9072"/>
      </w:tabs>
      <w:spacing w:before="40" w:after="40" w:line="240" w:lineRule="auto"/>
      <w:ind w:left="454"/>
    </w:pPr>
    <w:rPr>
      <w:rFonts w:ascii="Arial" w:eastAsia="Times New Roman" w:hAnsi="Arial" w:cs="Arial"/>
      <w:sz w:val="16"/>
      <w:szCs w:val="24"/>
    </w:rPr>
  </w:style>
  <w:style w:type="paragraph" w:customStyle="1" w:styleId="1CD9EDFF224D4480B7B81433F9F2F8A12">
    <w:name w:val="1CD9EDFF224D4480B7B81433F9F2F8A1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CCFF6C269574583A72319B3D777A27F2">
    <w:name w:val="0CCFF6C269574583A72319B3D777A27F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796BF94894439BAFDA2E34A093C0CB2">
    <w:name w:val="D6796BF94894439BAFDA2E34A093C0CB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0F6057CC8374DEDBD5EB9091D7FC5CC2">
    <w:name w:val="30F6057CC8374DEDBD5EB9091D7FC5CC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CB5C856E81D41AE85C87E48B2B875862">
    <w:name w:val="1CB5C856E81D41AE85C87E48B2B87586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AD53843F3C94AA993D5FE559E20CB2E2">
    <w:name w:val="0AD53843F3C94AA993D5FE559E20CB2E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3BD7B8C879343528B9141A6DFE268B52">
    <w:name w:val="33BD7B8C879343528B9141A6DFE268B5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F813ABA0D2F4416BA303624689AA0BA2">
    <w:name w:val="2F813ABA0D2F4416BA303624689AA0BA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A5FA0C5C25242A9B0B9C812D83403E72">
    <w:name w:val="DA5FA0C5C25242A9B0B9C812D83403E7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277D3FF483D4E82B3BABE3181CC5D1A2">
    <w:name w:val="A277D3FF483D4E82B3BABE3181CC5D1A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634D920D76E493BA61C547130FC87CC2">
    <w:name w:val="B634D920D76E493BA61C547130FC87CC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397E3F6CC5D4E9FB4A3C7F71D898F152">
    <w:name w:val="9397E3F6CC5D4E9FB4A3C7F71D898F15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E6F5B021D8E4487A1C869AEE4367FDD2">
    <w:name w:val="4E6F5B021D8E4487A1C869AEE4367FDD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4D6CF74A1A4C8682C7B764BC9C13B02">
    <w:name w:val="024D6CF74A1A4C8682C7B764BC9C13B0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75677E9C4CF4E32B79F9E5B522360472">
    <w:name w:val="375677E9C4CF4E32B79F9E5B52236047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B459505A08044E6849955B9EC08BDF62">
    <w:name w:val="8B459505A08044E6849955B9EC08BDF6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051BBDE2BA74FFEA8C91E7F7C8150CE2">
    <w:name w:val="6051BBDE2BA74FFEA8C91E7F7C8150CE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3FD0EF470F34A328CE2C6CD0BCD83CC2">
    <w:name w:val="83FD0EF470F34A328CE2C6CD0BCD83CC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B05E2F1F2554F69A3702A5C166A16532">
    <w:name w:val="9B05E2F1F2554F69A3702A5C166A1653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EEA3ADFE0484A60B4A6AF75928E8C742">
    <w:name w:val="7EEA3ADFE0484A60B4A6AF75928E8C74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D520A7A5324B91B70B698E225FE8B72">
    <w:name w:val="D6D520A7A5324B91B70B698E225FE8B7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1B231188958483499A82C61D56C65332">
    <w:name w:val="D1B231188958483499A82C61D56C6533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D5CC2F6ACD426285FB8176CAA343072">
    <w:name w:val="48D5CC2F6ACD426285FB8176CAA34307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7C9E42A3F534BD7BE1669FEA3FAC1702">
    <w:name w:val="97C9E42A3F534BD7BE1669FEA3FAC170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57656F08956466D8DAD6C52DCDC413B2">
    <w:name w:val="E57656F08956466D8DAD6C52DCDC413B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642716C58DF4FC49D8F53E2FC6CDE7C2">
    <w:name w:val="C642716C58DF4FC49D8F53E2FC6CDE7C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B9EA7DAD8474C5D8FF1D4530D4D8D1B2">
    <w:name w:val="7B9EA7DAD8474C5D8FF1D4530D4D8D1B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3EDD114EFD5497B8C51F80DE393950E2">
    <w:name w:val="33EDD114EFD5497B8C51F80DE393950E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C79813A76474C619E79CE27818289F62">
    <w:name w:val="CC79813A76474C619E79CE27818289F6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A8222C7B092467D9E185937FDE24B0B2">
    <w:name w:val="2A8222C7B092467D9E185937FDE24B0B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F25FA170F6649CD8645058D0D35A7512">
    <w:name w:val="EF25FA170F6649CD8645058D0D35A751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F7E5FB88C37492F9B94719D4D6D7F822">
    <w:name w:val="EF7E5FB88C37492F9B94719D4D6D7F82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6BBF368F74846ACA305DC08A1BE0BF82">
    <w:name w:val="46BBF368F74846ACA305DC08A1BE0BF8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446ECE03AF14C24876AFDB9BA2A79092">
    <w:name w:val="3446ECE03AF14C24876AFDB9BA2A7909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3957B26B0AF47C690A2EB038D218A3F2">
    <w:name w:val="B3957B26B0AF47C690A2EB038D218A3F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6749FE2939947C89D7831C25D56F75C2">
    <w:name w:val="A6749FE2939947C89D7831C25D56F75C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9DAA78258084158AB029702A050116E2">
    <w:name w:val="F9DAA78258084158AB029702A050116E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FF5B1B2EC004C7D82FF14D403A210FC2">
    <w:name w:val="FFF5B1B2EC004C7D82FF14D403A210FC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F311768B6744C4E86300943DA4E49A72">
    <w:name w:val="5F311768B6744C4E86300943DA4E49A7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5B55CAC227A48FEA8ED2F143EF6AB922">
    <w:name w:val="25B55CAC227A48FEA8ED2F143EF6AB92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11CBD932504E65AC0B6B65B8BE3F001">
    <w:name w:val="4811CBD932504E65AC0B6B65B8BE3F00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1E55DB5B631472796000754D4929AEB1">
    <w:name w:val="31E55DB5B631472796000754D4929AEB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F27D90D5AAD457AAB951AD0E108AEC91">
    <w:name w:val="EF27D90D5AAD457AAB951AD0E108AEC9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C82612EA9FC43A88111D1AFF3EB46861">
    <w:name w:val="8C82612EA9FC43A88111D1AFF3EB4686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14B4F80B6C24B859E260B5B39B1FC691">
    <w:name w:val="E14B4F80B6C24B859E260B5B39B1FC69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5CB097EF06944B6A8458ADEF2BF5EF01">
    <w:name w:val="35CB097EF06944B6A8458ADEF2BF5EF0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99AFFBE43C4F50928137B66A4B30331">
    <w:name w:val="4899AFFBE43C4F50928137B66A4B3033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7BCF01EE1AC447F9D0BB44A000D79BB1">
    <w:name w:val="37BCF01EE1AC447F9D0BB44A000D79BB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21306EB364F4C94AC6CF7BFD845C7FD1">
    <w:name w:val="C21306EB364F4C94AC6CF7BFD845C7FD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FC97486E08F4A9BBBAEFC56DCA6B4E51">
    <w:name w:val="CFC97486E08F4A9BBBAEFC56DCA6B4E5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046C35D770F4EFBB98BCBF640A7BE8F1">
    <w:name w:val="D046C35D770F4EFBB98BCBF640A7BE8F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7E83D380C7348D2A1187EE92D03B8521">
    <w:name w:val="77E83D380C7348D2A1187EE92D03B852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2B08BC7EE3F41F0AD662F54DFFD1C471">
    <w:name w:val="62B08BC7EE3F41F0AD662F54DFFD1C47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0D2C961C4CC46F1AEE9DD36FA34B7421">
    <w:name w:val="D0D2C961C4CC46F1AEE9DD36FA34B742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4CF407600504E048ED8629AAAAB1CF21">
    <w:name w:val="84CF407600504E048ED8629AAAAB1CF2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A74E32A41E34B48BE4496464383E64D1">
    <w:name w:val="BA74E32A41E34B48BE4496464383E64D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0CEBF1A499647B49229F0D581420B121">
    <w:name w:val="10CEBF1A499647B49229F0D581420B12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BBFDA4A7BB042EB81E506BB5E7F48701">
    <w:name w:val="7BBFDA4A7BB042EB81E506BB5E7F4870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CB7A508C0194468A22842EB9D1CE5A01">
    <w:name w:val="8CB7A508C0194468A22842EB9D1CE5A0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488E0D0F3F34643981CE61B060AA6991">
    <w:name w:val="2488E0D0F3F34643981CE61B060AA699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59547C418064861847ECD87CFB1A8401">
    <w:name w:val="C59547C418064861847ECD87CFB1A840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1F5D39E78384CCCBC6F262B80F49C841">
    <w:name w:val="51F5D39E78384CCCBC6F262B80F49C84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32448A5EBC8432F9E53D3DE86BC33571">
    <w:name w:val="632448A5EBC8432F9E53D3DE86BC3357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4F99CCA02DA4BED9E3CFD868846CB021">
    <w:name w:val="D4F99CCA02DA4BED9E3CFD868846CB02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E0430D6A406422F9900B1AEFE5095141">
    <w:name w:val="3E0430D6A406422F9900B1AEFE509514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2967BB3D49A4DDCB960EB78B42B59281">
    <w:name w:val="12967BB3D49A4DDCB960EB78B42B5928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80BA54C9D3F4F30B9150BE1250A17541">
    <w:name w:val="380BA54C9D3F4F30B9150BE1250A1754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4FAFD60B5B04BC4BF0A9E8060A5F0DE1">
    <w:name w:val="E4FAFD60B5B04BC4BF0A9E8060A5F0DE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1E1E71381C94E49BA5F878400727A7E1">
    <w:name w:val="41E1E71381C94E49BA5F878400727A7E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F02B06CFA8F46FEB98376F2878CDF371">
    <w:name w:val="4F02B06CFA8F46FEB98376F2878CDF37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F3A4CF619EF49F8975DC1F53B94C2D21">
    <w:name w:val="EF3A4CF619EF49F8975DC1F53B94C2D2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CABCC52AB064499A888B1EB31C4346C1">
    <w:name w:val="0CABCC52AB064499A888B1EB31C4346C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7DAFED455DB4CECAB4F624AE009EC5E1">
    <w:name w:val="57DAFED455DB4CECAB4F624AE009EC5E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CA03AE634AE4ECFAB5FC4BAC2338AF41">
    <w:name w:val="FCA03AE634AE4ECFAB5FC4BAC2338AF4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F25A64230334B5CAD58E36796B5ECA41">
    <w:name w:val="9F25A64230334B5CAD58E36796B5ECA4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B6C3D1229184CC28D981F8029A2238B1">
    <w:name w:val="AB6C3D1229184CC28D981F8029A2238B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45FA47772FD40BCAE6CCF7F54D8993C1">
    <w:name w:val="045FA47772FD40BCAE6CCF7F54D8993C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59E7D1A5ED94FAC9714C9591566F6B11">
    <w:name w:val="D59E7D1A5ED94FAC9714C9591566F6B1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4053EC5FE814A44AC669F2B3CE1C1471">
    <w:name w:val="64053EC5FE814A44AC669F2B3CE1C147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76FB794C74B4AA98CD2326AAE846E251">
    <w:name w:val="876FB794C74B4AA98CD2326AAE846E25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96BE85AFC6142348A35E9FCEFA179941">
    <w:name w:val="196BE85AFC6142348A35E9FCEFA17994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1CB810E8C30452FAB67CBC8ED3A70EA1">
    <w:name w:val="31CB810E8C30452FAB67CBC8ED3A70EA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DECCF6CDD784707B7C45E5DC69AD2AF1">
    <w:name w:val="6DECCF6CDD784707B7C45E5DC69AD2AF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3F6DC2DBBE44E9395EE74C5F0CA65391">
    <w:name w:val="43F6DC2DBBE44E9395EE74C5F0CA6539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0A72F25F9C34A098100F7FDEB284CA21">
    <w:name w:val="10A72F25F9C34A098100F7FDEB284CA2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DFD1F5D84FF4C20A94D9DFCDDC46C831">
    <w:name w:val="8DFD1F5D84FF4C20A94D9DFCDDC46C83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87AC12604CE4289B9ECA3AAC12749211">
    <w:name w:val="B87AC12604CE4289B9ECA3AAC1274921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4BBF675AB45465C889FCA39C9A924981">
    <w:name w:val="74BBF675AB45465C889FCA39C9A92498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9F7FE5F66E541B8A1261A636AD0D68A1">
    <w:name w:val="F9F7FE5F66E541B8A1261A636AD0D68A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0FA3E8897304BADA425BE88FDF4B2991">
    <w:name w:val="80FA3E8897304BADA425BE88FDF4B299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096502681FA4AB78C1FBCAB072881861">
    <w:name w:val="6096502681FA4AB78C1FBCAB07288186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BA7E936ED9041E28EB07D7EED8BEEFB1">
    <w:name w:val="2BA7E936ED9041E28EB07D7EED8BEEFB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45912F9997D48E7A4E650873ECF344E1">
    <w:name w:val="045912F9997D48E7A4E650873ECF344E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88642F1844644FB94779EECCD590B171">
    <w:name w:val="E88642F1844644FB94779EECCD590B17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A59F6B241F34B53A3BB9AD55F6225E41">
    <w:name w:val="3A59F6B241F34B53A3BB9AD55F6225E4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6B78AD0032D408B935C034D70D394211">
    <w:name w:val="F6B78AD0032D408B935C034D70D39421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618D4F5DE2E41D6A6F2888CE571A8BB1">
    <w:name w:val="8618D4F5DE2E41D6A6F2888CE571A8BB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37E2CFACDF84906B22627183B439F781">
    <w:name w:val="637E2CFACDF84906B22627183B439F78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ABEC0D616EF452C97D8F892416D994A1">
    <w:name w:val="7ABEC0D616EF452C97D8F892416D994A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686528376C94E46BC7024D1A788EBC71">
    <w:name w:val="C686528376C94E46BC7024D1A788EBC7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5EADF1CE9A94D61A9C1AA437794E3BF1">
    <w:name w:val="D5EADF1CE9A94D61A9C1AA437794E3BF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7E763A4F1774637B90762D699EE35101">
    <w:name w:val="97E763A4F1774637B90762D699EE3510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BA198D211A6497C9E0CDB8E57A82A5D1">
    <w:name w:val="5BA198D211A6497C9E0CDB8E57A82A5D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50725124B444B1CB539DD76B97FF4841">
    <w:name w:val="F50725124B444B1CB539DD76B97FF484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7FEE21228F643DDB553C370C83FA5DE1">
    <w:name w:val="67FEE21228F643DDB553C370C83FA5DE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1B09EE2B7904308A8479E03E19BD4A31">
    <w:name w:val="91B09EE2B7904308A8479E03E19BD4A3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3C64BA7D4C344979BB6C9C1CB8B14C01">
    <w:name w:val="E3C64BA7D4C344979BB6C9C1CB8B14C0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87C25BEBAC443A5B42F56AFF57C2F931">
    <w:name w:val="087C25BEBAC443A5B42F56AFF57C2F93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3139F0B32F040B2A79B0C77F186AEE91">
    <w:name w:val="93139F0B32F040B2A79B0C77F186AEE9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671689945C34865A797E930E211157F1">
    <w:name w:val="0671689945C34865A797E930E211157F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BF8C2ED79034017B483EAED1452BA7C1">
    <w:name w:val="DBF8C2ED79034017B483EAED1452BA7C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FC21FED7C1E466EB561F81A8E6780C21">
    <w:name w:val="9FC21FED7C1E466EB561F81A8E6780C2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B0E5CDC60FA48C39BD469EFBCC5248F1">
    <w:name w:val="FB0E5CDC60FA48C39BD469EFBCC5248F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EBDD00795534557A494ACC1B3CE24DF1">
    <w:name w:val="DEBDD00795534557A494ACC1B3CE24DF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8AB21C839DB43EC8BA2F569778B6B741">
    <w:name w:val="38AB21C839DB43EC8BA2F569778B6B74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A7364D96930428684F67088F8113F1F">
    <w:name w:val="9A7364D96930428684F67088F8113F1F"/>
    <w:rsid w:val="0089639F"/>
  </w:style>
  <w:style w:type="paragraph" w:customStyle="1" w:styleId="77E35ECF082A4BD7867126FC0BB3792B">
    <w:name w:val="77E35ECF082A4BD7867126FC0BB3792B"/>
    <w:rsid w:val="0089639F"/>
  </w:style>
  <w:style w:type="paragraph" w:customStyle="1" w:styleId="338D90A76A504012B8D89D25C00035E7">
    <w:name w:val="338D90A76A504012B8D89D25C00035E7"/>
    <w:rsid w:val="0089639F"/>
  </w:style>
  <w:style w:type="paragraph" w:customStyle="1" w:styleId="DC1C1D5B5FD74442B27EE9F5CC783860">
    <w:name w:val="DC1C1D5B5FD74442B27EE9F5CC783860"/>
    <w:rsid w:val="0089639F"/>
  </w:style>
  <w:style w:type="paragraph" w:customStyle="1" w:styleId="6E61853A3F0A4D96AA91F5599B0DFC95">
    <w:name w:val="6E61853A3F0A4D96AA91F5599B0DFC95"/>
    <w:rsid w:val="0089639F"/>
  </w:style>
  <w:style w:type="paragraph" w:customStyle="1" w:styleId="CE4F0AF781B24E7482C8E382A5C517A0">
    <w:name w:val="CE4F0AF781B24E7482C8E382A5C517A0"/>
    <w:rsid w:val="0089639F"/>
  </w:style>
  <w:style w:type="paragraph" w:customStyle="1" w:styleId="E03AC1940FF74E71A363ED143BEB0ECA">
    <w:name w:val="E03AC1940FF74E71A363ED143BEB0ECA"/>
    <w:rsid w:val="0089639F"/>
  </w:style>
  <w:style w:type="paragraph" w:customStyle="1" w:styleId="548F64197CE6406BAAC83E456E5890C5">
    <w:name w:val="548F64197CE6406BAAC83E456E5890C5"/>
    <w:rsid w:val="0089639F"/>
  </w:style>
  <w:style w:type="paragraph" w:customStyle="1" w:styleId="3FA1FD426CAD49B787C03DFF114E8805">
    <w:name w:val="3FA1FD426CAD49B787C03DFF114E8805"/>
    <w:rsid w:val="0089639F"/>
  </w:style>
  <w:style w:type="paragraph" w:customStyle="1" w:styleId="23C27539BFB942739688777BD2241C93">
    <w:name w:val="23C27539BFB942739688777BD2241C93"/>
    <w:rsid w:val="0089639F"/>
  </w:style>
  <w:style w:type="paragraph" w:customStyle="1" w:styleId="62CF4114FF174A9987801189954C83A1">
    <w:name w:val="62CF4114FF174A9987801189954C83A1"/>
    <w:rsid w:val="0089639F"/>
  </w:style>
  <w:style w:type="paragraph" w:customStyle="1" w:styleId="B1D749F3362B4725B6E405232CE60C4E">
    <w:name w:val="B1D749F3362B4725B6E405232CE60C4E"/>
    <w:rsid w:val="0089639F"/>
  </w:style>
  <w:style w:type="paragraph" w:customStyle="1" w:styleId="71C572CBD7E14838A5604897D9A1572A">
    <w:name w:val="71C572CBD7E14838A5604897D9A1572A"/>
    <w:rsid w:val="0089639F"/>
  </w:style>
  <w:style w:type="paragraph" w:customStyle="1" w:styleId="BC9B0897ECC7469482CBEE315F525B5C">
    <w:name w:val="BC9B0897ECC7469482CBEE315F525B5C"/>
    <w:rsid w:val="0089639F"/>
  </w:style>
  <w:style w:type="paragraph" w:customStyle="1" w:styleId="A929B0BEE34E4A3ABFF6D0D0AFBBC32F">
    <w:name w:val="A929B0BEE34E4A3ABFF6D0D0AFBBC32F"/>
    <w:rsid w:val="0089639F"/>
  </w:style>
  <w:style w:type="paragraph" w:customStyle="1" w:styleId="2F88903076A14DBBBF381FC2243D6437">
    <w:name w:val="2F88903076A14DBBBF381FC2243D6437"/>
    <w:rsid w:val="0089639F"/>
  </w:style>
  <w:style w:type="paragraph" w:customStyle="1" w:styleId="EF3713328E6C4C6394D9318660E4F8E1">
    <w:name w:val="EF3713328E6C4C6394D9318660E4F8E1"/>
    <w:rsid w:val="0089639F"/>
  </w:style>
  <w:style w:type="paragraph" w:customStyle="1" w:styleId="4065A972E93C4A7BA604CA635CA8CD48">
    <w:name w:val="4065A972E93C4A7BA604CA635CA8CD48"/>
    <w:rsid w:val="0089639F"/>
  </w:style>
  <w:style w:type="paragraph" w:customStyle="1" w:styleId="83B3CD1118124C40A06C638B9484BE34">
    <w:name w:val="83B3CD1118124C40A06C638B9484BE34"/>
    <w:rsid w:val="0089639F"/>
  </w:style>
  <w:style w:type="paragraph" w:customStyle="1" w:styleId="1D36B112AF954D938D5B494D82031E3A">
    <w:name w:val="1D36B112AF954D938D5B494D82031E3A"/>
    <w:rsid w:val="0089639F"/>
  </w:style>
  <w:style w:type="paragraph" w:customStyle="1" w:styleId="989B1C7A9275434E81EF0FD3E92FABC8">
    <w:name w:val="989B1C7A9275434E81EF0FD3E92FABC8"/>
    <w:rsid w:val="0089639F"/>
  </w:style>
  <w:style w:type="paragraph" w:customStyle="1" w:styleId="E1B53DF7062344C2ABFD0B03FE381759">
    <w:name w:val="E1B53DF7062344C2ABFD0B03FE381759"/>
    <w:rsid w:val="0089639F"/>
  </w:style>
  <w:style w:type="paragraph" w:customStyle="1" w:styleId="2E33717853C04B699377722823E0034C">
    <w:name w:val="2E33717853C04B699377722823E0034C"/>
    <w:rsid w:val="0089639F"/>
  </w:style>
  <w:style w:type="paragraph" w:customStyle="1" w:styleId="0FECC07D670D46599B3DDBC003607E98">
    <w:name w:val="0FECC07D670D46599B3DDBC003607E98"/>
    <w:rsid w:val="0089639F"/>
  </w:style>
  <w:style w:type="paragraph" w:customStyle="1" w:styleId="67E2C8E772A84A9BBF9BA8E905F5F848">
    <w:name w:val="67E2C8E772A84A9BBF9BA8E905F5F848"/>
    <w:rsid w:val="0089639F"/>
  </w:style>
  <w:style w:type="paragraph" w:customStyle="1" w:styleId="DAC08E396D164A67BAF7AD0C65B73D8A">
    <w:name w:val="DAC08E396D164A67BAF7AD0C65B73D8A"/>
    <w:rsid w:val="0089639F"/>
  </w:style>
  <w:style w:type="paragraph" w:customStyle="1" w:styleId="18885615E7D948259C0AA50A1D6D8C9A">
    <w:name w:val="18885615E7D948259C0AA50A1D6D8C9A"/>
    <w:rsid w:val="0089639F"/>
  </w:style>
  <w:style w:type="paragraph" w:customStyle="1" w:styleId="52DC9A177AFD41BE9E7B4112E82F4257">
    <w:name w:val="52DC9A177AFD41BE9E7B4112E82F4257"/>
    <w:rsid w:val="0089639F"/>
  </w:style>
  <w:style w:type="paragraph" w:customStyle="1" w:styleId="64FFFCF34DCE45B89A58C47103EE4488">
    <w:name w:val="64FFFCF34DCE45B89A58C47103EE4488"/>
    <w:rsid w:val="0089639F"/>
  </w:style>
  <w:style w:type="paragraph" w:customStyle="1" w:styleId="2125AD7FAAAB44AB89F5A82B9ED648BE">
    <w:name w:val="2125AD7FAAAB44AB89F5A82B9ED648BE"/>
    <w:rsid w:val="0089639F"/>
  </w:style>
  <w:style w:type="paragraph" w:customStyle="1" w:styleId="8F225B46750846299A3C10B688188860">
    <w:name w:val="8F225B46750846299A3C10B688188860"/>
    <w:rsid w:val="0089639F"/>
  </w:style>
  <w:style w:type="paragraph" w:customStyle="1" w:styleId="EA5EE8825CEF4FF2B2D1657202533FD2">
    <w:name w:val="EA5EE8825CEF4FF2B2D1657202533FD2"/>
    <w:rsid w:val="0089639F"/>
  </w:style>
  <w:style w:type="paragraph" w:customStyle="1" w:styleId="FB8D8FCCD1AF46A29D691A32D53E3B77">
    <w:name w:val="FB8D8FCCD1AF46A29D691A32D53E3B77"/>
    <w:rsid w:val="0089639F"/>
  </w:style>
  <w:style w:type="paragraph" w:customStyle="1" w:styleId="6FF7CD8018C34FEDBDD8FD47C1A2A36A">
    <w:name w:val="6FF7CD8018C34FEDBDD8FD47C1A2A36A"/>
    <w:rsid w:val="0089639F"/>
  </w:style>
  <w:style w:type="paragraph" w:customStyle="1" w:styleId="AE77404842F445E5820B3BC7C59E700F">
    <w:name w:val="AE77404842F445E5820B3BC7C59E700F"/>
    <w:rsid w:val="0089639F"/>
  </w:style>
  <w:style w:type="paragraph" w:customStyle="1" w:styleId="11B2B8190B074464AFEA12C7D7C8332D">
    <w:name w:val="11B2B8190B074464AFEA12C7D7C8332D"/>
    <w:rsid w:val="0089639F"/>
  </w:style>
  <w:style w:type="paragraph" w:customStyle="1" w:styleId="797C1D8B8F374B27980649E44CF06451">
    <w:name w:val="797C1D8B8F374B27980649E44CF06451"/>
    <w:rsid w:val="0089639F"/>
  </w:style>
  <w:style w:type="paragraph" w:customStyle="1" w:styleId="A75F3C4EF6794390B2ACBDF6B24189EA">
    <w:name w:val="A75F3C4EF6794390B2ACBDF6B24189EA"/>
    <w:rsid w:val="0089639F"/>
  </w:style>
  <w:style w:type="paragraph" w:customStyle="1" w:styleId="1186B68C47874DF3B5A7F615E3F21451">
    <w:name w:val="1186B68C47874DF3B5A7F615E3F21451"/>
    <w:rsid w:val="0089639F"/>
  </w:style>
  <w:style w:type="paragraph" w:customStyle="1" w:styleId="529F5B4729E24E73AA0AFBE2B5C5D47F">
    <w:name w:val="529F5B4729E24E73AA0AFBE2B5C5D47F"/>
    <w:rsid w:val="0089639F"/>
  </w:style>
  <w:style w:type="paragraph" w:customStyle="1" w:styleId="1C8204AD33034101875EB7DA5FDBFFF5">
    <w:name w:val="1C8204AD33034101875EB7DA5FDBFFF5"/>
    <w:rsid w:val="0089639F"/>
  </w:style>
  <w:style w:type="paragraph" w:customStyle="1" w:styleId="43CEBE0A670E463EABF8AAA2168B3F28">
    <w:name w:val="43CEBE0A670E463EABF8AAA2168B3F28"/>
    <w:rsid w:val="0089639F"/>
  </w:style>
  <w:style w:type="paragraph" w:customStyle="1" w:styleId="DBC4841C165D42F3A6919A702BA12F1B">
    <w:name w:val="DBC4841C165D42F3A6919A702BA12F1B"/>
    <w:rsid w:val="0089639F"/>
  </w:style>
  <w:style w:type="paragraph" w:customStyle="1" w:styleId="16F1EBF4E9314352AD4D38F21CF55ADD">
    <w:name w:val="16F1EBF4E9314352AD4D38F21CF55ADD"/>
    <w:rsid w:val="0089639F"/>
  </w:style>
  <w:style w:type="paragraph" w:customStyle="1" w:styleId="F34E92F3E7A44B7EBC735FC22D739FB8">
    <w:name w:val="F34E92F3E7A44B7EBC735FC22D739FB8"/>
    <w:rsid w:val="0089639F"/>
  </w:style>
  <w:style w:type="paragraph" w:customStyle="1" w:styleId="0257943330884041B86CEDA659227074">
    <w:name w:val="0257943330884041B86CEDA659227074"/>
    <w:rsid w:val="0089639F"/>
  </w:style>
  <w:style w:type="paragraph" w:customStyle="1" w:styleId="EAD49E6837B24962ACBC31617C5771E9">
    <w:name w:val="EAD49E6837B24962ACBC31617C5771E9"/>
    <w:rsid w:val="0089639F"/>
  </w:style>
  <w:style w:type="paragraph" w:customStyle="1" w:styleId="32BA725B815447DE889F618893AC1154">
    <w:name w:val="32BA725B815447DE889F618893AC1154"/>
    <w:rsid w:val="0089639F"/>
  </w:style>
  <w:style w:type="paragraph" w:customStyle="1" w:styleId="2136B0E901D94E7AAA4E5DAF47CBB842">
    <w:name w:val="2136B0E901D94E7AAA4E5DAF47CBB842"/>
    <w:rsid w:val="0089639F"/>
  </w:style>
  <w:style w:type="paragraph" w:customStyle="1" w:styleId="752377F6442A407390E790A037C3D395">
    <w:name w:val="752377F6442A407390E790A037C3D395"/>
    <w:rsid w:val="0089639F"/>
  </w:style>
  <w:style w:type="paragraph" w:customStyle="1" w:styleId="6A7DEC1B21B34214A0DF9BB50C629AD0">
    <w:name w:val="6A7DEC1B21B34214A0DF9BB50C629AD0"/>
    <w:rsid w:val="0089639F"/>
  </w:style>
  <w:style w:type="paragraph" w:customStyle="1" w:styleId="E4B933991EF3470C9CB20F8DE4A6F4C8">
    <w:name w:val="E4B933991EF3470C9CB20F8DE4A6F4C8"/>
    <w:rsid w:val="0089639F"/>
  </w:style>
  <w:style w:type="paragraph" w:customStyle="1" w:styleId="A36B0AF4967542B7995C733D8E60B198">
    <w:name w:val="A36B0AF4967542B7995C733D8E60B198"/>
    <w:rsid w:val="0089639F"/>
  </w:style>
  <w:style w:type="paragraph" w:customStyle="1" w:styleId="B6E4D310C2D945A99659CE61940F9E40">
    <w:name w:val="B6E4D310C2D945A99659CE61940F9E40"/>
    <w:rsid w:val="0089639F"/>
  </w:style>
  <w:style w:type="paragraph" w:customStyle="1" w:styleId="260AC60EAFBB4217861FE852D290A300">
    <w:name w:val="260AC60EAFBB4217861FE852D290A300"/>
    <w:rsid w:val="0089639F"/>
  </w:style>
  <w:style w:type="paragraph" w:customStyle="1" w:styleId="8C7A3FC349524375AD8BDCD54859ABC8">
    <w:name w:val="8C7A3FC349524375AD8BDCD54859ABC8"/>
    <w:rsid w:val="0089639F"/>
  </w:style>
  <w:style w:type="paragraph" w:customStyle="1" w:styleId="916F50C4CAB14AA094C0579D50A82ADD">
    <w:name w:val="916F50C4CAB14AA094C0579D50A82ADD"/>
    <w:rsid w:val="0089639F"/>
  </w:style>
  <w:style w:type="paragraph" w:customStyle="1" w:styleId="4E07CED6A314484BADB7F56FE9BD53AD">
    <w:name w:val="4E07CED6A314484BADB7F56FE9BD53AD"/>
    <w:rsid w:val="0089639F"/>
  </w:style>
  <w:style w:type="paragraph" w:customStyle="1" w:styleId="2ECB25EEF2464C63A6306D6198F510F1">
    <w:name w:val="2ECB25EEF2464C63A6306D6198F510F1"/>
    <w:rsid w:val="0089639F"/>
  </w:style>
  <w:style w:type="paragraph" w:customStyle="1" w:styleId="4466D1E40EC749EE8BEE5A4DB35EBE35">
    <w:name w:val="4466D1E40EC749EE8BEE5A4DB35EBE35"/>
    <w:rsid w:val="0089639F"/>
  </w:style>
  <w:style w:type="paragraph" w:customStyle="1" w:styleId="AC413D4577284D8798AAECCA208ACD40">
    <w:name w:val="AC413D4577284D8798AAECCA208ACD40"/>
    <w:rsid w:val="0089639F"/>
  </w:style>
  <w:style w:type="paragraph" w:customStyle="1" w:styleId="B6E8ADF237014E728F41DCC1626EA3F5">
    <w:name w:val="B6E8ADF237014E728F41DCC1626EA3F5"/>
    <w:rsid w:val="007677B0"/>
  </w:style>
  <w:style w:type="paragraph" w:customStyle="1" w:styleId="499B9A57098044748F6EAFE04D91A03B">
    <w:name w:val="499B9A57098044748F6EAFE04D91A03B"/>
    <w:rsid w:val="007677B0"/>
  </w:style>
  <w:style w:type="paragraph" w:customStyle="1" w:styleId="159B95693AA749208C30CA60C9C3941B">
    <w:name w:val="159B95693AA749208C30CA60C9C3941B"/>
    <w:rsid w:val="007677B0"/>
  </w:style>
  <w:style w:type="paragraph" w:customStyle="1" w:styleId="137CDB04905141D488256462B0EB3376">
    <w:name w:val="137CDB04905141D488256462B0EB3376"/>
    <w:rsid w:val="007677B0"/>
  </w:style>
  <w:style w:type="paragraph" w:customStyle="1" w:styleId="7FF878583B2340C29107B56F87C4F25F">
    <w:name w:val="7FF878583B2340C29107B56F87C4F25F"/>
    <w:rsid w:val="007677B0"/>
  </w:style>
  <w:style w:type="paragraph" w:customStyle="1" w:styleId="7C2E54FA9DAE4A82A31B809CDD1E59B9">
    <w:name w:val="7C2E54FA9DAE4A82A31B809CDD1E59B9"/>
    <w:rsid w:val="007677B0"/>
  </w:style>
  <w:style w:type="paragraph" w:customStyle="1" w:styleId="E64E7251804B478683847369C673E7DC">
    <w:name w:val="E64E7251804B478683847369C673E7DC"/>
    <w:rsid w:val="007677B0"/>
  </w:style>
  <w:style w:type="paragraph" w:customStyle="1" w:styleId="61D45F58821C4DA58B35CCF6BD66892A">
    <w:name w:val="61D45F58821C4DA58B35CCF6BD66892A"/>
    <w:rsid w:val="007677B0"/>
  </w:style>
  <w:style w:type="paragraph" w:customStyle="1" w:styleId="46BA9A915F4B471EB2A4EBCB10057162">
    <w:name w:val="46BA9A915F4B471EB2A4EBCB10057162"/>
    <w:rsid w:val="007677B0"/>
  </w:style>
  <w:style w:type="paragraph" w:customStyle="1" w:styleId="FE8757A328EA49E7B323AF40F02F142D">
    <w:name w:val="FE8757A328EA49E7B323AF40F02F142D"/>
    <w:rsid w:val="007677B0"/>
  </w:style>
  <w:style w:type="paragraph" w:customStyle="1" w:styleId="85AF18D938214EDDAB67DA5C2E9B8DCE">
    <w:name w:val="85AF18D938214EDDAB67DA5C2E9B8DCE"/>
    <w:rsid w:val="007677B0"/>
  </w:style>
  <w:style w:type="paragraph" w:customStyle="1" w:styleId="E54B54DD18D04119BC51B97617B8EB17">
    <w:name w:val="E54B54DD18D04119BC51B97617B8EB17"/>
    <w:rsid w:val="007677B0"/>
  </w:style>
  <w:style w:type="paragraph" w:customStyle="1" w:styleId="755ECFC83B124A94AB3D2B9ACA64C746">
    <w:name w:val="755ECFC83B124A94AB3D2B9ACA64C746"/>
    <w:rsid w:val="007677B0"/>
  </w:style>
  <w:style w:type="paragraph" w:customStyle="1" w:styleId="83B93D3BEF4C475C97CF21EED85E4B88">
    <w:name w:val="83B93D3BEF4C475C97CF21EED85E4B88"/>
    <w:rsid w:val="007677B0"/>
  </w:style>
  <w:style w:type="paragraph" w:customStyle="1" w:styleId="CF2EF3D9730E4D968EEF15D27923E9B6">
    <w:name w:val="CF2EF3D9730E4D968EEF15D27923E9B6"/>
    <w:rsid w:val="007677B0"/>
  </w:style>
  <w:style w:type="paragraph" w:customStyle="1" w:styleId="860114FD8BAA4453A8DA198708A0165E">
    <w:name w:val="860114FD8BAA4453A8DA198708A0165E"/>
    <w:rsid w:val="007677B0"/>
  </w:style>
  <w:style w:type="paragraph" w:customStyle="1" w:styleId="B1B1A6C3ADCE479685741992669D1E89">
    <w:name w:val="B1B1A6C3ADCE479685741992669D1E89"/>
    <w:rsid w:val="007677B0"/>
  </w:style>
  <w:style w:type="paragraph" w:customStyle="1" w:styleId="25AE47A7908E4ED9A4F6E5C7D98A3926">
    <w:name w:val="25AE47A7908E4ED9A4F6E5C7D98A3926"/>
    <w:rsid w:val="007677B0"/>
  </w:style>
  <w:style w:type="paragraph" w:customStyle="1" w:styleId="485CAFC0F6B34E0F8D0323B760A5017F">
    <w:name w:val="485CAFC0F6B34E0F8D0323B760A5017F"/>
    <w:rsid w:val="007677B0"/>
  </w:style>
  <w:style w:type="paragraph" w:customStyle="1" w:styleId="A6DF9A3BC23448DF80D1985CEE20614D">
    <w:name w:val="A6DF9A3BC23448DF80D1985CEE20614D"/>
    <w:rsid w:val="007677B0"/>
  </w:style>
  <w:style w:type="paragraph" w:customStyle="1" w:styleId="ED029C4BCBEB4C3888E6B98233DD9354">
    <w:name w:val="ED029C4BCBEB4C3888E6B98233DD9354"/>
    <w:rsid w:val="007677B0"/>
  </w:style>
  <w:style w:type="paragraph" w:customStyle="1" w:styleId="1335B3EE659F4B609216A1262B04C101">
    <w:name w:val="1335B3EE659F4B609216A1262B04C101"/>
    <w:rsid w:val="007677B0"/>
  </w:style>
  <w:style w:type="paragraph" w:customStyle="1" w:styleId="A280C6AACD584FA580F6C5FA1AC37AB2">
    <w:name w:val="A280C6AACD584FA580F6C5FA1AC37AB2"/>
    <w:rsid w:val="007677B0"/>
  </w:style>
  <w:style w:type="paragraph" w:customStyle="1" w:styleId="F2A5385D69CE4E6394D71943BFA2BD86">
    <w:name w:val="F2A5385D69CE4E6394D71943BFA2BD86"/>
    <w:rsid w:val="007677B0"/>
  </w:style>
  <w:style w:type="paragraph" w:customStyle="1" w:styleId="5A138967F79F446280B21580F6B98125">
    <w:name w:val="5A138967F79F446280B21580F6B98125"/>
    <w:rsid w:val="007677B0"/>
  </w:style>
  <w:style w:type="paragraph" w:customStyle="1" w:styleId="68253793FB9B44438A766CF38E9D8100">
    <w:name w:val="68253793FB9B44438A766CF38E9D8100"/>
    <w:rsid w:val="007677B0"/>
  </w:style>
  <w:style w:type="paragraph" w:customStyle="1" w:styleId="1E77753ED2534571BA359C377768F0AF">
    <w:name w:val="1E77753ED2534571BA359C377768F0AF"/>
    <w:rsid w:val="007677B0"/>
  </w:style>
  <w:style w:type="paragraph" w:customStyle="1" w:styleId="C7DC95580CC34981AEDB03DBA567031A">
    <w:name w:val="C7DC95580CC34981AEDB03DBA567031A"/>
    <w:rsid w:val="007677B0"/>
  </w:style>
  <w:style w:type="paragraph" w:customStyle="1" w:styleId="248C977261AC45FCB860602D37E02C3A">
    <w:name w:val="248C977261AC45FCB860602D37E02C3A"/>
    <w:rsid w:val="007677B0"/>
  </w:style>
  <w:style w:type="paragraph" w:customStyle="1" w:styleId="A9C68C17247146B49A2F1497C8B06D88">
    <w:name w:val="A9C68C17247146B49A2F1497C8B06D88"/>
    <w:rsid w:val="007677B0"/>
  </w:style>
  <w:style w:type="paragraph" w:customStyle="1" w:styleId="5DBFC6D2742448EDB3C97F9079F7315D">
    <w:name w:val="5DBFC6D2742448EDB3C97F9079F7315D"/>
    <w:rsid w:val="007677B0"/>
  </w:style>
  <w:style w:type="paragraph" w:customStyle="1" w:styleId="C5121C87EB6345D9B6CABCE4C3B8744B">
    <w:name w:val="C5121C87EB6345D9B6CABCE4C3B8744B"/>
    <w:rsid w:val="007677B0"/>
  </w:style>
  <w:style w:type="paragraph" w:customStyle="1" w:styleId="C7AF2277AB2847EA85D2FE77A14E45EF">
    <w:name w:val="C7AF2277AB2847EA85D2FE77A14E45EF"/>
    <w:rsid w:val="007677B0"/>
  </w:style>
  <w:style w:type="paragraph" w:customStyle="1" w:styleId="9B74DA9E09BC422BB5D8E792F98B62B5">
    <w:name w:val="9B74DA9E09BC422BB5D8E792F98B62B5"/>
    <w:rsid w:val="007677B0"/>
  </w:style>
  <w:style w:type="paragraph" w:customStyle="1" w:styleId="68828BD93D6E452A9CC0FF69DD904B5E">
    <w:name w:val="68828BD93D6E452A9CC0FF69DD904B5E"/>
    <w:rsid w:val="007677B0"/>
  </w:style>
  <w:style w:type="paragraph" w:customStyle="1" w:styleId="E39CB20F02EC42638FBADFEA4CDBE53E">
    <w:name w:val="E39CB20F02EC42638FBADFEA4CDBE53E"/>
    <w:rsid w:val="007677B0"/>
  </w:style>
  <w:style w:type="paragraph" w:customStyle="1" w:styleId="39657249B5444F199EA5ACE8F817DDB4">
    <w:name w:val="39657249B5444F199EA5ACE8F817DDB4"/>
    <w:rsid w:val="007677B0"/>
  </w:style>
  <w:style w:type="paragraph" w:customStyle="1" w:styleId="B8849B015609494D963FEFE26D29EA7B">
    <w:name w:val="B8849B015609494D963FEFE26D29EA7B"/>
    <w:rsid w:val="007677B0"/>
  </w:style>
  <w:style w:type="paragraph" w:customStyle="1" w:styleId="BE7D819E710B49D886B13AA7979C1615">
    <w:name w:val="BE7D819E710B49D886B13AA7979C1615"/>
    <w:rsid w:val="007677B0"/>
  </w:style>
  <w:style w:type="paragraph" w:customStyle="1" w:styleId="FC1555F4CC6E4148899AA46789263245">
    <w:name w:val="FC1555F4CC6E4148899AA46789263245"/>
    <w:rsid w:val="007677B0"/>
  </w:style>
  <w:style w:type="paragraph" w:customStyle="1" w:styleId="187A519DF11940DD815CB7A2FC93990A">
    <w:name w:val="187A519DF11940DD815CB7A2FC93990A"/>
    <w:rsid w:val="007677B0"/>
  </w:style>
  <w:style w:type="paragraph" w:customStyle="1" w:styleId="28E0E861EA9348A2BBE7CA552A0EDDF3">
    <w:name w:val="28E0E861EA9348A2BBE7CA552A0EDDF3"/>
    <w:rsid w:val="007677B0"/>
  </w:style>
  <w:style w:type="paragraph" w:customStyle="1" w:styleId="24853F8B472A4C27A1DF0676D7853F4F">
    <w:name w:val="24853F8B472A4C27A1DF0676D7853F4F"/>
    <w:rsid w:val="007677B0"/>
  </w:style>
  <w:style w:type="paragraph" w:customStyle="1" w:styleId="1541540BD7BB4CAEAE6357EB22921654">
    <w:name w:val="1541540BD7BB4CAEAE6357EB22921654"/>
    <w:rsid w:val="007677B0"/>
  </w:style>
  <w:style w:type="paragraph" w:customStyle="1" w:styleId="C3AFDBCE2348403AA1F464D1316F8E32">
    <w:name w:val="C3AFDBCE2348403AA1F464D1316F8E32"/>
    <w:rsid w:val="007677B0"/>
  </w:style>
  <w:style w:type="paragraph" w:customStyle="1" w:styleId="14459BC028A9499EA57434942F5023F4">
    <w:name w:val="14459BC028A9499EA57434942F5023F4"/>
    <w:rsid w:val="007677B0"/>
  </w:style>
  <w:style w:type="paragraph" w:customStyle="1" w:styleId="D5787DCBEC5B4AA0BAB195CE71FAFA8F">
    <w:name w:val="D5787DCBEC5B4AA0BAB195CE71FAFA8F"/>
    <w:rsid w:val="007677B0"/>
  </w:style>
  <w:style w:type="paragraph" w:customStyle="1" w:styleId="F613999DC9E84481AE9E42413CBDAFBD">
    <w:name w:val="F613999DC9E84481AE9E42413CBDAFBD"/>
    <w:rsid w:val="007677B0"/>
  </w:style>
  <w:style w:type="paragraph" w:customStyle="1" w:styleId="DC1752746E6A485582C31087F0F7D085">
    <w:name w:val="DC1752746E6A485582C31087F0F7D085"/>
    <w:rsid w:val="007677B0"/>
  </w:style>
  <w:style w:type="paragraph" w:customStyle="1" w:styleId="B42DCABA183B4DEB82C80543676EEAB8">
    <w:name w:val="B42DCABA183B4DEB82C80543676EEAB8"/>
    <w:rsid w:val="007677B0"/>
  </w:style>
  <w:style w:type="paragraph" w:customStyle="1" w:styleId="98B7DC6E2A9146129A23074ACD22E779">
    <w:name w:val="98B7DC6E2A9146129A23074ACD22E779"/>
    <w:rsid w:val="007677B0"/>
  </w:style>
  <w:style w:type="paragraph" w:customStyle="1" w:styleId="BFCAD43BFBBB4EB38601FC3E6BEE304F">
    <w:name w:val="BFCAD43BFBBB4EB38601FC3E6BEE304F"/>
    <w:rsid w:val="007677B0"/>
  </w:style>
  <w:style w:type="paragraph" w:customStyle="1" w:styleId="94C1553664D645779308058688743F5E">
    <w:name w:val="94C1553664D645779308058688743F5E"/>
    <w:rsid w:val="007677B0"/>
  </w:style>
  <w:style w:type="paragraph" w:customStyle="1" w:styleId="A57AE5F364824E37857B3394776D660D">
    <w:name w:val="A57AE5F364824E37857B3394776D660D"/>
    <w:rsid w:val="007677B0"/>
  </w:style>
  <w:style w:type="paragraph" w:customStyle="1" w:styleId="82664D2E94144BD9AFD88C8D91A6FC1D">
    <w:name w:val="82664D2E94144BD9AFD88C8D91A6FC1D"/>
    <w:rsid w:val="007677B0"/>
  </w:style>
  <w:style w:type="paragraph" w:customStyle="1" w:styleId="BF618DCAD0974208BD345B2AF26272A0">
    <w:name w:val="BF618DCAD0974208BD345B2AF26272A0"/>
    <w:rsid w:val="007677B0"/>
  </w:style>
  <w:style w:type="paragraph" w:customStyle="1" w:styleId="A8E6C947BAAA489E8D6D45AFC6162536">
    <w:name w:val="A8E6C947BAAA489E8D6D45AFC6162536"/>
    <w:rsid w:val="007677B0"/>
  </w:style>
  <w:style w:type="paragraph" w:customStyle="1" w:styleId="28BFF5C5E9104670892C065753415B243">
    <w:name w:val="28BFF5C5E9104670892C065753415B24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D55373F85CD4BCD92FA1E3AF9F9A0343">
    <w:name w:val="ED55373F85CD4BCD92FA1E3AF9F9A034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018DD4174114447838E4222EC62CCD23">
    <w:name w:val="3018DD4174114447838E4222EC62CCD2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99668025837499F9DD313115E937E123">
    <w:name w:val="499668025837499F9DD313115E937E12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10962645704621A420FDC915805BD33">
    <w:name w:val="4810962645704621A420FDC915805BD3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87662CDAE8643ACA61D000B390D48E13">
    <w:name w:val="787662CDAE8643ACA61D000B390D48E1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6A03D15359B42D186DDC1DD83DE93243">
    <w:name w:val="36A03D15359B42D186DDC1DD83DE9324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CAEC4AB4C8473DA4176731FB638F0E3">
    <w:name w:val="02CAEC4AB4C8473DA4176731FB638F0E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BEB2E2370964B39878C61D60A4E4CFE3">
    <w:name w:val="9BEB2E2370964B39878C61D60A4E4CFE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9C787E4B040431AAE8C6B101341584E3">
    <w:name w:val="99C787E4B040431AAE8C6B101341584E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A395100EFF446392E430920B9027ED3">
    <w:name w:val="90A395100EFF446392E430920B9027ED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1D9E3B3B0F548E8A2AC207BA8837CDD3">
    <w:name w:val="61D9E3B3B0F548E8A2AC207BA8837CDD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45834A62F16445CA0376226346E3DC23">
    <w:name w:val="E45834A62F16445CA0376226346E3DC2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45FB16FC8B547AC80D480082264F22A3">
    <w:name w:val="745FB16FC8B547AC80D480082264F22A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842075463914D2B8E15ECE6670328083">
    <w:name w:val="E842075463914D2B8E15ECE667032808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E2ADA5779A54B079C3787947C8AE5FA3">
    <w:name w:val="BE2ADA5779A54B079C3787947C8AE5FA3"/>
    <w:rsid w:val="007677B0"/>
    <w:pPr>
      <w:tabs>
        <w:tab w:val="center" w:pos="4536"/>
        <w:tab w:val="right" w:pos="9072"/>
      </w:tabs>
      <w:spacing w:before="40" w:after="40" w:line="240" w:lineRule="auto"/>
      <w:ind w:left="454"/>
    </w:pPr>
    <w:rPr>
      <w:rFonts w:ascii="Arial" w:eastAsia="Times New Roman" w:hAnsi="Arial" w:cs="Arial"/>
      <w:sz w:val="16"/>
      <w:szCs w:val="24"/>
    </w:rPr>
  </w:style>
  <w:style w:type="paragraph" w:customStyle="1" w:styleId="DD1C3903CCE0497EAE1B056D259E0C4A3">
    <w:name w:val="DD1C3903CCE0497EAE1B056D259E0C4A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2C82A435F36454D9568B20666E9BA4C3">
    <w:name w:val="A2C82A435F36454D9568B20666E9BA4C3"/>
    <w:rsid w:val="007677B0"/>
    <w:pPr>
      <w:tabs>
        <w:tab w:val="center" w:pos="4536"/>
        <w:tab w:val="right" w:pos="9072"/>
      </w:tabs>
      <w:spacing w:before="40" w:after="40" w:line="240" w:lineRule="auto"/>
      <w:ind w:left="454"/>
    </w:pPr>
    <w:rPr>
      <w:rFonts w:ascii="Arial" w:eastAsia="Times New Roman" w:hAnsi="Arial" w:cs="Arial"/>
      <w:sz w:val="16"/>
      <w:szCs w:val="24"/>
    </w:rPr>
  </w:style>
  <w:style w:type="paragraph" w:customStyle="1" w:styleId="1CD9EDFF224D4480B7B81433F9F2F8A13">
    <w:name w:val="1CD9EDFF224D4480B7B81433F9F2F8A1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CCFF6C269574583A72319B3D777A27F3">
    <w:name w:val="0CCFF6C269574583A72319B3D777A27F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796BF94894439BAFDA2E34A093C0CB3">
    <w:name w:val="D6796BF94894439BAFDA2E34A093C0CB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0F6057CC8374DEDBD5EB9091D7FC5CC3">
    <w:name w:val="30F6057CC8374DEDBD5EB9091D7FC5CC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CB5C856E81D41AE85C87E48B2B875863">
    <w:name w:val="1CB5C856E81D41AE85C87E48B2B87586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AD53843F3C94AA993D5FE559E20CB2E3">
    <w:name w:val="0AD53843F3C94AA993D5FE559E20CB2E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3BD7B8C879343528B9141A6DFE268B53">
    <w:name w:val="33BD7B8C879343528B9141A6DFE268B5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F813ABA0D2F4416BA303624689AA0BA3">
    <w:name w:val="2F813ABA0D2F4416BA303624689AA0BA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A5FA0C5C25242A9B0B9C812D83403E73">
    <w:name w:val="DA5FA0C5C25242A9B0B9C812D83403E7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277D3FF483D4E82B3BABE3181CC5D1A3">
    <w:name w:val="A277D3FF483D4E82B3BABE3181CC5D1A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634D920D76E493BA61C547130FC87CC3">
    <w:name w:val="B634D920D76E493BA61C547130FC87CC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397E3F6CC5D4E9FB4A3C7F71D898F153">
    <w:name w:val="9397E3F6CC5D4E9FB4A3C7F71D898F15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E6F5B021D8E4487A1C869AEE4367FDD3">
    <w:name w:val="4E6F5B021D8E4487A1C869AEE4367FDD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4D6CF74A1A4C8682C7B764BC9C13B03">
    <w:name w:val="024D6CF74A1A4C8682C7B764BC9C13B0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75677E9C4CF4E32B79F9E5B522360473">
    <w:name w:val="375677E9C4CF4E32B79F9E5B52236047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8828BD93D6E452A9CC0FF69DD904B5E1">
    <w:name w:val="68828BD93D6E452A9CC0FF69DD904B5E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051BBDE2BA74FFEA8C91E7F7C8150CE3">
    <w:name w:val="6051BBDE2BA74FFEA8C91E7F7C8150CE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39CB20F02EC42638FBADFEA4CDBE53E1">
    <w:name w:val="E39CB20F02EC42638FBADFEA4CDBE53E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B05E2F1F2554F69A3702A5C166A16533">
    <w:name w:val="9B05E2F1F2554F69A3702A5C166A1653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9657249B5444F199EA5ACE8F817DDB41">
    <w:name w:val="39657249B5444F199EA5ACE8F817DDB4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D520A7A5324B91B70B698E225FE8B73">
    <w:name w:val="D6D520A7A5324B91B70B698E225FE8B7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8849B015609494D963FEFE26D29EA7B1">
    <w:name w:val="B8849B015609494D963FEFE26D29EA7B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D5CC2F6ACD426285FB8176CAA343073">
    <w:name w:val="48D5CC2F6ACD426285FB8176CAA34307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E7D819E710B49D886B13AA7979C16151">
    <w:name w:val="BE7D819E710B49D886B13AA7979C1615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57656F08956466D8DAD6C52DCDC413B3">
    <w:name w:val="E57656F08956466D8DAD6C52DCDC413B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C1555F4CC6E4148899AA467892632451">
    <w:name w:val="FC1555F4CC6E4148899AA46789263245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B9EA7DAD8474C5D8FF1D4530D4D8D1B3">
    <w:name w:val="7B9EA7DAD8474C5D8FF1D4530D4D8D1B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87A519DF11940DD815CB7A2FC93990A1">
    <w:name w:val="187A519DF11940DD815CB7A2FC93990A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C79813A76474C619E79CE27818289F63">
    <w:name w:val="CC79813A76474C619E79CE27818289F6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8E0E861EA9348A2BBE7CA552A0EDDF31">
    <w:name w:val="28E0E861EA9348A2BBE7CA552A0EDDF3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F25FA170F6649CD8645058D0D35A7513">
    <w:name w:val="EF25FA170F6649CD8645058D0D35A751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4853F8B472A4C27A1DF0676D7853F4F1">
    <w:name w:val="24853F8B472A4C27A1DF0676D7853F4F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6BBF368F74846ACA305DC08A1BE0BF83">
    <w:name w:val="46BBF368F74846ACA305DC08A1BE0BF8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446ECE03AF14C24876AFDB9BA2A79093">
    <w:name w:val="3446ECE03AF14C24876AFDB9BA2A7909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541540BD7BB4CAEAE6357EB229216541">
    <w:name w:val="1541540BD7BB4CAEAE6357EB22921654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6749FE2939947C89D7831C25D56F75C3">
    <w:name w:val="A6749FE2939947C89D7831C25D56F75C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9DAA78258084158AB029702A050116E3">
    <w:name w:val="F9DAA78258084158AB029702A050116E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FF5B1B2EC004C7D82FF14D403A210FC3">
    <w:name w:val="FFF5B1B2EC004C7D82FF14D403A210FC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F311768B6744C4E86300943DA4E49A73">
    <w:name w:val="5F311768B6744C4E86300943DA4E49A7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3AFDBCE2348403AA1F464D1316F8E321">
    <w:name w:val="C3AFDBCE2348403AA1F464D1316F8E32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11CBD932504E65AC0B6B65B8BE3F002">
    <w:name w:val="4811CBD932504E65AC0B6B65B8BE3F00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4459BC028A9499EA57434942F5023F41">
    <w:name w:val="14459BC028A9499EA57434942F5023F4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F27D90D5AAD457AAB951AD0E108AEC92">
    <w:name w:val="EF27D90D5AAD457AAB951AD0E108AEC9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5787DCBEC5B4AA0BAB195CE71FAFA8F1">
    <w:name w:val="D5787DCBEC5B4AA0BAB195CE71FAFA8F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14B4F80B6C24B859E260B5B39B1FC692">
    <w:name w:val="E14B4F80B6C24B859E260B5B39B1FC69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613999DC9E84481AE9E42413CBDAFBD1">
    <w:name w:val="F613999DC9E84481AE9E42413CBDAFBD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99AFFBE43C4F50928137B66A4B30332">
    <w:name w:val="4899AFFBE43C4F50928137B66A4B3033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C1752746E6A485582C31087F0F7D0851">
    <w:name w:val="DC1752746E6A485582C31087F0F7D085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21306EB364F4C94AC6CF7BFD845C7FD2">
    <w:name w:val="C21306EB364F4C94AC6CF7BFD845C7FD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42DCABA183B4DEB82C80543676EEAB81">
    <w:name w:val="B42DCABA183B4DEB82C80543676EEAB8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046C35D770F4EFBB98BCBF640A7BE8F2">
    <w:name w:val="D046C35D770F4EFBB98BCBF640A7BE8F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8B7DC6E2A9146129A23074ACD22E7791">
    <w:name w:val="98B7DC6E2A9146129A23074ACD22E779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2B08BC7EE3F41F0AD662F54DFFD1C472">
    <w:name w:val="62B08BC7EE3F41F0AD662F54DFFD1C47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FCAD43BFBBB4EB38601FC3E6BEE304F1">
    <w:name w:val="BFCAD43BFBBB4EB38601FC3E6BEE304F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4CF407600504E048ED8629AAAAB1CF22">
    <w:name w:val="84CF407600504E048ED8629AAAAB1CF2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A74E32A41E34B48BE4496464383E64D2">
    <w:name w:val="BA74E32A41E34B48BE4496464383E64D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4C1553664D645779308058688743F5E1">
    <w:name w:val="94C1553664D645779308058688743F5E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BBFDA4A7BB042EB81E506BB5E7F48702">
    <w:name w:val="7BBFDA4A7BB042EB81E506BB5E7F4870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CB7A508C0194468A22842EB9D1CE5A02">
    <w:name w:val="8CB7A508C0194468A22842EB9D1CE5A0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488E0D0F3F34643981CE61B060AA6992">
    <w:name w:val="2488E0D0F3F34643981CE61B060AA699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59547C418064861847ECD87CFB1A8402">
    <w:name w:val="C59547C418064861847ECD87CFB1A840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57AE5F364824E37857B3394776D660D1">
    <w:name w:val="A57AE5F364824E37857B3394776D660D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32448A5EBC8432F9E53D3DE86BC33572">
    <w:name w:val="632448A5EBC8432F9E53D3DE86BC3357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2664D2E94144BD9AFD88C8D91A6FC1D1">
    <w:name w:val="82664D2E94144BD9AFD88C8D91A6FC1D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E0430D6A406422F9900B1AEFE5095142">
    <w:name w:val="3E0430D6A406422F9900B1AEFE509514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F618DCAD0974208BD345B2AF26272A01">
    <w:name w:val="BF618DCAD0974208BD345B2AF26272A0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80BA54C9D3F4F30B9150BE1250A17542">
    <w:name w:val="380BA54C9D3F4F30B9150BE1250A1754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4FAFD60B5B04BC4BF0A9E8060A5F0DE2">
    <w:name w:val="E4FAFD60B5B04BC4BF0A9E8060A5F0DE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8E6C947BAAA489E8D6D45AFC61625361">
    <w:name w:val="A8E6C947BAAA489E8D6D45AFC6162536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F02B06CFA8F46FEB98376F2878CDF372">
    <w:name w:val="4F02B06CFA8F46FEB98376F2878CDF37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F3A4CF619EF49F8975DC1F53B94C2D22">
    <w:name w:val="EF3A4CF619EF49F8975DC1F53B94C2D2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CABCC52AB064499A888B1EB31C4346C2">
    <w:name w:val="0CABCC52AB064499A888B1EB31C4346C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7DAFED455DB4CECAB4F624AE009EC5E2">
    <w:name w:val="57DAFED455DB4CECAB4F624AE009EC5E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CA03AE634AE4ECFAB5FC4BAC2338AF42">
    <w:name w:val="FCA03AE634AE4ECFAB5FC4BAC2338AF4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F25A64230334B5CAD58E36796B5ECA42">
    <w:name w:val="9F25A64230334B5CAD58E36796B5ECA4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B6C3D1229184CC28D981F8029A2238B2">
    <w:name w:val="AB6C3D1229184CC28D981F8029A2238B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45FA47772FD40BCAE6CCF7F54D8993C2">
    <w:name w:val="045FA47772FD40BCAE6CCF7F54D8993C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59E7D1A5ED94FAC9714C9591566F6B12">
    <w:name w:val="D59E7D1A5ED94FAC9714C9591566F6B1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4053EC5FE814A44AC669F2B3CE1C1472">
    <w:name w:val="64053EC5FE814A44AC669F2B3CE1C147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76FB794C74B4AA98CD2326AAE846E252">
    <w:name w:val="876FB794C74B4AA98CD2326AAE846E25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96BE85AFC6142348A35E9FCEFA179942">
    <w:name w:val="196BE85AFC6142348A35E9FCEFA17994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1CB810E8C30452FAB67CBC8ED3A70EA2">
    <w:name w:val="31CB810E8C30452FAB67CBC8ED3A70EA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DECCF6CDD784707B7C45E5DC69AD2AF2">
    <w:name w:val="6DECCF6CDD784707B7C45E5DC69AD2AF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3F6DC2DBBE44E9395EE74C5F0CA65392">
    <w:name w:val="43F6DC2DBBE44E9395EE74C5F0CA6539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0A72F25F9C34A098100F7FDEB284CA22">
    <w:name w:val="10A72F25F9C34A098100F7FDEB284CA2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DFD1F5D84FF4C20A94D9DFCDDC46C832">
    <w:name w:val="8DFD1F5D84FF4C20A94D9DFCDDC46C83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0FA3E8897304BADA425BE88FDF4B2992">
    <w:name w:val="80FA3E8897304BADA425BE88FDF4B299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096502681FA4AB78C1FBCAB072881862">
    <w:name w:val="6096502681FA4AB78C1FBCAB07288186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BA7E936ED9041E28EB07D7EED8BEEFB2">
    <w:name w:val="2BA7E936ED9041E28EB07D7EED8BEEFB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45912F9997D48E7A4E650873ECF344E2">
    <w:name w:val="045912F9997D48E7A4E650873ECF344E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88642F1844644FB94779EECCD590B172">
    <w:name w:val="E88642F1844644FB94779EECCD590B17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A59F6B241F34B53A3BB9AD55F6225E42">
    <w:name w:val="3A59F6B241F34B53A3BB9AD55F6225E4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6B78AD0032D408B935C034D70D394212">
    <w:name w:val="F6B78AD0032D408B935C034D70D39421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618D4F5DE2E41D6A6F2888CE571A8BB2">
    <w:name w:val="8618D4F5DE2E41D6A6F2888CE571A8BB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37E2CFACDF84906B22627183B439F782">
    <w:name w:val="637E2CFACDF84906B22627183B439F78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ABEC0D616EF452C97D8F892416D994A2">
    <w:name w:val="7ABEC0D616EF452C97D8F892416D994A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686528376C94E46BC7024D1A788EBC72">
    <w:name w:val="C686528376C94E46BC7024D1A788EBC7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50725124B444B1CB539DD76B97FF4842">
    <w:name w:val="F50725124B444B1CB539DD76B97FF484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7FEE21228F643DDB553C370C83FA5DE2">
    <w:name w:val="67FEE21228F643DDB553C370C83FA5DE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1B09EE2B7904308A8479E03E19BD4A32">
    <w:name w:val="91B09EE2B7904308A8479E03E19BD4A3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3C64BA7D4C344979BB6C9C1CB8B14C02">
    <w:name w:val="E3C64BA7D4C344979BB6C9C1CB8B14C0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87C25BEBAC443A5B42F56AFF57C2F932">
    <w:name w:val="087C25BEBAC443A5B42F56AFF57C2F93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3139F0B32F040B2A79B0C77F186AEE92">
    <w:name w:val="93139F0B32F040B2A79B0C77F186AEE9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671689945C34865A797E930E211157F2">
    <w:name w:val="0671689945C34865A797E930E211157F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BF8C2ED79034017B483EAED1452BA7C2">
    <w:name w:val="DBF8C2ED79034017B483EAED1452BA7C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FC21FED7C1E466EB561F81A8E6780C22">
    <w:name w:val="9FC21FED7C1E466EB561F81A8E6780C2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B0E5CDC60FA48C39BD469EFBCC5248F2">
    <w:name w:val="FB0E5CDC60FA48C39BD469EFBCC5248F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EBDD00795534557A494ACC1B3CE24DF2">
    <w:name w:val="DEBDD00795534557A494ACC1B3CE24DF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8AB21C839DB43EC8BA2F569778B6B742">
    <w:name w:val="38AB21C839DB43EC8BA2F569778B6B74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4097BD1C0944FD5B1BA0496B08A1F79">
    <w:name w:val="B4097BD1C0944FD5B1BA0496B08A1F79"/>
    <w:rsid w:val="007677B0"/>
  </w:style>
  <w:style w:type="paragraph" w:customStyle="1" w:styleId="6C613203EBDB4A20B5B95800EC8BD53E">
    <w:name w:val="6C613203EBDB4A20B5B95800EC8BD53E"/>
    <w:rsid w:val="007677B0"/>
  </w:style>
  <w:style w:type="paragraph" w:customStyle="1" w:styleId="2CD547F1B2304028A822CD791B46D785">
    <w:name w:val="2CD547F1B2304028A822CD791B46D785"/>
    <w:rsid w:val="007677B0"/>
  </w:style>
  <w:style w:type="paragraph" w:customStyle="1" w:styleId="FDA2CCA6B1744CDE9F46CC8579E13F81">
    <w:name w:val="FDA2CCA6B1744CDE9F46CC8579E13F81"/>
    <w:rsid w:val="007677B0"/>
  </w:style>
  <w:style w:type="paragraph" w:customStyle="1" w:styleId="EB57D7D4CF564EF1B528D18AAB806CD0">
    <w:name w:val="EB57D7D4CF564EF1B528D18AAB806CD0"/>
    <w:rsid w:val="007677B0"/>
  </w:style>
  <w:style w:type="paragraph" w:customStyle="1" w:styleId="7B5E3B142D734B3ABE73847ACBD71599">
    <w:name w:val="7B5E3B142D734B3ABE73847ACBD71599"/>
    <w:rsid w:val="007677B0"/>
  </w:style>
  <w:style w:type="paragraph" w:customStyle="1" w:styleId="86AB2B5976554528927AE32D15344D4F">
    <w:name w:val="86AB2B5976554528927AE32D15344D4F"/>
    <w:rsid w:val="00D167B3"/>
  </w:style>
  <w:style w:type="paragraph" w:customStyle="1" w:styleId="4C69F76443A84451945EBDBFB88B8896">
    <w:name w:val="4C69F76443A84451945EBDBFB88B8896"/>
    <w:rsid w:val="00D167B3"/>
  </w:style>
  <w:style w:type="paragraph" w:customStyle="1" w:styleId="0D540B87A02F42C9878FAD7E3C7A224C">
    <w:name w:val="0D540B87A02F42C9878FAD7E3C7A224C"/>
    <w:rsid w:val="00D167B3"/>
  </w:style>
  <w:style w:type="paragraph" w:customStyle="1" w:styleId="C4642B856D4B48EF8D609CE99303560D">
    <w:name w:val="C4642B856D4B48EF8D609CE99303560D"/>
    <w:rsid w:val="00D167B3"/>
  </w:style>
  <w:style w:type="paragraph" w:customStyle="1" w:styleId="3ACA52321B7C458894B68FAF0DD42D61">
    <w:name w:val="3ACA52321B7C458894B68FAF0DD42D61"/>
    <w:rsid w:val="00D167B3"/>
  </w:style>
  <w:style w:type="paragraph" w:customStyle="1" w:styleId="659F192DBC0141BABBFC2628904074AF">
    <w:name w:val="659F192DBC0141BABBFC2628904074AF"/>
    <w:rsid w:val="00D167B3"/>
  </w:style>
  <w:style w:type="paragraph" w:customStyle="1" w:styleId="B87DB47A6F684A3DAE2E875B2366F623">
    <w:name w:val="B87DB47A6F684A3DAE2E875B2366F623"/>
    <w:rsid w:val="00D167B3"/>
  </w:style>
  <w:style w:type="paragraph" w:customStyle="1" w:styleId="48989DBBCBF94921A2D32C5D283DB76D">
    <w:name w:val="48989DBBCBF94921A2D32C5D283DB76D"/>
    <w:rsid w:val="00D167B3"/>
  </w:style>
  <w:style w:type="paragraph" w:customStyle="1" w:styleId="16B7BE1A86DC42C29DB2BD87C8461CD3">
    <w:name w:val="16B7BE1A86DC42C29DB2BD87C8461CD3"/>
    <w:rsid w:val="00D167B3"/>
  </w:style>
  <w:style w:type="paragraph" w:customStyle="1" w:styleId="D8442A7932A748C68E743D6CEDBF5144">
    <w:name w:val="D8442A7932A748C68E743D6CEDBF5144"/>
    <w:rsid w:val="00D167B3"/>
  </w:style>
  <w:style w:type="paragraph" w:customStyle="1" w:styleId="E2FF27CF99BA4CE9ADDA0B0B22036BD5">
    <w:name w:val="E2FF27CF99BA4CE9ADDA0B0B22036BD5"/>
    <w:rsid w:val="00D167B3"/>
  </w:style>
  <w:style w:type="paragraph" w:customStyle="1" w:styleId="766A87BE6B3F435EB5CBB3D0C9733021">
    <w:name w:val="766A87BE6B3F435EB5CBB3D0C9733021"/>
    <w:rsid w:val="00D167B3"/>
  </w:style>
  <w:style w:type="paragraph" w:customStyle="1" w:styleId="52D5829C0CB946EEA029086ABDC68F48">
    <w:name w:val="52D5829C0CB946EEA029086ABDC68F48"/>
    <w:rsid w:val="00D167B3"/>
  </w:style>
  <w:style w:type="paragraph" w:customStyle="1" w:styleId="1EA0CB8C4A264101A77B8B19C5AD50AD">
    <w:name w:val="1EA0CB8C4A264101A77B8B19C5AD50AD"/>
    <w:rsid w:val="00D167B3"/>
  </w:style>
  <w:style w:type="paragraph" w:customStyle="1" w:styleId="6439058EF85A401795C3B99E2A088871">
    <w:name w:val="6439058EF85A401795C3B99E2A088871"/>
    <w:rsid w:val="00D167B3"/>
  </w:style>
  <w:style w:type="paragraph" w:customStyle="1" w:styleId="DC19841173064ADCA337C658EA7FEFF9">
    <w:name w:val="DC19841173064ADCA337C658EA7FEFF9"/>
    <w:rsid w:val="00D167B3"/>
  </w:style>
  <w:style w:type="paragraph" w:customStyle="1" w:styleId="9B246C2AF95A4167962C1205BAF1513F">
    <w:name w:val="9B246C2AF95A4167962C1205BAF1513F"/>
    <w:rsid w:val="00D167B3"/>
  </w:style>
  <w:style w:type="paragraph" w:customStyle="1" w:styleId="8924650FA18E4E4DBC8C0EC27BDF403B">
    <w:name w:val="8924650FA18E4E4DBC8C0EC27BDF403B"/>
    <w:rsid w:val="00D167B3"/>
  </w:style>
  <w:style w:type="paragraph" w:customStyle="1" w:styleId="A0EA4E91F50D4581A7586F33B7E6A468">
    <w:name w:val="A0EA4E91F50D4581A7586F33B7E6A468"/>
    <w:rsid w:val="00D167B3"/>
  </w:style>
  <w:style w:type="paragraph" w:customStyle="1" w:styleId="2B50C5DDD9BB419DBD41622FE7E0BE76">
    <w:name w:val="2B50C5DDD9BB419DBD41622FE7E0BE76"/>
    <w:rsid w:val="00D167B3"/>
  </w:style>
  <w:style w:type="paragraph" w:customStyle="1" w:styleId="AB143A460B194FE89B8DF8016FB21056">
    <w:name w:val="AB143A460B194FE89B8DF8016FB21056"/>
    <w:rsid w:val="00D167B3"/>
  </w:style>
  <w:style w:type="paragraph" w:customStyle="1" w:styleId="669CD28113D54FF282C8DCADC1B2A0FB">
    <w:name w:val="669CD28113D54FF282C8DCADC1B2A0FB"/>
    <w:rsid w:val="00D167B3"/>
  </w:style>
  <w:style w:type="paragraph" w:customStyle="1" w:styleId="90FDAEFA13204B1E9C18C37F8FB0F34A">
    <w:name w:val="90FDAEFA13204B1E9C18C37F8FB0F34A"/>
    <w:rsid w:val="00D167B3"/>
  </w:style>
  <w:style w:type="paragraph" w:customStyle="1" w:styleId="4F036ADC364448ED812351797D02963F">
    <w:name w:val="4F036ADC364448ED812351797D02963F"/>
    <w:rsid w:val="00D167B3"/>
  </w:style>
  <w:style w:type="paragraph" w:customStyle="1" w:styleId="6A302A3819EE46D496C6DEB83E57A9A4">
    <w:name w:val="6A302A3819EE46D496C6DEB83E57A9A4"/>
    <w:rsid w:val="00D167B3"/>
  </w:style>
  <w:style w:type="paragraph" w:customStyle="1" w:styleId="6DEC96E2F26B4C2CA36348D07BEB0675">
    <w:name w:val="6DEC96E2F26B4C2CA36348D07BEB0675"/>
    <w:rsid w:val="00D167B3"/>
  </w:style>
  <w:style w:type="paragraph" w:customStyle="1" w:styleId="0F318E2EAB9445E6954B7D04DA6A6ADB">
    <w:name w:val="0F318E2EAB9445E6954B7D04DA6A6ADB"/>
    <w:rsid w:val="00D167B3"/>
  </w:style>
  <w:style w:type="paragraph" w:customStyle="1" w:styleId="8BF3C6789F7E4246ADC7199225336308">
    <w:name w:val="8BF3C6789F7E4246ADC7199225336308"/>
    <w:rsid w:val="00D167B3"/>
  </w:style>
  <w:style w:type="paragraph" w:customStyle="1" w:styleId="0AA5A5BD299449E6A02039EFD452F32A">
    <w:name w:val="0AA5A5BD299449E6A02039EFD452F32A"/>
    <w:rsid w:val="00D167B3"/>
  </w:style>
  <w:style w:type="paragraph" w:customStyle="1" w:styleId="909D0276E6E843ECB3B85EFCDEAF4CE8">
    <w:name w:val="909D0276E6E843ECB3B85EFCDEAF4CE8"/>
    <w:rsid w:val="00D167B3"/>
  </w:style>
  <w:style w:type="paragraph" w:customStyle="1" w:styleId="DBB39214E51140C7B11DF4FD9091E27E">
    <w:name w:val="DBB39214E51140C7B11DF4FD9091E27E"/>
    <w:rsid w:val="00D167B3"/>
  </w:style>
  <w:style w:type="paragraph" w:customStyle="1" w:styleId="1FF30269FD7541E48041BAFCC94A8681">
    <w:name w:val="1FF30269FD7541E48041BAFCC94A8681"/>
    <w:rsid w:val="00D167B3"/>
  </w:style>
  <w:style w:type="paragraph" w:customStyle="1" w:styleId="7DEA4E3E1936430EA888E7E500FACE37">
    <w:name w:val="7DEA4E3E1936430EA888E7E500FACE37"/>
    <w:rsid w:val="00D167B3"/>
  </w:style>
  <w:style w:type="paragraph" w:customStyle="1" w:styleId="0212BB2DD2F94EC5AF1C26A1DAB14564">
    <w:name w:val="0212BB2DD2F94EC5AF1C26A1DAB14564"/>
    <w:rsid w:val="00D167B3"/>
  </w:style>
  <w:style w:type="paragraph" w:customStyle="1" w:styleId="28BFF5C5E9104670892C065753415B244">
    <w:name w:val="28BFF5C5E9104670892C065753415B24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D55373F85CD4BCD92FA1E3AF9F9A0344">
    <w:name w:val="ED55373F85CD4BCD92FA1E3AF9F9A034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018DD4174114447838E4222EC62CCD24">
    <w:name w:val="3018DD4174114447838E4222EC62CCD2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99668025837499F9DD313115E937E124">
    <w:name w:val="499668025837499F9DD313115E937E12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10962645704621A420FDC915805BD34">
    <w:name w:val="4810962645704621A420FDC915805BD3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87662CDAE8643ACA61D000B390D48E14">
    <w:name w:val="787662CDAE8643ACA61D000B390D48E1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6A03D15359B42D186DDC1DD83DE93244">
    <w:name w:val="36A03D15359B42D186DDC1DD83DE9324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CAEC4AB4C8473DA4176731FB638F0E4">
    <w:name w:val="02CAEC4AB4C8473DA4176731FB638F0E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BEB2E2370964B39878C61D60A4E4CFE4">
    <w:name w:val="9BEB2E2370964B39878C61D60A4E4CFE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9C787E4B040431AAE8C6B101341584E4">
    <w:name w:val="99C787E4B040431AAE8C6B101341584E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A395100EFF446392E430920B9027ED4">
    <w:name w:val="90A395100EFF446392E430920B9027ED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1D9E3B3B0F548E8A2AC207BA8837CDD4">
    <w:name w:val="61D9E3B3B0F548E8A2AC207BA8837CDD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45834A62F16445CA0376226346E3DC24">
    <w:name w:val="E45834A62F16445CA0376226346E3DC2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45FB16FC8B547AC80D480082264F22A4">
    <w:name w:val="745FB16FC8B547AC80D480082264F22A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842075463914D2B8E15ECE6670328084">
    <w:name w:val="E842075463914D2B8E15ECE667032808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E2ADA5779A54B079C3787947C8AE5FA4">
    <w:name w:val="BE2ADA5779A54B079C3787947C8AE5FA4"/>
    <w:rsid w:val="00D167B3"/>
    <w:pPr>
      <w:tabs>
        <w:tab w:val="center" w:pos="4536"/>
        <w:tab w:val="right" w:pos="9072"/>
      </w:tabs>
      <w:spacing w:before="40" w:after="40" w:line="240" w:lineRule="auto"/>
      <w:ind w:left="454"/>
    </w:pPr>
    <w:rPr>
      <w:rFonts w:ascii="Arial" w:eastAsia="Times New Roman" w:hAnsi="Arial" w:cs="Arial"/>
      <w:sz w:val="16"/>
      <w:szCs w:val="24"/>
    </w:rPr>
  </w:style>
  <w:style w:type="paragraph" w:customStyle="1" w:styleId="DD1C3903CCE0497EAE1B056D259E0C4A4">
    <w:name w:val="DD1C3903CCE0497EAE1B056D259E0C4A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2C82A435F36454D9568B20666E9BA4C4">
    <w:name w:val="A2C82A435F36454D9568B20666E9BA4C4"/>
    <w:rsid w:val="00D167B3"/>
    <w:pPr>
      <w:tabs>
        <w:tab w:val="center" w:pos="4536"/>
        <w:tab w:val="right" w:pos="9072"/>
      </w:tabs>
      <w:spacing w:before="40" w:after="40" w:line="240" w:lineRule="auto"/>
      <w:ind w:left="454"/>
    </w:pPr>
    <w:rPr>
      <w:rFonts w:ascii="Arial" w:eastAsia="Times New Roman" w:hAnsi="Arial" w:cs="Arial"/>
      <w:sz w:val="16"/>
      <w:szCs w:val="24"/>
    </w:rPr>
  </w:style>
  <w:style w:type="paragraph" w:customStyle="1" w:styleId="1CD9EDFF224D4480B7B81433F9F2F8A14">
    <w:name w:val="1CD9EDFF224D4480B7B81433F9F2F8A1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CCFF6C269574583A72319B3D777A27F4">
    <w:name w:val="0CCFF6C269574583A72319B3D777A27F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796BF94894439BAFDA2E34A093C0CB4">
    <w:name w:val="D6796BF94894439BAFDA2E34A093C0CB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0F6057CC8374DEDBD5EB9091D7FC5CC4">
    <w:name w:val="30F6057CC8374DEDBD5EB9091D7FC5CC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CB5C856E81D41AE85C87E48B2B875864">
    <w:name w:val="1CB5C856E81D41AE85C87E48B2B87586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AD53843F3C94AA993D5FE559E20CB2E4">
    <w:name w:val="0AD53843F3C94AA993D5FE559E20CB2E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3BD7B8C879343528B9141A6DFE268B54">
    <w:name w:val="33BD7B8C879343528B9141A6DFE268B5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F813ABA0D2F4416BA303624689AA0BA4">
    <w:name w:val="2F813ABA0D2F4416BA303624689AA0BA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A5FA0C5C25242A9B0B9C812D83403E74">
    <w:name w:val="DA5FA0C5C25242A9B0B9C812D83403E7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277D3FF483D4E82B3BABE3181CC5D1A4">
    <w:name w:val="A277D3FF483D4E82B3BABE3181CC5D1A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634D920D76E493BA61C547130FC87CC4">
    <w:name w:val="B634D920D76E493BA61C547130FC87CC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397E3F6CC5D4E9FB4A3C7F71D898F154">
    <w:name w:val="9397E3F6CC5D4E9FB4A3C7F71D898F15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E6F5B021D8E4487A1C869AEE4367FDD4">
    <w:name w:val="4E6F5B021D8E4487A1C869AEE4367FDD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4D6CF74A1A4C8682C7B764BC9C13B04">
    <w:name w:val="024D6CF74A1A4C8682C7B764BC9C13B0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75677E9C4CF4E32B79F9E5B522360474">
    <w:name w:val="375677E9C4CF4E32B79F9E5B52236047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8828BD93D6E452A9CC0FF69DD904B5E2">
    <w:name w:val="68828BD93D6E452A9CC0FF69DD904B5E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051BBDE2BA74FFEA8C91E7F7C8150CE4">
    <w:name w:val="6051BBDE2BA74FFEA8C91E7F7C8150CE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39CB20F02EC42638FBADFEA4CDBE53E2">
    <w:name w:val="E39CB20F02EC42638FBADFEA4CDBE53E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B05E2F1F2554F69A3702A5C166A16534">
    <w:name w:val="9B05E2F1F2554F69A3702A5C166A1653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9657249B5444F199EA5ACE8F817DDB42">
    <w:name w:val="39657249B5444F199EA5ACE8F817DDB4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D520A7A5324B91B70B698E225FE8B74">
    <w:name w:val="D6D520A7A5324B91B70B698E225FE8B7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8849B015609494D963FEFE26D29EA7B2">
    <w:name w:val="B8849B015609494D963FEFE26D29EA7B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D5CC2F6ACD426285FB8176CAA343074">
    <w:name w:val="48D5CC2F6ACD426285FB8176CAA34307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E7D819E710B49D886B13AA7979C16152">
    <w:name w:val="BE7D819E710B49D886B13AA7979C1615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57656F08956466D8DAD6C52DCDC413B4">
    <w:name w:val="E57656F08956466D8DAD6C52DCDC413B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C1555F4CC6E4148899AA467892632452">
    <w:name w:val="FC1555F4CC6E4148899AA46789263245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B9EA7DAD8474C5D8FF1D4530D4D8D1B4">
    <w:name w:val="7B9EA7DAD8474C5D8FF1D4530D4D8D1B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87A519DF11940DD815CB7A2FC93990A2">
    <w:name w:val="187A519DF11940DD815CB7A2FC93990A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C79813A76474C619E79CE27818289F64">
    <w:name w:val="CC79813A76474C619E79CE27818289F6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8E0E861EA9348A2BBE7CA552A0EDDF32">
    <w:name w:val="28E0E861EA9348A2BBE7CA552A0EDDF3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F25FA170F6649CD8645058D0D35A7514">
    <w:name w:val="EF25FA170F6649CD8645058D0D35A751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4853F8B472A4C27A1DF0676D7853F4F2">
    <w:name w:val="24853F8B472A4C27A1DF0676D7853F4F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6BBF368F74846ACA305DC08A1BE0BF84">
    <w:name w:val="46BBF368F74846ACA305DC08A1BE0BF8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446ECE03AF14C24876AFDB9BA2A79094">
    <w:name w:val="3446ECE03AF14C24876AFDB9BA2A7909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541540BD7BB4CAEAE6357EB229216542">
    <w:name w:val="1541540BD7BB4CAEAE6357EB22921654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6749FE2939947C89D7831C25D56F75C4">
    <w:name w:val="A6749FE2939947C89D7831C25D56F75C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9DAA78258084158AB029702A050116E4">
    <w:name w:val="F9DAA78258084158AB029702A050116E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FF5B1B2EC004C7D82FF14D403A210FC4">
    <w:name w:val="FFF5B1B2EC004C7D82FF14D403A210FC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F311768B6744C4E86300943DA4E49A74">
    <w:name w:val="5F311768B6744C4E86300943DA4E49A7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3AFDBCE2348403AA1F464D1316F8E322">
    <w:name w:val="C3AFDBCE2348403AA1F464D1316F8E32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11CBD932504E65AC0B6B65B8BE3F003">
    <w:name w:val="4811CBD932504E65AC0B6B65B8BE3F00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4459BC028A9499EA57434942F5023F42">
    <w:name w:val="14459BC028A9499EA57434942F5023F4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F27D90D5AAD457AAB951AD0E108AEC93">
    <w:name w:val="EF27D90D5AAD457AAB951AD0E108AEC9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5787DCBEC5B4AA0BAB195CE71FAFA8F2">
    <w:name w:val="D5787DCBEC5B4AA0BAB195CE71FAFA8F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14B4F80B6C24B859E260B5B39B1FC693">
    <w:name w:val="E14B4F80B6C24B859E260B5B39B1FC69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613999DC9E84481AE9E42413CBDAFBD2">
    <w:name w:val="F613999DC9E84481AE9E42413CBDAFBD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99AFFBE43C4F50928137B66A4B30333">
    <w:name w:val="4899AFFBE43C4F50928137B66A4B3033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C1752746E6A485582C31087F0F7D0852">
    <w:name w:val="DC1752746E6A485582C31087F0F7D085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21306EB364F4C94AC6CF7BFD845C7FD3">
    <w:name w:val="C21306EB364F4C94AC6CF7BFD845C7FD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42DCABA183B4DEB82C80543676EEAB82">
    <w:name w:val="B42DCABA183B4DEB82C80543676EEAB8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046C35D770F4EFBB98BCBF640A7BE8F3">
    <w:name w:val="D046C35D770F4EFBB98BCBF640A7BE8F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8B7DC6E2A9146129A23074ACD22E7792">
    <w:name w:val="98B7DC6E2A9146129A23074ACD22E779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2B08BC7EE3F41F0AD662F54DFFD1C473">
    <w:name w:val="62B08BC7EE3F41F0AD662F54DFFD1C47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FCAD43BFBBB4EB38601FC3E6BEE304F2">
    <w:name w:val="BFCAD43BFBBB4EB38601FC3E6BEE304F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4CF407600504E048ED8629AAAAB1CF23">
    <w:name w:val="84CF407600504E048ED8629AAAAB1CF2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A74E32A41E34B48BE4496464383E64D3">
    <w:name w:val="BA74E32A41E34B48BE4496464383E64D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4C1553664D645779308058688743F5E2">
    <w:name w:val="94C1553664D645779308058688743F5E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BBFDA4A7BB042EB81E506BB5E7F48703">
    <w:name w:val="7BBFDA4A7BB042EB81E506BB5E7F4870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CB7A508C0194468A22842EB9D1CE5A03">
    <w:name w:val="8CB7A508C0194468A22842EB9D1CE5A0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12BB2DD2F94EC5AF1C26A1DAB145641">
    <w:name w:val="0212BB2DD2F94EC5AF1C26A1DAB14564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A1B2C272F6442BA910FB3D7A1A5E00D">
    <w:name w:val="6A1B2C272F6442BA910FB3D7A1A5E00D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3866BC9661545FD8600D752E7CE5EAF">
    <w:name w:val="53866BC9661545FD8600D752E7CE5EAF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B3E1DF736D74AA2974A514C7F5AEF56">
    <w:name w:val="6B3E1DF736D74AA2974A514C7F5AEF5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C74194741CE4880A0DD1F7A224B86E7">
    <w:name w:val="9C74194741CE4880A0DD1F7A224B86E7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51BF0B4C6614B1AA304BEE8E774E3E0">
    <w:name w:val="451BF0B4C6614B1AA304BEE8E774E3E0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CC4C06110FE4FB0B856B065F20CEA31">
    <w:name w:val="9CC4C06110FE4FB0B856B065F20CEA3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6AB2B5976554528927AE32D15344D4F1">
    <w:name w:val="86AB2B5976554528927AE32D15344D4F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7E8DA58BE8A4EE8874B7D5EC4DA97F5">
    <w:name w:val="C7E8DA58BE8A4EE8874B7D5EC4DA97F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8A646F0721244B4AE84BDEFB190B017">
    <w:name w:val="D8A646F0721244B4AE84BDEFB190B017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C69F76443A84451945EBDBFB88B88961">
    <w:name w:val="4C69F76443A84451945EBDBFB88B8896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C572D487834420CA2A790CB800A6C77">
    <w:name w:val="2C572D487834420CA2A790CB800A6C77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80888796B414CAB9E408C907AE6330C">
    <w:name w:val="580888796B414CAB9E408C907AE6330C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D540B87A02F42C9878FAD7E3C7A224C1">
    <w:name w:val="0D540B87A02F42C9878FAD7E3C7A224C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532A9348C2A47CF8C63A4FCC7C79786">
    <w:name w:val="4532A9348C2A47CF8C63A4FCC7C7978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1343D8B0C545279C6ABF361CE94CA0">
    <w:name w:val="481343D8B0C545279C6ABF361CE94CA0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4642B856D4B48EF8D609CE99303560D1">
    <w:name w:val="C4642B856D4B48EF8D609CE99303560D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9F3EF60E6894CDD87682E301ACE1482">
    <w:name w:val="B9F3EF60E6894CDD87682E301ACE148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BD956C0D8C244529E2F3BDB9553A93B">
    <w:name w:val="FBD956C0D8C244529E2F3BDB9553A93B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ACA52321B7C458894B68FAF0DD42D611">
    <w:name w:val="3ACA52321B7C458894B68FAF0DD42D61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C0AE7100508463BB21C262B0F09809A">
    <w:name w:val="9C0AE7100508463BB21C262B0F09809A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859BB548C1744759B823F48643D5AAE">
    <w:name w:val="A859BB548C1744759B823F48643D5AAE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59F192DBC0141BABBFC2628904074AF1">
    <w:name w:val="659F192DBC0141BABBFC2628904074AF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B54ED760A734E108F209E2DC71733A0">
    <w:name w:val="0B54ED760A734E108F209E2DC71733A0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87DB47A6F684A3DAE2E875B2366F6231">
    <w:name w:val="B87DB47A6F684A3DAE2E875B2366F623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989DBBCBF94921A2D32C5D283DB76D1">
    <w:name w:val="48989DBBCBF94921A2D32C5D283DB76D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6B7BE1A86DC42C29DB2BD87C8461CD31">
    <w:name w:val="16B7BE1A86DC42C29DB2BD87C8461CD3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F318E2EAB9445E6954B7D04DA6A6ADB1">
    <w:name w:val="0F318E2EAB9445E6954B7D04DA6A6ADB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BF3C6789F7E4246ADC71992253363081">
    <w:name w:val="8BF3C6789F7E4246ADC7199225336308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AA5A5BD299449E6A02039EFD452F32A1">
    <w:name w:val="0AA5A5BD299449E6A02039EFD452F32A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9D0276E6E843ECB3B85EFCDEAF4CE81">
    <w:name w:val="909D0276E6E843ECB3B85EFCDEAF4CE8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2FF27CF99BA4CE9ADDA0B0B22036BD51">
    <w:name w:val="E2FF27CF99BA4CE9ADDA0B0B22036BD5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66A87BE6B3F435EB5CBB3D0C97330211">
    <w:name w:val="766A87BE6B3F435EB5CBB3D0C9733021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8442A7932A748C68E743D6CEDBF51441">
    <w:name w:val="D8442A7932A748C68E743D6CEDBF5144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2D5829C0CB946EEA029086ABDC68F481">
    <w:name w:val="52D5829C0CB946EEA029086ABDC68F48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BB39214E51140C7B11DF4FD9091E27E1">
    <w:name w:val="DBB39214E51140C7B11DF4FD9091E27E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439058EF85A401795C3B99E2A0888711">
    <w:name w:val="6439058EF85A401795C3B99E2A088871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C19841173064ADCA337C658EA7FEFF91">
    <w:name w:val="DC19841173064ADCA337C658EA7FEFF9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FF30269FD7541E48041BAFCC94A86811">
    <w:name w:val="1FF30269FD7541E48041BAFCC94A8681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B143A460B194FE89B8DF8016FB210561">
    <w:name w:val="AB143A460B194FE89B8DF8016FB21056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69CD28113D54FF282C8DCADC1B2A0FB1">
    <w:name w:val="669CD28113D54FF282C8DCADC1B2A0FB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FDAEFA13204B1E9C18C37F8FB0F34A1">
    <w:name w:val="90FDAEFA13204B1E9C18C37F8FB0F34A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F036ADC364448ED812351797D02963F1">
    <w:name w:val="4F036ADC364448ED812351797D02963F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A302A3819EE46D496C6DEB83E57A9A41">
    <w:name w:val="6A302A3819EE46D496C6DEB83E57A9A4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DEC96E2F26B4C2CA36348D07BEB06751">
    <w:name w:val="6DEC96E2F26B4C2CA36348D07BEB0675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DEA4E3E1936430EA888E7E500FACE371">
    <w:name w:val="7DEA4E3E1936430EA888E7E500FACE37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B246C2AF95A4167962C1205BAF1513F1">
    <w:name w:val="9B246C2AF95A4167962C1205BAF1513F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924650FA18E4E4DBC8C0EC27BDF403B1">
    <w:name w:val="8924650FA18E4E4DBC8C0EC27BDF403B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0EA4E91F50D4581A7586F33B7E6A4681">
    <w:name w:val="A0EA4E91F50D4581A7586F33B7E6A468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B50C5DDD9BB419DBD41622FE7E0BE761">
    <w:name w:val="2B50C5DDD9BB419DBD41622FE7E0BE76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40323EA7D6C46D58B84577D31ED4C82">
    <w:name w:val="B40323EA7D6C46D58B84577D31ED4C82"/>
    <w:rsid w:val="00D167B3"/>
  </w:style>
  <w:style w:type="paragraph" w:customStyle="1" w:styleId="D537FC1E805241A7BAE6132C12437AAF">
    <w:name w:val="D537FC1E805241A7BAE6132C12437AAF"/>
    <w:rsid w:val="00D167B3"/>
  </w:style>
  <w:style w:type="paragraph" w:customStyle="1" w:styleId="F3F93B43AFE34EC4AC24BDF52C221208">
    <w:name w:val="F3F93B43AFE34EC4AC24BDF52C221208"/>
    <w:rsid w:val="00D167B3"/>
  </w:style>
  <w:style w:type="paragraph" w:customStyle="1" w:styleId="C7CD5F9D96094BBFBFB13C03CA2AC6EA">
    <w:name w:val="C7CD5F9D96094BBFBFB13C03CA2AC6EA"/>
    <w:rsid w:val="00D167B3"/>
  </w:style>
  <w:style w:type="paragraph" w:customStyle="1" w:styleId="CD98CC672C0B4782B5736704A31FBFE6">
    <w:name w:val="CD98CC672C0B4782B5736704A31FBFE6"/>
    <w:rsid w:val="00D167B3"/>
  </w:style>
  <w:style w:type="paragraph" w:customStyle="1" w:styleId="28BFF5C5E9104670892C065753415B245">
    <w:name w:val="28BFF5C5E9104670892C065753415B24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D55373F85CD4BCD92FA1E3AF9F9A0345">
    <w:name w:val="ED55373F85CD4BCD92FA1E3AF9F9A034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018DD4174114447838E4222EC62CCD25">
    <w:name w:val="3018DD4174114447838E4222EC62CCD2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99668025837499F9DD313115E937E125">
    <w:name w:val="499668025837499F9DD313115E937E12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10962645704621A420FDC915805BD35">
    <w:name w:val="4810962645704621A420FDC915805BD3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87662CDAE8643ACA61D000B390D48E15">
    <w:name w:val="787662CDAE8643ACA61D000B390D48E1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6A03D15359B42D186DDC1DD83DE93245">
    <w:name w:val="36A03D15359B42D186DDC1DD83DE9324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CAEC4AB4C8473DA4176731FB638F0E5">
    <w:name w:val="02CAEC4AB4C8473DA4176731FB638F0E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BEB2E2370964B39878C61D60A4E4CFE5">
    <w:name w:val="9BEB2E2370964B39878C61D60A4E4CFE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9C787E4B040431AAE8C6B101341584E5">
    <w:name w:val="99C787E4B040431AAE8C6B101341584E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A395100EFF446392E430920B9027ED5">
    <w:name w:val="90A395100EFF446392E430920B9027ED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1D9E3B3B0F548E8A2AC207BA8837CDD5">
    <w:name w:val="61D9E3B3B0F548E8A2AC207BA8837CDD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45834A62F16445CA0376226346E3DC25">
    <w:name w:val="E45834A62F16445CA0376226346E3DC2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45FB16FC8B547AC80D480082264F22A5">
    <w:name w:val="745FB16FC8B547AC80D480082264F22A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842075463914D2B8E15ECE6670328085">
    <w:name w:val="E842075463914D2B8E15ECE667032808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E2ADA5779A54B079C3787947C8AE5FA5">
    <w:name w:val="BE2ADA5779A54B079C3787947C8AE5FA5"/>
    <w:rsid w:val="00D167B3"/>
    <w:pPr>
      <w:tabs>
        <w:tab w:val="center" w:pos="4536"/>
        <w:tab w:val="right" w:pos="9072"/>
      </w:tabs>
      <w:spacing w:before="40" w:after="40" w:line="240" w:lineRule="auto"/>
      <w:ind w:left="454"/>
    </w:pPr>
    <w:rPr>
      <w:rFonts w:ascii="Arial" w:eastAsia="Times New Roman" w:hAnsi="Arial" w:cs="Arial"/>
      <w:sz w:val="16"/>
      <w:szCs w:val="24"/>
    </w:rPr>
  </w:style>
  <w:style w:type="paragraph" w:customStyle="1" w:styleId="DD1C3903CCE0497EAE1B056D259E0C4A5">
    <w:name w:val="DD1C3903CCE0497EAE1B056D259E0C4A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2C82A435F36454D9568B20666E9BA4C5">
    <w:name w:val="A2C82A435F36454D9568B20666E9BA4C5"/>
    <w:rsid w:val="00D167B3"/>
    <w:pPr>
      <w:tabs>
        <w:tab w:val="center" w:pos="4536"/>
        <w:tab w:val="right" w:pos="9072"/>
      </w:tabs>
      <w:spacing w:before="40" w:after="40" w:line="240" w:lineRule="auto"/>
      <w:ind w:left="454"/>
    </w:pPr>
    <w:rPr>
      <w:rFonts w:ascii="Arial" w:eastAsia="Times New Roman" w:hAnsi="Arial" w:cs="Arial"/>
      <w:sz w:val="16"/>
      <w:szCs w:val="24"/>
    </w:rPr>
  </w:style>
  <w:style w:type="paragraph" w:customStyle="1" w:styleId="1CD9EDFF224D4480B7B81433F9F2F8A15">
    <w:name w:val="1CD9EDFF224D4480B7B81433F9F2F8A1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CCFF6C269574583A72319B3D777A27F5">
    <w:name w:val="0CCFF6C269574583A72319B3D777A27F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796BF94894439BAFDA2E34A093C0CB5">
    <w:name w:val="D6796BF94894439BAFDA2E34A093C0CB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0F6057CC8374DEDBD5EB9091D7FC5CC5">
    <w:name w:val="30F6057CC8374DEDBD5EB9091D7FC5CC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CB5C856E81D41AE85C87E48B2B875865">
    <w:name w:val="1CB5C856E81D41AE85C87E48B2B87586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AD53843F3C94AA993D5FE559E20CB2E5">
    <w:name w:val="0AD53843F3C94AA993D5FE559E20CB2E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3BD7B8C879343528B9141A6DFE268B55">
    <w:name w:val="33BD7B8C879343528B9141A6DFE268B5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F813ABA0D2F4416BA303624689AA0BA5">
    <w:name w:val="2F813ABA0D2F4416BA303624689AA0BA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A5FA0C5C25242A9B0B9C812D83403E75">
    <w:name w:val="DA5FA0C5C25242A9B0B9C812D83403E7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277D3FF483D4E82B3BABE3181CC5D1A5">
    <w:name w:val="A277D3FF483D4E82B3BABE3181CC5D1A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634D920D76E493BA61C547130FC87CC5">
    <w:name w:val="B634D920D76E493BA61C547130FC87CC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397E3F6CC5D4E9FB4A3C7F71D898F155">
    <w:name w:val="9397E3F6CC5D4E9FB4A3C7F71D898F15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E6F5B021D8E4487A1C869AEE4367FDD5">
    <w:name w:val="4E6F5B021D8E4487A1C869AEE4367FDD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4D6CF74A1A4C8682C7B764BC9C13B05">
    <w:name w:val="024D6CF74A1A4C8682C7B764BC9C13B0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75677E9C4CF4E32B79F9E5B522360475">
    <w:name w:val="375677E9C4CF4E32B79F9E5B52236047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8828BD93D6E452A9CC0FF69DD904B5E3">
    <w:name w:val="68828BD93D6E452A9CC0FF69DD904B5E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051BBDE2BA74FFEA8C91E7F7C8150CE5">
    <w:name w:val="6051BBDE2BA74FFEA8C91E7F7C8150CE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39CB20F02EC42638FBADFEA4CDBE53E3">
    <w:name w:val="E39CB20F02EC42638FBADFEA4CDBE53E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B05E2F1F2554F69A3702A5C166A16535">
    <w:name w:val="9B05E2F1F2554F69A3702A5C166A1653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9657249B5444F199EA5ACE8F817DDB43">
    <w:name w:val="39657249B5444F199EA5ACE8F817DDB4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D520A7A5324B91B70B698E225FE8B75">
    <w:name w:val="D6D520A7A5324B91B70B698E225FE8B7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8849B015609494D963FEFE26D29EA7B3">
    <w:name w:val="B8849B015609494D963FEFE26D29EA7B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D5CC2F6ACD426285FB8176CAA343075">
    <w:name w:val="48D5CC2F6ACD426285FB8176CAA34307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E7D819E710B49D886B13AA7979C16153">
    <w:name w:val="BE7D819E710B49D886B13AA7979C1615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57656F08956466D8DAD6C52DCDC413B5">
    <w:name w:val="E57656F08956466D8DAD6C52DCDC413B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C1555F4CC6E4148899AA467892632453">
    <w:name w:val="FC1555F4CC6E4148899AA46789263245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B9EA7DAD8474C5D8FF1D4530D4D8D1B5">
    <w:name w:val="7B9EA7DAD8474C5D8FF1D4530D4D8D1B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87A519DF11940DD815CB7A2FC93990A3">
    <w:name w:val="187A519DF11940DD815CB7A2FC93990A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C79813A76474C619E79CE27818289F65">
    <w:name w:val="CC79813A76474C619E79CE27818289F6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8E0E861EA9348A2BBE7CA552A0EDDF33">
    <w:name w:val="28E0E861EA9348A2BBE7CA552A0EDDF3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F25FA170F6649CD8645058D0D35A7515">
    <w:name w:val="EF25FA170F6649CD8645058D0D35A751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4853F8B472A4C27A1DF0676D7853F4F3">
    <w:name w:val="24853F8B472A4C27A1DF0676D7853F4F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6BBF368F74846ACA305DC08A1BE0BF85">
    <w:name w:val="46BBF368F74846ACA305DC08A1BE0BF8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446ECE03AF14C24876AFDB9BA2A79095">
    <w:name w:val="3446ECE03AF14C24876AFDB9BA2A7909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541540BD7BB4CAEAE6357EB229216543">
    <w:name w:val="1541540BD7BB4CAEAE6357EB22921654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6749FE2939947C89D7831C25D56F75C5">
    <w:name w:val="A6749FE2939947C89D7831C25D56F75C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9DAA78258084158AB029702A050116E5">
    <w:name w:val="F9DAA78258084158AB029702A050116E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FF5B1B2EC004C7D82FF14D403A210FC5">
    <w:name w:val="FFF5B1B2EC004C7D82FF14D403A210FC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F311768B6744C4E86300943DA4E49A75">
    <w:name w:val="5F311768B6744C4E86300943DA4E49A7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3AFDBCE2348403AA1F464D1316F8E323">
    <w:name w:val="C3AFDBCE2348403AA1F464D1316F8E32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11CBD932504E65AC0B6B65B8BE3F004">
    <w:name w:val="4811CBD932504E65AC0B6B65B8BE3F00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4459BC028A9499EA57434942F5023F43">
    <w:name w:val="14459BC028A9499EA57434942F5023F4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F27D90D5AAD457AAB951AD0E108AEC94">
    <w:name w:val="EF27D90D5AAD457AAB951AD0E108AEC9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5787DCBEC5B4AA0BAB195CE71FAFA8F3">
    <w:name w:val="D5787DCBEC5B4AA0BAB195CE71FAFA8F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14B4F80B6C24B859E260B5B39B1FC694">
    <w:name w:val="E14B4F80B6C24B859E260B5B39B1FC69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613999DC9E84481AE9E42413CBDAFBD3">
    <w:name w:val="F613999DC9E84481AE9E42413CBDAFBD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99AFFBE43C4F50928137B66A4B30334">
    <w:name w:val="4899AFFBE43C4F50928137B66A4B3033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C1752746E6A485582C31087F0F7D0853">
    <w:name w:val="DC1752746E6A485582C31087F0F7D085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21306EB364F4C94AC6CF7BFD845C7FD4">
    <w:name w:val="C21306EB364F4C94AC6CF7BFD845C7FD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42DCABA183B4DEB82C80543676EEAB83">
    <w:name w:val="B42DCABA183B4DEB82C80543676EEAB8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046C35D770F4EFBB98BCBF640A7BE8F4">
    <w:name w:val="D046C35D770F4EFBB98BCBF640A7BE8F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8B7DC6E2A9146129A23074ACD22E7793">
    <w:name w:val="98B7DC6E2A9146129A23074ACD22E779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2B08BC7EE3F41F0AD662F54DFFD1C474">
    <w:name w:val="62B08BC7EE3F41F0AD662F54DFFD1C47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FCAD43BFBBB4EB38601FC3E6BEE304F3">
    <w:name w:val="BFCAD43BFBBB4EB38601FC3E6BEE304F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4CF407600504E048ED8629AAAAB1CF24">
    <w:name w:val="84CF407600504E048ED8629AAAAB1CF2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A74E32A41E34B48BE4496464383E64D4">
    <w:name w:val="BA74E32A41E34B48BE4496464383E64D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4C1553664D645779308058688743F5E3">
    <w:name w:val="94C1553664D645779308058688743F5E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BBFDA4A7BB042EB81E506BB5E7F48704">
    <w:name w:val="7BBFDA4A7BB042EB81E506BB5E7F4870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CB7A508C0194468A22842EB9D1CE5A04">
    <w:name w:val="8CB7A508C0194468A22842EB9D1CE5A0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12BB2DD2F94EC5AF1C26A1DAB145642">
    <w:name w:val="0212BB2DD2F94EC5AF1C26A1DAB14564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A1B2C272F6442BA910FB3D7A1A5E00D1">
    <w:name w:val="6A1B2C272F6442BA910FB3D7A1A5E00D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40323EA7D6C46D58B84577D31ED4C821">
    <w:name w:val="B40323EA7D6C46D58B84577D31ED4C82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B3E1DF736D74AA2974A514C7F5AEF561">
    <w:name w:val="6B3E1DF736D74AA2974A514C7F5AEF56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537FC1E805241A7BAE6132C12437AAF1">
    <w:name w:val="D537FC1E805241A7BAE6132C12437AAF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51BF0B4C6614B1AA304BEE8E774E3E01">
    <w:name w:val="451BF0B4C6614B1AA304BEE8E774E3E0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3F93B43AFE34EC4AC24BDF52C2212081">
    <w:name w:val="F3F93B43AFE34EC4AC24BDF52C221208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6AB2B5976554528927AE32D15344D4F2">
    <w:name w:val="86AB2B5976554528927AE32D15344D4F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7E8DA58BE8A4EE8874B7D5EC4DA97F51">
    <w:name w:val="C7E8DA58BE8A4EE8874B7D5EC4DA97F5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7CD5F9D96094BBFBFB13C03CA2AC6EA1">
    <w:name w:val="C7CD5F9D96094BBFBFB13C03CA2AC6EA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C69F76443A84451945EBDBFB88B88962">
    <w:name w:val="4C69F76443A84451945EBDBFB88B8896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C572D487834420CA2A790CB800A6C771">
    <w:name w:val="2C572D487834420CA2A790CB800A6C77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D98CC672C0B4782B5736704A31FBFE61">
    <w:name w:val="CD98CC672C0B4782B5736704A31FBFE6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D540B87A02F42C9878FAD7E3C7A224C2">
    <w:name w:val="0D540B87A02F42C9878FAD7E3C7A224C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532A9348C2A47CF8C63A4FCC7C797861">
    <w:name w:val="4532A9348C2A47CF8C63A4FCC7C79786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4642B856D4B48EF8D609CE99303560D2">
    <w:name w:val="C4642B856D4B48EF8D609CE99303560D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9F3EF60E6894CDD87682E301ACE14821">
    <w:name w:val="B9F3EF60E6894CDD87682E301ACE1482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BD956C0D8C244529E2F3BDB9553A93B1">
    <w:name w:val="FBD956C0D8C244529E2F3BDB9553A93B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ACA52321B7C458894B68FAF0DD42D612">
    <w:name w:val="3ACA52321B7C458894B68FAF0DD42D61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C0AE7100508463BB21C262B0F09809A1">
    <w:name w:val="9C0AE7100508463BB21C262B0F09809A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859BB548C1744759B823F48643D5AAE1">
    <w:name w:val="A859BB548C1744759B823F48643D5AAE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59F192DBC0141BABBFC2628904074AF2">
    <w:name w:val="659F192DBC0141BABBFC2628904074AF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B54ED760A734E108F209E2DC71733A01">
    <w:name w:val="0B54ED760A734E108F209E2DC71733A0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87DB47A6F684A3DAE2E875B2366F6232">
    <w:name w:val="B87DB47A6F684A3DAE2E875B2366F623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989DBBCBF94921A2D32C5D283DB76D2">
    <w:name w:val="48989DBBCBF94921A2D32C5D283DB76D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6B7BE1A86DC42C29DB2BD87C8461CD32">
    <w:name w:val="16B7BE1A86DC42C29DB2BD87C8461CD3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F318E2EAB9445E6954B7D04DA6A6ADB2">
    <w:name w:val="0F318E2EAB9445E6954B7D04DA6A6ADB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BF3C6789F7E4246ADC71992253363082">
    <w:name w:val="8BF3C6789F7E4246ADC7199225336308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AA5A5BD299449E6A02039EFD452F32A2">
    <w:name w:val="0AA5A5BD299449E6A02039EFD452F32A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9D0276E6E843ECB3B85EFCDEAF4CE82">
    <w:name w:val="909D0276E6E843ECB3B85EFCDEAF4CE8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2FF27CF99BA4CE9ADDA0B0B22036BD52">
    <w:name w:val="E2FF27CF99BA4CE9ADDA0B0B22036BD5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66A87BE6B3F435EB5CBB3D0C97330212">
    <w:name w:val="766A87BE6B3F435EB5CBB3D0C9733021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8442A7932A748C68E743D6CEDBF51442">
    <w:name w:val="D8442A7932A748C68E743D6CEDBF5144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2D5829C0CB946EEA029086ABDC68F482">
    <w:name w:val="52D5829C0CB946EEA029086ABDC68F48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BB39214E51140C7B11DF4FD9091E27E2">
    <w:name w:val="DBB39214E51140C7B11DF4FD9091E27E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439058EF85A401795C3B99E2A0888712">
    <w:name w:val="6439058EF85A401795C3B99E2A088871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C19841173064ADCA337C658EA7FEFF92">
    <w:name w:val="DC19841173064ADCA337C658EA7FEFF9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FF30269FD7541E48041BAFCC94A86812">
    <w:name w:val="1FF30269FD7541E48041BAFCC94A8681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B143A460B194FE89B8DF8016FB210562">
    <w:name w:val="AB143A460B194FE89B8DF8016FB21056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69CD28113D54FF282C8DCADC1B2A0FB2">
    <w:name w:val="669CD28113D54FF282C8DCADC1B2A0FB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FDAEFA13204B1E9C18C37F8FB0F34A2">
    <w:name w:val="90FDAEFA13204B1E9C18C37F8FB0F34A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F036ADC364448ED812351797D02963F2">
    <w:name w:val="4F036ADC364448ED812351797D02963F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A302A3819EE46D496C6DEB83E57A9A42">
    <w:name w:val="6A302A3819EE46D496C6DEB83E57A9A4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DEC96E2F26B4C2CA36348D07BEB06752">
    <w:name w:val="6DEC96E2F26B4C2CA36348D07BEB0675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DEA4E3E1936430EA888E7E500FACE372">
    <w:name w:val="7DEA4E3E1936430EA888E7E500FACE37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B246C2AF95A4167962C1205BAF1513F2">
    <w:name w:val="9B246C2AF95A4167962C1205BAF1513F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924650FA18E4E4DBC8C0EC27BDF403B2">
    <w:name w:val="8924650FA18E4E4DBC8C0EC27BDF403B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0EA4E91F50D4581A7586F33B7E6A4682">
    <w:name w:val="A0EA4E91F50D4581A7586F33B7E6A468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B50C5DDD9BB419DBD41622FE7E0BE762">
    <w:name w:val="2B50C5DDD9BB419DBD41622FE7E0BE76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90872A87FE94A39A9DD935A013BF498">
    <w:name w:val="490872A87FE94A39A9DD935A013BF498"/>
    <w:rsid w:val="00D167B3"/>
  </w:style>
  <w:style w:type="paragraph" w:customStyle="1" w:styleId="3D100E832007469A9B0FC4804FA1EB3C">
    <w:name w:val="3D100E832007469A9B0FC4804FA1EB3C"/>
    <w:rsid w:val="00D167B3"/>
  </w:style>
  <w:style w:type="paragraph" w:customStyle="1" w:styleId="28BFF5C5E9104670892C065753415B246">
    <w:name w:val="28BFF5C5E9104670892C065753415B24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D55373F85CD4BCD92FA1E3AF9F9A0346">
    <w:name w:val="ED55373F85CD4BCD92FA1E3AF9F9A034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018DD4174114447838E4222EC62CCD26">
    <w:name w:val="3018DD4174114447838E4222EC62CCD2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99668025837499F9DD313115E937E126">
    <w:name w:val="499668025837499F9DD313115E937E12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10962645704621A420FDC915805BD36">
    <w:name w:val="4810962645704621A420FDC915805BD3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87662CDAE8643ACA61D000B390D48E16">
    <w:name w:val="787662CDAE8643ACA61D000B390D48E1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6A03D15359B42D186DDC1DD83DE93246">
    <w:name w:val="36A03D15359B42D186DDC1DD83DE9324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CAEC4AB4C8473DA4176731FB638F0E6">
    <w:name w:val="02CAEC4AB4C8473DA4176731FB638F0E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BEB2E2370964B39878C61D60A4E4CFE6">
    <w:name w:val="9BEB2E2370964B39878C61D60A4E4CFE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9C787E4B040431AAE8C6B101341584E6">
    <w:name w:val="99C787E4B040431AAE8C6B101341584E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A395100EFF446392E430920B9027ED6">
    <w:name w:val="90A395100EFF446392E430920B9027ED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1D9E3B3B0F548E8A2AC207BA8837CDD6">
    <w:name w:val="61D9E3B3B0F548E8A2AC207BA8837CDD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45834A62F16445CA0376226346E3DC26">
    <w:name w:val="E45834A62F16445CA0376226346E3DC2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45FB16FC8B547AC80D480082264F22A6">
    <w:name w:val="745FB16FC8B547AC80D480082264F22A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842075463914D2B8E15ECE6670328086">
    <w:name w:val="E842075463914D2B8E15ECE667032808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E2ADA5779A54B079C3787947C8AE5FA6">
    <w:name w:val="BE2ADA5779A54B079C3787947C8AE5FA6"/>
    <w:rsid w:val="00D167B3"/>
    <w:pPr>
      <w:tabs>
        <w:tab w:val="center" w:pos="4536"/>
        <w:tab w:val="right" w:pos="9072"/>
      </w:tabs>
      <w:spacing w:before="40" w:after="40" w:line="240" w:lineRule="auto"/>
      <w:ind w:left="454"/>
    </w:pPr>
    <w:rPr>
      <w:rFonts w:ascii="Arial" w:eastAsia="Times New Roman" w:hAnsi="Arial" w:cs="Arial"/>
      <w:sz w:val="16"/>
      <w:szCs w:val="24"/>
    </w:rPr>
  </w:style>
  <w:style w:type="paragraph" w:customStyle="1" w:styleId="DD1C3903CCE0497EAE1B056D259E0C4A6">
    <w:name w:val="DD1C3903CCE0497EAE1B056D259E0C4A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2C82A435F36454D9568B20666E9BA4C6">
    <w:name w:val="A2C82A435F36454D9568B20666E9BA4C6"/>
    <w:rsid w:val="00D167B3"/>
    <w:pPr>
      <w:tabs>
        <w:tab w:val="center" w:pos="4536"/>
        <w:tab w:val="right" w:pos="9072"/>
      </w:tabs>
      <w:spacing w:before="40" w:after="40" w:line="240" w:lineRule="auto"/>
      <w:ind w:left="454"/>
    </w:pPr>
    <w:rPr>
      <w:rFonts w:ascii="Arial" w:eastAsia="Times New Roman" w:hAnsi="Arial" w:cs="Arial"/>
      <w:sz w:val="16"/>
      <w:szCs w:val="24"/>
    </w:rPr>
  </w:style>
  <w:style w:type="paragraph" w:customStyle="1" w:styleId="1CD9EDFF224D4480B7B81433F9F2F8A16">
    <w:name w:val="1CD9EDFF224D4480B7B81433F9F2F8A1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CCFF6C269574583A72319B3D777A27F6">
    <w:name w:val="0CCFF6C269574583A72319B3D777A27F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796BF94894439BAFDA2E34A093C0CB6">
    <w:name w:val="D6796BF94894439BAFDA2E34A093C0CB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0F6057CC8374DEDBD5EB9091D7FC5CC6">
    <w:name w:val="30F6057CC8374DEDBD5EB9091D7FC5CC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CB5C856E81D41AE85C87E48B2B875866">
    <w:name w:val="1CB5C856E81D41AE85C87E48B2B87586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AD53843F3C94AA993D5FE559E20CB2E6">
    <w:name w:val="0AD53843F3C94AA993D5FE559E20CB2E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3BD7B8C879343528B9141A6DFE268B56">
    <w:name w:val="33BD7B8C879343528B9141A6DFE268B5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F813ABA0D2F4416BA303624689AA0BA6">
    <w:name w:val="2F813ABA0D2F4416BA303624689AA0BA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A5FA0C5C25242A9B0B9C812D83403E76">
    <w:name w:val="DA5FA0C5C25242A9B0B9C812D83403E7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277D3FF483D4E82B3BABE3181CC5D1A6">
    <w:name w:val="A277D3FF483D4E82B3BABE3181CC5D1A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634D920D76E493BA61C547130FC87CC6">
    <w:name w:val="B634D920D76E493BA61C547130FC87CC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397E3F6CC5D4E9FB4A3C7F71D898F156">
    <w:name w:val="9397E3F6CC5D4E9FB4A3C7F71D898F15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E6F5B021D8E4487A1C869AEE4367FDD6">
    <w:name w:val="4E6F5B021D8E4487A1C869AEE4367FDD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4D6CF74A1A4C8682C7B764BC9C13B06">
    <w:name w:val="024D6CF74A1A4C8682C7B764BC9C13B0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75677E9C4CF4E32B79F9E5B522360476">
    <w:name w:val="375677E9C4CF4E32B79F9E5B52236047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8828BD93D6E452A9CC0FF69DD904B5E4">
    <w:name w:val="68828BD93D6E452A9CC0FF69DD904B5E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051BBDE2BA74FFEA8C91E7F7C8150CE6">
    <w:name w:val="6051BBDE2BA74FFEA8C91E7F7C8150CE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39CB20F02EC42638FBADFEA4CDBE53E4">
    <w:name w:val="E39CB20F02EC42638FBADFEA4CDBE53E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B05E2F1F2554F69A3702A5C166A16536">
    <w:name w:val="9B05E2F1F2554F69A3702A5C166A1653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9657249B5444F199EA5ACE8F817DDB44">
    <w:name w:val="39657249B5444F199EA5ACE8F817DDB4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D520A7A5324B91B70B698E225FE8B76">
    <w:name w:val="D6D520A7A5324B91B70B698E225FE8B7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8849B015609494D963FEFE26D29EA7B4">
    <w:name w:val="B8849B015609494D963FEFE26D29EA7B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D5CC2F6ACD426285FB8176CAA343076">
    <w:name w:val="48D5CC2F6ACD426285FB8176CAA34307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E7D819E710B49D886B13AA7979C16154">
    <w:name w:val="BE7D819E710B49D886B13AA7979C1615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57656F08956466D8DAD6C52DCDC413B6">
    <w:name w:val="E57656F08956466D8DAD6C52DCDC413B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C1555F4CC6E4148899AA467892632454">
    <w:name w:val="FC1555F4CC6E4148899AA46789263245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B9EA7DAD8474C5D8FF1D4530D4D8D1B6">
    <w:name w:val="7B9EA7DAD8474C5D8FF1D4530D4D8D1B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87A519DF11940DD815CB7A2FC93990A4">
    <w:name w:val="187A519DF11940DD815CB7A2FC93990A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C79813A76474C619E79CE27818289F66">
    <w:name w:val="CC79813A76474C619E79CE27818289F6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8E0E861EA9348A2BBE7CA552A0EDDF34">
    <w:name w:val="28E0E861EA9348A2BBE7CA552A0EDDF3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F25FA170F6649CD8645058D0D35A7516">
    <w:name w:val="EF25FA170F6649CD8645058D0D35A751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4853F8B472A4C27A1DF0676D7853F4F4">
    <w:name w:val="24853F8B472A4C27A1DF0676D7853F4F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6BBF368F74846ACA305DC08A1BE0BF86">
    <w:name w:val="46BBF368F74846ACA305DC08A1BE0BF8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446ECE03AF14C24876AFDB9BA2A79096">
    <w:name w:val="3446ECE03AF14C24876AFDB9BA2A7909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541540BD7BB4CAEAE6357EB229216544">
    <w:name w:val="1541540BD7BB4CAEAE6357EB22921654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6749FE2939947C89D7831C25D56F75C6">
    <w:name w:val="A6749FE2939947C89D7831C25D56F75C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9DAA78258084158AB029702A050116E6">
    <w:name w:val="F9DAA78258084158AB029702A050116E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FF5B1B2EC004C7D82FF14D403A210FC6">
    <w:name w:val="FFF5B1B2EC004C7D82FF14D403A210FC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F311768B6744C4E86300943DA4E49A76">
    <w:name w:val="5F311768B6744C4E86300943DA4E49A7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3AFDBCE2348403AA1F464D1316F8E324">
    <w:name w:val="C3AFDBCE2348403AA1F464D1316F8E32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11CBD932504E65AC0B6B65B8BE3F005">
    <w:name w:val="4811CBD932504E65AC0B6B65B8BE3F00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4459BC028A9499EA57434942F5023F44">
    <w:name w:val="14459BC028A9499EA57434942F5023F4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F27D90D5AAD457AAB951AD0E108AEC95">
    <w:name w:val="EF27D90D5AAD457AAB951AD0E108AEC9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5787DCBEC5B4AA0BAB195CE71FAFA8F4">
    <w:name w:val="D5787DCBEC5B4AA0BAB195CE71FAFA8F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14B4F80B6C24B859E260B5B39B1FC695">
    <w:name w:val="E14B4F80B6C24B859E260B5B39B1FC69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613999DC9E84481AE9E42413CBDAFBD4">
    <w:name w:val="F613999DC9E84481AE9E42413CBDAFBD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99AFFBE43C4F50928137B66A4B30335">
    <w:name w:val="4899AFFBE43C4F50928137B66A4B3033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C1752746E6A485582C31087F0F7D0854">
    <w:name w:val="DC1752746E6A485582C31087F0F7D085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21306EB364F4C94AC6CF7BFD845C7FD5">
    <w:name w:val="C21306EB364F4C94AC6CF7BFD845C7FD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42DCABA183B4DEB82C80543676EEAB84">
    <w:name w:val="B42DCABA183B4DEB82C80543676EEAB8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046C35D770F4EFBB98BCBF640A7BE8F5">
    <w:name w:val="D046C35D770F4EFBB98BCBF640A7BE8F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8B7DC6E2A9146129A23074ACD22E7794">
    <w:name w:val="98B7DC6E2A9146129A23074ACD22E779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2B08BC7EE3F41F0AD662F54DFFD1C475">
    <w:name w:val="62B08BC7EE3F41F0AD662F54DFFD1C47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FCAD43BFBBB4EB38601FC3E6BEE304F4">
    <w:name w:val="BFCAD43BFBBB4EB38601FC3E6BEE304F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4CF407600504E048ED8629AAAAB1CF25">
    <w:name w:val="84CF407600504E048ED8629AAAAB1CF2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A74E32A41E34B48BE4496464383E64D5">
    <w:name w:val="BA74E32A41E34B48BE4496464383E64D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4C1553664D645779308058688743F5E4">
    <w:name w:val="94C1553664D645779308058688743F5E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BBFDA4A7BB042EB81E506BB5E7F48705">
    <w:name w:val="7BBFDA4A7BB042EB81E506BB5E7F4870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CB7A508C0194468A22842EB9D1CE5A05">
    <w:name w:val="8CB7A508C0194468A22842EB9D1CE5A0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12BB2DD2F94EC5AF1C26A1DAB145643">
    <w:name w:val="0212BB2DD2F94EC5AF1C26A1DAB14564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A1B2C272F6442BA910FB3D7A1A5E00D2">
    <w:name w:val="6A1B2C272F6442BA910FB3D7A1A5E00D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40323EA7D6C46D58B84577D31ED4C822">
    <w:name w:val="B40323EA7D6C46D58B84577D31ED4C82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B3E1DF736D74AA2974A514C7F5AEF562">
    <w:name w:val="6B3E1DF736D74AA2974A514C7F5AEF56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537FC1E805241A7BAE6132C12437AAF2">
    <w:name w:val="D537FC1E805241A7BAE6132C12437AAF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51BF0B4C6614B1AA304BEE8E774E3E02">
    <w:name w:val="451BF0B4C6614B1AA304BEE8E774E3E0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3F93B43AFE34EC4AC24BDF52C2212082">
    <w:name w:val="F3F93B43AFE34EC4AC24BDF52C221208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6AB2B5976554528927AE32D15344D4F3">
    <w:name w:val="86AB2B5976554528927AE32D15344D4F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7E8DA58BE8A4EE8874B7D5EC4DA97F52">
    <w:name w:val="C7E8DA58BE8A4EE8874B7D5EC4DA97F5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7CD5F9D96094BBFBFB13C03CA2AC6EA2">
    <w:name w:val="C7CD5F9D96094BBFBFB13C03CA2AC6EA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C69F76443A84451945EBDBFB88B88963">
    <w:name w:val="4C69F76443A84451945EBDBFB88B8896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C572D487834420CA2A790CB800A6C772">
    <w:name w:val="2C572D487834420CA2A790CB800A6C77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D98CC672C0B4782B5736704A31FBFE62">
    <w:name w:val="CD98CC672C0B4782B5736704A31FBFE6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D540B87A02F42C9878FAD7E3C7A224C3">
    <w:name w:val="0D540B87A02F42C9878FAD7E3C7A224C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532A9348C2A47CF8C63A4FCC7C797862">
    <w:name w:val="4532A9348C2A47CF8C63A4FCC7C79786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90872A87FE94A39A9DD935A013BF4981">
    <w:name w:val="490872A87FE94A39A9DD935A013BF498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4642B856D4B48EF8D609CE99303560D3">
    <w:name w:val="C4642B856D4B48EF8D609CE99303560D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9F3EF60E6894CDD87682E301ACE14822">
    <w:name w:val="B9F3EF60E6894CDD87682E301ACE1482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D100E832007469A9B0FC4804FA1EB3C1">
    <w:name w:val="3D100E832007469A9B0FC4804FA1EB3C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ACA52321B7C458894B68FAF0DD42D613">
    <w:name w:val="3ACA52321B7C458894B68FAF0DD42D61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C0AE7100508463BB21C262B0F09809A2">
    <w:name w:val="9C0AE7100508463BB21C262B0F09809A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59F192DBC0141BABBFC2628904074AF3">
    <w:name w:val="659F192DBC0141BABBFC2628904074AF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B54ED760A734E108F209E2DC71733A02">
    <w:name w:val="0B54ED760A734E108F209E2DC71733A0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87DB47A6F684A3DAE2E875B2366F6233">
    <w:name w:val="B87DB47A6F684A3DAE2E875B2366F623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989DBBCBF94921A2D32C5D283DB76D3">
    <w:name w:val="48989DBBCBF94921A2D32C5D283DB76D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6B7BE1A86DC42C29DB2BD87C8461CD33">
    <w:name w:val="16B7BE1A86DC42C29DB2BD87C8461CD3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F318E2EAB9445E6954B7D04DA6A6ADB3">
    <w:name w:val="0F318E2EAB9445E6954B7D04DA6A6ADB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BF3C6789F7E4246ADC71992253363083">
    <w:name w:val="8BF3C6789F7E4246ADC7199225336308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AA5A5BD299449E6A02039EFD452F32A3">
    <w:name w:val="0AA5A5BD299449E6A02039EFD452F32A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9D0276E6E843ECB3B85EFCDEAF4CE83">
    <w:name w:val="909D0276E6E843ECB3B85EFCDEAF4CE8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2FF27CF99BA4CE9ADDA0B0B22036BD53">
    <w:name w:val="E2FF27CF99BA4CE9ADDA0B0B22036BD5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66A87BE6B3F435EB5CBB3D0C97330213">
    <w:name w:val="766A87BE6B3F435EB5CBB3D0C9733021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8442A7932A748C68E743D6CEDBF51443">
    <w:name w:val="D8442A7932A748C68E743D6CEDBF5144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2D5829C0CB946EEA029086ABDC68F483">
    <w:name w:val="52D5829C0CB946EEA029086ABDC68F48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BB39214E51140C7B11DF4FD9091E27E3">
    <w:name w:val="DBB39214E51140C7B11DF4FD9091E27E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439058EF85A401795C3B99E2A0888713">
    <w:name w:val="6439058EF85A401795C3B99E2A088871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C19841173064ADCA337C658EA7FEFF93">
    <w:name w:val="DC19841173064ADCA337C658EA7FEFF9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FF30269FD7541E48041BAFCC94A86813">
    <w:name w:val="1FF30269FD7541E48041BAFCC94A8681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B143A460B194FE89B8DF8016FB210563">
    <w:name w:val="AB143A460B194FE89B8DF8016FB21056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69CD28113D54FF282C8DCADC1B2A0FB3">
    <w:name w:val="669CD28113D54FF282C8DCADC1B2A0FB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FDAEFA13204B1E9C18C37F8FB0F34A3">
    <w:name w:val="90FDAEFA13204B1E9C18C37F8FB0F34A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F036ADC364448ED812351797D02963F3">
    <w:name w:val="4F036ADC364448ED812351797D02963F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A302A3819EE46D496C6DEB83E57A9A43">
    <w:name w:val="6A302A3819EE46D496C6DEB83E57A9A4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DEC96E2F26B4C2CA36348D07BEB06753">
    <w:name w:val="6DEC96E2F26B4C2CA36348D07BEB0675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DEA4E3E1936430EA888E7E500FACE373">
    <w:name w:val="7DEA4E3E1936430EA888E7E500FACE37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B246C2AF95A4167962C1205BAF1513F3">
    <w:name w:val="9B246C2AF95A4167962C1205BAF1513F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924650FA18E4E4DBC8C0EC27BDF403B3">
    <w:name w:val="8924650FA18E4E4DBC8C0EC27BDF403B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0EA4E91F50D4581A7586F33B7E6A4683">
    <w:name w:val="A0EA4E91F50D4581A7586F33B7E6A468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B50C5DDD9BB419DBD41622FE7E0BE763">
    <w:name w:val="2B50C5DDD9BB419DBD41622FE7E0BE76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5AF9CF9E04D4AA996D88E94FAC8C99D">
    <w:name w:val="45AF9CF9E04D4AA996D88E94FAC8C99D"/>
    <w:rsid w:val="00D167B3"/>
  </w:style>
  <w:style w:type="paragraph" w:customStyle="1" w:styleId="DE3CBF1B117E428389F6B227495FB013">
    <w:name w:val="DE3CBF1B117E428389F6B227495FB013"/>
    <w:rsid w:val="00D167B3"/>
  </w:style>
  <w:style w:type="paragraph" w:customStyle="1" w:styleId="F4B0D8C1689D441FB6542F62E2F71A81">
    <w:name w:val="F4B0D8C1689D441FB6542F62E2F71A81"/>
    <w:rsid w:val="00D167B3"/>
  </w:style>
  <w:style w:type="paragraph" w:customStyle="1" w:styleId="8743D128441147BC927A4CD11CA96AC7">
    <w:name w:val="8743D128441147BC927A4CD11CA96AC7"/>
    <w:rsid w:val="00D167B3"/>
  </w:style>
  <w:style w:type="paragraph" w:customStyle="1" w:styleId="F4D9DF04A4DC47FBBB59BD824EA702D8">
    <w:name w:val="F4D9DF04A4DC47FBBB59BD824EA702D8"/>
    <w:rsid w:val="00D167B3"/>
  </w:style>
  <w:style w:type="paragraph" w:customStyle="1" w:styleId="DF1170EF97504DFBB2AE8FB2745BCC73">
    <w:name w:val="DF1170EF97504DFBB2AE8FB2745BCC73"/>
    <w:rsid w:val="00D167B3"/>
  </w:style>
  <w:style w:type="paragraph" w:customStyle="1" w:styleId="A49D92AB516040898273B0F73D353BE0">
    <w:name w:val="A49D92AB516040898273B0F73D353BE0"/>
    <w:rsid w:val="00D167B3"/>
  </w:style>
  <w:style w:type="paragraph" w:customStyle="1" w:styleId="7B35626480664882BC1448B37229DD49">
    <w:name w:val="7B35626480664882BC1448B37229DD49"/>
    <w:rsid w:val="00033238"/>
  </w:style>
  <w:style w:type="paragraph" w:customStyle="1" w:styleId="7F10A4E910ED40AEAEE08E1787BA14E2">
    <w:name w:val="7F10A4E910ED40AEAEE08E1787BA14E2"/>
    <w:rsid w:val="00033238"/>
  </w:style>
  <w:style w:type="paragraph" w:customStyle="1" w:styleId="8DDBA178EF23496DAAD34BB445F4E0DD">
    <w:name w:val="8DDBA178EF23496DAAD34BB445F4E0DD"/>
    <w:rsid w:val="00033238"/>
  </w:style>
  <w:style w:type="paragraph" w:customStyle="1" w:styleId="97E7A9EC5F954A5E91DDC63542B41304">
    <w:name w:val="97E7A9EC5F954A5E91DDC63542B41304"/>
    <w:rsid w:val="00033238"/>
  </w:style>
  <w:style w:type="paragraph" w:customStyle="1" w:styleId="BCD8CAEE2CE9467985BFA238B1BB3618">
    <w:name w:val="BCD8CAEE2CE9467985BFA238B1BB3618"/>
    <w:rsid w:val="00033238"/>
  </w:style>
  <w:style w:type="paragraph" w:customStyle="1" w:styleId="1A7402DDA6024A4587E9E16553B1FEF0">
    <w:name w:val="1A7402DDA6024A4587E9E16553B1FEF0"/>
    <w:rsid w:val="00033238"/>
  </w:style>
  <w:style w:type="paragraph" w:customStyle="1" w:styleId="A5FB3D45503E4536B533EF0345839499">
    <w:name w:val="A5FB3D45503E4536B533EF0345839499"/>
    <w:rsid w:val="00A10373"/>
  </w:style>
  <w:style w:type="paragraph" w:customStyle="1" w:styleId="6C76CDC87B564ADB8B2C748AC6B6B850">
    <w:name w:val="6C76CDC87B564ADB8B2C748AC6B6B850"/>
    <w:rsid w:val="00A10373"/>
  </w:style>
  <w:style w:type="paragraph" w:customStyle="1" w:styleId="DCCAA63B48204EA587203B6BA0E80810">
    <w:name w:val="DCCAA63B48204EA587203B6BA0E80810"/>
    <w:rsid w:val="004F58F3"/>
  </w:style>
  <w:style w:type="paragraph" w:customStyle="1" w:styleId="B117F2AA8E2246FFB50A41B978753FC7">
    <w:name w:val="B117F2AA8E2246FFB50A41B978753FC7"/>
    <w:rsid w:val="004F58F3"/>
  </w:style>
  <w:style w:type="paragraph" w:customStyle="1" w:styleId="EB7DD2C42B594EB58B87524E337174F0">
    <w:name w:val="EB7DD2C42B594EB58B87524E337174F0"/>
    <w:rsid w:val="0073788B"/>
  </w:style>
  <w:style w:type="paragraph" w:customStyle="1" w:styleId="27ECC88FB23E4A498D752B4D4AB3A0AE">
    <w:name w:val="27ECC88FB23E4A498D752B4D4AB3A0AE"/>
    <w:rsid w:val="0073788B"/>
  </w:style>
  <w:style w:type="paragraph" w:customStyle="1" w:styleId="30CA166EAEAD48C3ACE1B407A05F174C">
    <w:name w:val="30CA166EAEAD48C3ACE1B407A05F174C"/>
    <w:rsid w:val="0073788B"/>
  </w:style>
  <w:style w:type="paragraph" w:customStyle="1" w:styleId="C6EBBEA9E56944D480009D51C86F6F5E">
    <w:name w:val="C6EBBEA9E56944D480009D51C86F6F5E"/>
    <w:rsid w:val="0073788B"/>
  </w:style>
  <w:style w:type="paragraph" w:customStyle="1" w:styleId="3AA007E81EB147FAB03CCFDC704F9551">
    <w:name w:val="3AA007E81EB147FAB03CCFDC704F9551"/>
    <w:rsid w:val="0073788B"/>
  </w:style>
  <w:style w:type="paragraph" w:customStyle="1" w:styleId="9B699E8A2A174C11B71596990843EE16">
    <w:name w:val="9B699E8A2A174C11B71596990843EE16"/>
    <w:rsid w:val="0073788B"/>
  </w:style>
  <w:style w:type="paragraph" w:customStyle="1" w:styleId="614A0F0979DA4B53AD064C376FDDA06B">
    <w:name w:val="614A0F0979DA4B53AD064C376FDDA06B"/>
    <w:rsid w:val="0073788B"/>
  </w:style>
  <w:style w:type="paragraph" w:customStyle="1" w:styleId="77C70856CB184A62BCA7DA005674324D">
    <w:name w:val="77C70856CB184A62BCA7DA005674324D"/>
    <w:rsid w:val="0073788B"/>
  </w:style>
  <w:style w:type="paragraph" w:customStyle="1" w:styleId="28BFF5C5E9104670892C065753415B247">
    <w:name w:val="28BFF5C5E9104670892C065753415B24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D55373F85CD4BCD92FA1E3AF9F9A0347">
    <w:name w:val="ED55373F85CD4BCD92FA1E3AF9F9A034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018DD4174114447838E4222EC62CCD27">
    <w:name w:val="3018DD4174114447838E4222EC62CCD2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99668025837499F9DD313115E937E127">
    <w:name w:val="499668025837499F9DD313115E937E12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10962645704621A420FDC915805BD37">
    <w:name w:val="4810962645704621A420FDC915805BD3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87662CDAE8643ACA61D000B390D48E17">
    <w:name w:val="787662CDAE8643ACA61D000B390D48E1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6A03D15359B42D186DDC1DD83DE93247">
    <w:name w:val="36A03D15359B42D186DDC1DD83DE9324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CAEC4AB4C8473DA4176731FB638F0E7">
    <w:name w:val="02CAEC4AB4C8473DA4176731FB638F0E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BEB2E2370964B39878C61D60A4E4CFE7">
    <w:name w:val="9BEB2E2370964B39878C61D60A4E4CFE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9C787E4B040431AAE8C6B101341584E7">
    <w:name w:val="99C787E4B040431AAE8C6B101341584E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A395100EFF446392E430920B9027ED7">
    <w:name w:val="90A395100EFF446392E430920B9027ED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1D9E3B3B0F548E8A2AC207BA8837CDD7">
    <w:name w:val="61D9E3B3B0F548E8A2AC207BA8837CDD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45834A62F16445CA0376226346E3DC27">
    <w:name w:val="E45834A62F16445CA0376226346E3DC2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45FB16FC8B547AC80D480082264F22A7">
    <w:name w:val="745FB16FC8B547AC80D480082264F22A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842075463914D2B8E15ECE6670328087">
    <w:name w:val="E842075463914D2B8E15ECE667032808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E2ADA5779A54B079C3787947C8AE5FA7">
    <w:name w:val="BE2ADA5779A54B079C3787947C8AE5FA7"/>
    <w:rsid w:val="0073788B"/>
    <w:pPr>
      <w:tabs>
        <w:tab w:val="center" w:pos="4536"/>
        <w:tab w:val="right" w:pos="9072"/>
      </w:tabs>
      <w:spacing w:before="40" w:after="40" w:line="240" w:lineRule="auto"/>
      <w:ind w:left="454"/>
    </w:pPr>
    <w:rPr>
      <w:rFonts w:ascii="Arial" w:eastAsia="Times New Roman" w:hAnsi="Arial" w:cs="Arial"/>
      <w:sz w:val="16"/>
      <w:szCs w:val="24"/>
    </w:rPr>
  </w:style>
  <w:style w:type="paragraph" w:customStyle="1" w:styleId="DD1C3903CCE0497EAE1B056D259E0C4A7">
    <w:name w:val="DD1C3903CCE0497EAE1B056D259E0C4A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2C82A435F36454D9568B20666E9BA4C7">
    <w:name w:val="A2C82A435F36454D9568B20666E9BA4C7"/>
    <w:rsid w:val="0073788B"/>
    <w:pPr>
      <w:tabs>
        <w:tab w:val="center" w:pos="4536"/>
        <w:tab w:val="right" w:pos="9072"/>
      </w:tabs>
      <w:spacing w:before="40" w:after="40" w:line="240" w:lineRule="auto"/>
      <w:ind w:left="454"/>
    </w:pPr>
    <w:rPr>
      <w:rFonts w:ascii="Arial" w:eastAsia="Times New Roman" w:hAnsi="Arial" w:cs="Arial"/>
      <w:sz w:val="16"/>
      <w:szCs w:val="24"/>
    </w:rPr>
  </w:style>
  <w:style w:type="paragraph" w:customStyle="1" w:styleId="1CD9EDFF224D4480B7B81433F9F2F8A17">
    <w:name w:val="1CD9EDFF224D4480B7B81433F9F2F8A1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C76CDC87B564ADB8B2C748AC6B6B8501">
    <w:name w:val="6C76CDC87B564ADB8B2C748AC6B6B850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CCAA63B48204EA587203B6BA0E808101">
    <w:name w:val="DCCAA63B48204EA587203B6BA0E80810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117F2AA8E2246FFB50A41B978753FC71">
    <w:name w:val="B117F2AA8E2246FFB50A41B978753FC7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CCFF6C269574583A72319B3D777A27F7">
    <w:name w:val="0CCFF6C269574583A72319B3D777A27F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796BF94894439BAFDA2E34A093C0CB7">
    <w:name w:val="D6796BF94894439BAFDA2E34A093C0CB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0F6057CC8374DEDBD5EB9091D7FC5CC7">
    <w:name w:val="30F6057CC8374DEDBD5EB9091D7FC5CC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14A0F0979DA4B53AD064C376FDDA06B1">
    <w:name w:val="614A0F0979DA4B53AD064C376FDDA06B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AD53843F3C94AA993D5FE559E20CB2E7">
    <w:name w:val="0AD53843F3C94AA993D5FE559E20CB2E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3BD7B8C879343528B9141A6DFE268B57">
    <w:name w:val="33BD7B8C879343528B9141A6DFE268B5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F813ABA0D2F4416BA303624689AA0BA7">
    <w:name w:val="2F813ABA0D2F4416BA303624689AA0BA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A5FA0C5C25242A9B0B9C812D83403E77">
    <w:name w:val="DA5FA0C5C25242A9B0B9C812D83403E7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7C70856CB184A62BCA7DA005674324D1">
    <w:name w:val="77C70856CB184A62BCA7DA005674324D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277D3FF483D4E82B3BABE3181CC5D1A7">
    <w:name w:val="A277D3FF483D4E82B3BABE3181CC5D1A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634D920D76E493BA61C547130FC87CC7">
    <w:name w:val="B634D920D76E493BA61C547130FC87CC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397E3F6CC5D4E9FB4A3C7F71D898F157">
    <w:name w:val="9397E3F6CC5D4E9FB4A3C7F71D898F15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E6F5B021D8E4487A1C869AEE4367FDD7">
    <w:name w:val="4E6F5B021D8E4487A1C869AEE4367FDD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4D6CF74A1A4C8682C7B764BC9C13B07">
    <w:name w:val="024D6CF74A1A4C8682C7B764BC9C13B0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75677E9C4CF4E32B79F9E5B522360477">
    <w:name w:val="375677E9C4CF4E32B79F9E5B52236047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E0B88CC67FE45AE80DA2E617FA341A0">
    <w:name w:val="CE0B88CC67FE45AE80DA2E617FA341A0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8F4355924DA4399B74046C329C73808">
    <w:name w:val="E8F4355924DA4399B74046C329C7380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DBD54F148564D7099CD32AE4FB39444">
    <w:name w:val="8DBD54F148564D7099CD32AE4FB39444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1EE660CB04D4D6ABC4535CFA5721DD7">
    <w:name w:val="C1EE660CB04D4D6ABC4535CFA5721DD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DB35FE982A6495FB362C05368FAF032">
    <w:name w:val="FDB35FE982A6495FB362C05368FAF032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4EBC96582B84BDBAA89130BD804EE87">
    <w:name w:val="44EBC96582B84BDBAA89130BD804EE8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5D06FB967B441A0B46DC885978E7960">
    <w:name w:val="45D06FB967B441A0B46DC885978E7960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15DDBC1AF184031B617C4BDC3223239">
    <w:name w:val="815DDBC1AF184031B617C4BDC3223239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333FF23EE8F4A928ED9E7EBD89CD024">
    <w:name w:val="E333FF23EE8F4A928ED9E7EBD89CD024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B0325DAB87341FEA97CB1BB32092C46">
    <w:name w:val="3B0325DAB87341FEA97CB1BB32092C46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BF71C5404464CDEA8A9B3E21DDF6B87">
    <w:name w:val="0BF71C5404464CDEA8A9B3E21DDF6B8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2CE2E473A0D42FB98E3480CFC06A105">
    <w:name w:val="C2CE2E473A0D42FB98E3480CFC06A105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84C56AA85CE48C0BC65053A0B62033D">
    <w:name w:val="B84C56AA85CE48C0BC65053A0B62033D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06F6C75D66749DAAA1B73F5BBEA32D5">
    <w:name w:val="B06F6C75D66749DAAA1B73F5BBEA32D5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CE294CA98BA44BEB76738C7ED455ABD">
    <w:name w:val="1CE294CA98BA44BEB76738C7ED455ABD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8325A59BF964AC89DD6FFA04CA9675D">
    <w:name w:val="08325A59BF964AC89DD6FFA04CA9675D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63B3251C9A04B3A90732A89D50FC141">
    <w:name w:val="B63B3251C9A04B3A90732A89D50FC14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21D47136F1F4B9F9A6104D01DF8608C">
    <w:name w:val="D21D47136F1F4B9F9A6104D01DF8608C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90DD354CE7743F09883C1C78B4DBE46">
    <w:name w:val="C90DD354CE7743F09883C1C78B4DBE46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0D97C98F12949CE97E49C73D3FB30ED">
    <w:name w:val="F0D97C98F12949CE97E49C73D3FB30ED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6992E29D3DF445A9A8A780E432469B0">
    <w:name w:val="66992E29D3DF445A9A8A780E432469B0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360432A666F45F4ABC2ECA0E57DD9D8">
    <w:name w:val="8360432A666F45F4ABC2ECA0E57DD9D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2B34838B51440D19AD06400531C5D16">
    <w:name w:val="22B34838B51440D19AD06400531C5D16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6D88E969EB24DFBBB790DC1732EA1AD">
    <w:name w:val="96D88E969EB24DFBBB790DC1732EA1AD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B07A896E5474C15ADE74994AB4A05DE">
    <w:name w:val="BB07A896E5474C15ADE74994AB4A05DE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F041832E3FF4B97A821B1B79E2F82B7">
    <w:name w:val="6F041832E3FF4B97A821B1B79E2F82B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9514C9FFFA541DEB41283CDB32B3389">
    <w:name w:val="E9514C9FFFA541DEB41283CDB32B3389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89081382939491D8A31E8C19A9B4762">
    <w:name w:val="389081382939491D8A31E8C19A9B4762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8F66A86B6A34884ACCE9DE6F58B1838">
    <w:name w:val="88F66A86B6A34884ACCE9DE6F58B183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C79E4402BDE43CAA1EE4FF64E5AE5FC">
    <w:name w:val="4C79E4402BDE43CAA1EE4FF64E5AE5FC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B0331618D3B42D4B884DD7C52070DF9">
    <w:name w:val="EB0331618D3B42D4B884DD7C52070DF9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BA937EF9E1A4221A0CF6BEA71FA705B">
    <w:name w:val="EBA937EF9E1A4221A0CF6BEA71FA705B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0C965BA8F0245C4B5049EA7BC45EC35">
    <w:name w:val="F0C965BA8F0245C4B5049EA7BC45EC35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B448D2935964E1BB3B964F8D9CEC08E">
    <w:name w:val="2B448D2935964E1BB3B964F8D9CEC08E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B711ED7F0C3410E87A65D35C19A2AA5">
    <w:name w:val="6B711ED7F0C3410E87A65D35C19A2AA5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A75F749734143FB9C8D2CAFA6DCFEBA">
    <w:name w:val="4A75F749734143FB9C8D2CAFA6DCFEBA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DD4EE0B5D4D4EB8B327309B222C080B">
    <w:name w:val="CDD4EE0B5D4D4EB8B327309B222C080B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DD40E451A534C2483690B67FF30885A">
    <w:name w:val="7DD40E451A534C2483690B67FF30885A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1BDA0FF5C1F4DEFBD553CB953C5241A">
    <w:name w:val="41BDA0FF5C1F4DEFBD553CB953C5241A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42B43B7FF9E48DE8570095FD0087A64">
    <w:name w:val="E42B43B7FF9E48DE8570095FD0087A64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808723BDC3D44E2A4C0F6822A375118">
    <w:name w:val="2808723BDC3D44E2A4C0F6822A37511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FCC5DE31C124B7AB94212692DA44E02">
    <w:name w:val="9FCC5DE31C124B7AB94212692DA44E02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E61A4EFD353419F8491B7EA03DA628D">
    <w:name w:val="9E61A4EFD353419F8491B7EA03DA628D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6F6ECBA721C48FFA3C020BA823DA732">
    <w:name w:val="16F6ECBA721C48FFA3C020BA823DA732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51AEA701C8C40FB804EE4ED2CBEC42F">
    <w:name w:val="B51AEA701C8C40FB804EE4ED2CBEC42F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D45500061FE448EB4DA80B4C7AD55C5">
    <w:name w:val="CD45500061FE448EB4DA80B4C7AD55C5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F3107C0604D4C498F7F1FD530B0EB5E">
    <w:name w:val="AF3107C0604D4C498F7F1FD530B0EB5E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4A32A4D41B34C478BE057BBBEC0D009">
    <w:name w:val="E4A32A4D41B34C478BE057BBBEC0D009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2F32B11696C496F8843C26409F113F6">
    <w:name w:val="72F32B11696C496F8843C26409F113F6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4760E1D326641D6B6939A4655970401">
    <w:name w:val="64760E1D326641D6B6939A465597040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AA94F045BE64DC4A87923C3D235EA95">
    <w:name w:val="9AA94F045BE64DC4A87923C3D235EA95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6185A05CC374AE3AF845F5C057A2C10">
    <w:name w:val="76185A05CC374AE3AF845F5C057A2C10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66078E2F164495D8280F913050CACD9">
    <w:name w:val="566078E2F164495D8280F913050CACD9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EE068E29AE64901ADB29AA2FB7075FF">
    <w:name w:val="DEE068E29AE64901ADB29AA2FB7075FF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1E28AB115214A45B6A1E04A7DA10906">
    <w:name w:val="F1E28AB115214A45B6A1E04A7DA10906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CF0E10B72B04B44B46DB1FE2AE05249">
    <w:name w:val="9CF0E10B72B04B44B46DB1FE2AE05249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57158BDE248400089AE07B84B97E0C2">
    <w:name w:val="857158BDE248400089AE07B84B97E0C2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10C7139ADB140A69CE3FE74FC5DF750">
    <w:name w:val="210C7139ADB140A69CE3FE74FC5DF750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056CC30960C42818D0864BC10567F0A">
    <w:name w:val="E056CC30960C42818D0864BC10567F0A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1872373A2D24F50954394FD4AA87C72">
    <w:name w:val="41872373A2D24F50954394FD4AA87C72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942A557ED834C4A81D96E5C38148BFC">
    <w:name w:val="1942A557ED834C4A81D96E5C38148BFC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894498A2E6449599E4F6D9B2EDEAAB7">
    <w:name w:val="6894498A2E6449599E4F6D9B2EDEAAB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0C8D9F2896647CC876407B9D4B5D210">
    <w:name w:val="70C8D9F2896647CC876407B9D4B5D210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BC61285DD9E4A9AACE4684411F6F214">
    <w:name w:val="DBC61285DD9E4A9AACE4684411F6F214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4CCD324D07D4371B3FC42514278E0AD">
    <w:name w:val="D4CCD324D07D4371B3FC42514278E0AD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5774A33D14742A48CB9838A4A632274">
    <w:name w:val="15774A33D14742A48CB9838A4A632274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5528270C1FA426794823CE1884A4332">
    <w:name w:val="25528270C1FA426794823CE1884A4332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ACA979FE399401EBF74472E1470C6E9">
    <w:name w:val="CACA979FE399401EBF74472E1470C6E9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C311C5B77A74ED6A8E49C1C88017B7B">
    <w:name w:val="CC311C5B77A74ED6A8E49C1C88017B7B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CD45F1D812E405788B4BC42C6AC1F81">
    <w:name w:val="BCD45F1D812E405788B4BC42C6AC1F8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9F5D54180B64DB98B2129F47575811B">
    <w:name w:val="39F5D54180B64DB98B2129F47575811B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E52BF824C2C46BDBB0223FDB3AE9E67">
    <w:name w:val="4E52BF824C2C46BDBB0223FDB3AE9E6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31F5BDE7F9C4B23B0CFEBDA360904BC">
    <w:name w:val="331F5BDE7F9C4B23B0CFEBDA360904BC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D17AAF1FCA8468F93E54EC35776CB2E">
    <w:name w:val="0D17AAF1FCA8468F93E54EC35776CB2E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49ABA3D0C641B6ABD9972F8ADD975B">
    <w:name w:val="9049ABA3D0C641B6ABD9972F8ADD975B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2A2591E12CD437F89A8DB0DE8DBF56B">
    <w:name w:val="42A2591E12CD437F89A8DB0DE8DBF56B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E3FE5E3D9BB44E8A5C9F0FD36F79705">
    <w:name w:val="7E3FE5E3D9BB44E8A5C9F0FD36F79705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7E10FF1AADD4B169A86A38B5520D381">
    <w:name w:val="B7E10FF1AADD4B169A86A38B5520D38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E0D8B5CEB3F4EAD8AEB82C5AB800F84">
    <w:name w:val="EE0D8B5CEB3F4EAD8AEB82C5AB800F84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747B0B24C9041D7ACEF7ED238ACCA7F">
    <w:name w:val="3747B0B24C9041D7ACEF7ED238ACCA7F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3E4F7DDCEF643D4B2AC1028C3538C72">
    <w:name w:val="43E4F7DDCEF643D4B2AC1028C3538C72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2448BF750A949339D99B23F3747E924">
    <w:name w:val="52448BF750A949339D99B23F3747E924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3894C94CBF74FA0B634C620F360D772">
    <w:name w:val="E3894C94CBF74FA0B634C620F360D772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0EB30A9EE794AC7BE998DBE9D7F9F6C">
    <w:name w:val="F0EB30A9EE794AC7BE998DBE9D7F9F6C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F46CE0CFD2F492989DD22B667EA0839">
    <w:name w:val="DF46CE0CFD2F492989DD22B667EA0839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EB9BEA3532A40CCADBE21B8CB05C5E1">
    <w:name w:val="BEB9BEA3532A40CCADBE21B8CB05C5E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DFFC6FC034946409812E01A75C6E546">
    <w:name w:val="1DFFC6FC034946409812E01A75C6E546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D3BFD9745BD4877AB0C5368AE48FD6A">
    <w:name w:val="2D3BFD9745BD4877AB0C5368AE48FD6A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9763AB142224B3DA4871C7200C630A5">
    <w:name w:val="59763AB142224B3DA4871C7200C630A5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92CD99D835E4D8DBF1FEB0D4F1F5880">
    <w:name w:val="792CD99D835E4D8DBF1FEB0D4F1F5880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0202B9E9CFA42F792CAD33BCBBF8B21">
    <w:name w:val="50202B9E9CFA42F792CAD33BCBBF8B2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46F4A00896042D09A300F14D3422F57">
    <w:name w:val="F46F4A00896042D09A300F14D3422F5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A05FFA262114E9C8C6D25995CECD42E">
    <w:name w:val="DA05FFA262114E9C8C6D25995CECD42E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4B4E6F5DE0F4D56A801E1138D86E8C6">
    <w:name w:val="54B4E6F5DE0F4D56A801E1138D86E8C6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73DA4ADEB54409F9274985B8994F783">
    <w:name w:val="773DA4ADEB54409F9274985B8994F783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8BFF5C5E9104670892C065753415B248">
    <w:name w:val="28BFF5C5E9104670892C065753415B24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D55373F85CD4BCD92FA1E3AF9F9A0348">
    <w:name w:val="ED55373F85CD4BCD92FA1E3AF9F9A034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018DD4174114447838E4222EC62CCD28">
    <w:name w:val="3018DD4174114447838E4222EC62CCD2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99668025837499F9DD313115E937E128">
    <w:name w:val="499668025837499F9DD313115E937E12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10962645704621A420FDC915805BD38">
    <w:name w:val="4810962645704621A420FDC915805BD3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87662CDAE8643ACA61D000B390D48E18">
    <w:name w:val="787662CDAE8643ACA61D000B390D48E1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6A03D15359B42D186DDC1DD83DE93248">
    <w:name w:val="36A03D15359B42D186DDC1DD83DE9324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CAEC4AB4C8473DA4176731FB638F0E8">
    <w:name w:val="02CAEC4AB4C8473DA4176731FB638F0E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BEB2E2370964B39878C61D60A4E4CFE8">
    <w:name w:val="9BEB2E2370964B39878C61D60A4E4CFE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9C787E4B040431AAE8C6B101341584E8">
    <w:name w:val="99C787E4B040431AAE8C6B101341584E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A395100EFF446392E430920B9027ED8">
    <w:name w:val="90A395100EFF446392E430920B9027ED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1D9E3B3B0F548E8A2AC207BA8837CDD8">
    <w:name w:val="61D9E3B3B0F548E8A2AC207BA8837CDD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45834A62F16445CA0376226346E3DC28">
    <w:name w:val="E45834A62F16445CA0376226346E3DC2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45FB16FC8B547AC80D480082264F22A8">
    <w:name w:val="745FB16FC8B547AC80D480082264F22A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842075463914D2B8E15ECE6670328088">
    <w:name w:val="E842075463914D2B8E15ECE667032808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E2ADA5779A54B079C3787947C8AE5FA8">
    <w:name w:val="BE2ADA5779A54B079C3787947C8AE5FA8"/>
    <w:rsid w:val="0073788B"/>
    <w:pPr>
      <w:tabs>
        <w:tab w:val="center" w:pos="4536"/>
        <w:tab w:val="right" w:pos="9072"/>
      </w:tabs>
      <w:spacing w:before="40" w:after="40" w:line="240" w:lineRule="auto"/>
      <w:ind w:left="454"/>
    </w:pPr>
    <w:rPr>
      <w:rFonts w:ascii="Arial" w:eastAsia="Times New Roman" w:hAnsi="Arial" w:cs="Arial"/>
      <w:sz w:val="16"/>
      <w:szCs w:val="24"/>
    </w:rPr>
  </w:style>
  <w:style w:type="paragraph" w:customStyle="1" w:styleId="DD1C3903CCE0497EAE1B056D259E0C4A8">
    <w:name w:val="DD1C3903CCE0497EAE1B056D259E0C4A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2C82A435F36454D9568B20666E9BA4C8">
    <w:name w:val="A2C82A435F36454D9568B20666E9BA4C8"/>
    <w:rsid w:val="0073788B"/>
    <w:pPr>
      <w:tabs>
        <w:tab w:val="center" w:pos="4536"/>
        <w:tab w:val="right" w:pos="9072"/>
      </w:tabs>
      <w:spacing w:before="40" w:after="40" w:line="240" w:lineRule="auto"/>
      <w:ind w:left="454"/>
    </w:pPr>
    <w:rPr>
      <w:rFonts w:ascii="Arial" w:eastAsia="Times New Roman" w:hAnsi="Arial" w:cs="Arial"/>
      <w:sz w:val="16"/>
      <w:szCs w:val="24"/>
    </w:rPr>
  </w:style>
  <w:style w:type="paragraph" w:customStyle="1" w:styleId="1CD9EDFF224D4480B7B81433F9F2F8A18">
    <w:name w:val="1CD9EDFF224D4480B7B81433F9F2F8A1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C76CDC87B564ADB8B2C748AC6B6B8502">
    <w:name w:val="6C76CDC87B564ADB8B2C748AC6B6B8502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CCAA63B48204EA587203B6BA0E808102">
    <w:name w:val="DCCAA63B48204EA587203B6BA0E808102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117F2AA8E2246FFB50A41B978753FC72">
    <w:name w:val="B117F2AA8E2246FFB50A41B978753FC72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CCFF6C269574583A72319B3D777A27F8">
    <w:name w:val="0CCFF6C269574583A72319B3D777A27F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796BF94894439BAFDA2E34A093C0CB8">
    <w:name w:val="D6796BF94894439BAFDA2E34A093C0CB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0F6057CC8374DEDBD5EB9091D7FC5CC8">
    <w:name w:val="30F6057CC8374DEDBD5EB9091D7FC5CC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14A0F0979DA4B53AD064C376FDDA06B2">
    <w:name w:val="614A0F0979DA4B53AD064C376FDDA06B2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AD53843F3C94AA993D5FE559E20CB2E8">
    <w:name w:val="0AD53843F3C94AA993D5FE559E20CB2E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3BD7B8C879343528B9141A6DFE268B58">
    <w:name w:val="33BD7B8C879343528B9141A6DFE268B5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F813ABA0D2F4416BA303624689AA0BA8">
    <w:name w:val="2F813ABA0D2F4416BA303624689AA0BA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A5FA0C5C25242A9B0B9C812D83403E78">
    <w:name w:val="DA5FA0C5C25242A9B0B9C812D83403E7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277D3FF483D4E82B3BABE3181CC5D1A8">
    <w:name w:val="A277D3FF483D4E82B3BABE3181CC5D1A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634D920D76E493BA61C547130FC87CC8">
    <w:name w:val="B634D920D76E493BA61C547130FC87CC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397E3F6CC5D4E9FB4A3C7F71D898F158">
    <w:name w:val="9397E3F6CC5D4E9FB4A3C7F71D898F15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E6F5B021D8E4487A1C869AEE4367FDD8">
    <w:name w:val="4E6F5B021D8E4487A1C869AEE4367FDD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4D6CF74A1A4C8682C7B764BC9C13B08">
    <w:name w:val="024D6CF74A1A4C8682C7B764BC9C13B0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75677E9C4CF4E32B79F9E5B522360478">
    <w:name w:val="375677E9C4CF4E32B79F9E5B52236047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E0B88CC67FE45AE80DA2E617FA341A01">
    <w:name w:val="CE0B88CC67FE45AE80DA2E617FA341A0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8F4355924DA4399B74046C329C738081">
    <w:name w:val="E8F4355924DA4399B74046C329C73808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DBD54F148564D7099CD32AE4FB394441">
    <w:name w:val="8DBD54F148564D7099CD32AE4FB39444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1EE660CB04D4D6ABC4535CFA5721DD71">
    <w:name w:val="C1EE660CB04D4D6ABC4535CFA5721DD7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DB35FE982A6495FB362C05368FAF0321">
    <w:name w:val="FDB35FE982A6495FB362C05368FAF032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4EBC96582B84BDBAA89130BD804EE871">
    <w:name w:val="44EBC96582B84BDBAA89130BD804EE87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5D06FB967B441A0B46DC885978E79601">
    <w:name w:val="45D06FB967B441A0B46DC885978E7960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15DDBC1AF184031B617C4BDC32232391">
    <w:name w:val="815DDBC1AF184031B617C4BDC3223239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333FF23EE8F4A928ED9E7EBD89CD0241">
    <w:name w:val="E333FF23EE8F4A928ED9E7EBD89CD024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B0325DAB87341FEA97CB1BB32092C461">
    <w:name w:val="3B0325DAB87341FEA97CB1BB32092C46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BF71C5404464CDEA8A9B3E21DDF6B871">
    <w:name w:val="0BF71C5404464CDEA8A9B3E21DDF6B87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2CE2E473A0D42FB98E3480CFC06A1051">
    <w:name w:val="C2CE2E473A0D42FB98E3480CFC06A105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84C56AA85CE48C0BC65053A0B62033D1">
    <w:name w:val="B84C56AA85CE48C0BC65053A0B62033D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06F6C75D66749DAAA1B73F5BBEA32D51">
    <w:name w:val="B06F6C75D66749DAAA1B73F5BBEA32D5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CE294CA98BA44BEB76738C7ED455ABD1">
    <w:name w:val="1CE294CA98BA44BEB76738C7ED455ABD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8325A59BF964AC89DD6FFA04CA9675D1">
    <w:name w:val="08325A59BF964AC89DD6FFA04CA9675D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63B3251C9A04B3A90732A89D50FC1411">
    <w:name w:val="B63B3251C9A04B3A90732A89D50FC141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21D47136F1F4B9F9A6104D01DF8608C1">
    <w:name w:val="D21D47136F1F4B9F9A6104D01DF8608C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90DD354CE7743F09883C1C78B4DBE461">
    <w:name w:val="C90DD354CE7743F09883C1C78B4DBE46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0D97C98F12949CE97E49C73D3FB30ED1">
    <w:name w:val="F0D97C98F12949CE97E49C73D3FB30ED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6992E29D3DF445A9A8A780E432469B01">
    <w:name w:val="66992E29D3DF445A9A8A780E432469B0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360432A666F45F4ABC2ECA0E57DD9D81">
    <w:name w:val="8360432A666F45F4ABC2ECA0E57DD9D8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2B34838B51440D19AD06400531C5D161">
    <w:name w:val="22B34838B51440D19AD06400531C5D16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6D88E969EB24DFBBB790DC1732EA1AD1">
    <w:name w:val="96D88E969EB24DFBBB790DC1732EA1AD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B07A896E5474C15ADE74994AB4A05DE1">
    <w:name w:val="BB07A896E5474C15ADE74994AB4A05DE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F041832E3FF4B97A821B1B79E2F82B71">
    <w:name w:val="6F041832E3FF4B97A821B1B79E2F82B7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9514C9FFFA541DEB41283CDB32B33891">
    <w:name w:val="E9514C9FFFA541DEB41283CDB32B3389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89081382939491D8A31E8C19A9B47621">
    <w:name w:val="389081382939491D8A31E8C19A9B4762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8F66A86B6A34884ACCE9DE6F58B18381">
    <w:name w:val="88F66A86B6A34884ACCE9DE6F58B1838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C79E4402BDE43CAA1EE4FF64E5AE5FC1">
    <w:name w:val="4C79E4402BDE43CAA1EE4FF64E5AE5FC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B0331618D3B42D4B884DD7C52070DF91">
    <w:name w:val="EB0331618D3B42D4B884DD7C52070DF9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BA937EF9E1A4221A0CF6BEA71FA705B1">
    <w:name w:val="EBA937EF9E1A4221A0CF6BEA71FA705B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0C965BA8F0245C4B5049EA7BC45EC351">
    <w:name w:val="F0C965BA8F0245C4B5049EA7BC45EC35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B448D2935964E1BB3B964F8D9CEC08E1">
    <w:name w:val="2B448D2935964E1BB3B964F8D9CEC08E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B711ED7F0C3410E87A65D35C19A2AA51">
    <w:name w:val="6B711ED7F0C3410E87A65D35C19A2AA5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A75F749734143FB9C8D2CAFA6DCFEBA1">
    <w:name w:val="4A75F749734143FB9C8D2CAFA6DCFEBA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DD4EE0B5D4D4EB8B327309B222C080B1">
    <w:name w:val="CDD4EE0B5D4D4EB8B327309B222C080B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DD40E451A534C2483690B67FF30885A1">
    <w:name w:val="7DD40E451A534C2483690B67FF30885A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1BDA0FF5C1F4DEFBD553CB953C5241A1">
    <w:name w:val="41BDA0FF5C1F4DEFBD553CB953C5241A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42B43B7FF9E48DE8570095FD0087A641">
    <w:name w:val="E42B43B7FF9E48DE8570095FD0087A64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808723BDC3D44E2A4C0F6822A3751181">
    <w:name w:val="2808723BDC3D44E2A4C0F6822A375118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FCC5DE31C124B7AB94212692DA44E021">
    <w:name w:val="9FCC5DE31C124B7AB94212692DA44E02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E61A4EFD353419F8491B7EA03DA628D1">
    <w:name w:val="9E61A4EFD353419F8491B7EA03DA628D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6F6ECBA721C48FFA3C020BA823DA7321">
    <w:name w:val="16F6ECBA721C48FFA3C020BA823DA732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51AEA701C8C40FB804EE4ED2CBEC42F1">
    <w:name w:val="B51AEA701C8C40FB804EE4ED2CBEC42F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D45500061FE448EB4DA80B4C7AD55C51">
    <w:name w:val="CD45500061FE448EB4DA80B4C7AD55C5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F3107C0604D4C498F7F1FD530B0EB5E1">
    <w:name w:val="AF3107C0604D4C498F7F1FD530B0EB5E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4A32A4D41B34C478BE057BBBEC0D0091">
    <w:name w:val="E4A32A4D41B34C478BE057BBBEC0D009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2F32B11696C496F8843C26409F113F61">
    <w:name w:val="72F32B11696C496F8843C26409F113F6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4760E1D326641D6B6939A46559704011">
    <w:name w:val="64760E1D326641D6B6939A4655970401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AA94F045BE64DC4A87923C3D235EA951">
    <w:name w:val="9AA94F045BE64DC4A87923C3D235EA95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6185A05CC374AE3AF845F5C057A2C101">
    <w:name w:val="76185A05CC374AE3AF845F5C057A2C10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66078E2F164495D8280F913050CACD91">
    <w:name w:val="566078E2F164495D8280F913050CACD9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EE068E29AE64901ADB29AA2FB7075FF1">
    <w:name w:val="DEE068E29AE64901ADB29AA2FB7075FF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1E28AB115214A45B6A1E04A7DA109061">
    <w:name w:val="F1E28AB115214A45B6A1E04A7DA10906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CF0E10B72B04B44B46DB1FE2AE052491">
    <w:name w:val="9CF0E10B72B04B44B46DB1FE2AE05249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57158BDE248400089AE07B84B97E0C21">
    <w:name w:val="857158BDE248400089AE07B84B97E0C2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10C7139ADB140A69CE3FE74FC5DF7501">
    <w:name w:val="210C7139ADB140A69CE3FE74FC5DF750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056CC30960C42818D0864BC10567F0A1">
    <w:name w:val="E056CC30960C42818D0864BC10567F0A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1872373A2D24F50954394FD4AA87C721">
    <w:name w:val="41872373A2D24F50954394FD4AA87C72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942A557ED834C4A81D96E5C38148BFC1">
    <w:name w:val="1942A557ED834C4A81D96E5C38148BFC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894498A2E6449599E4F6D9B2EDEAAB71">
    <w:name w:val="6894498A2E6449599E4F6D9B2EDEAAB7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0C8D9F2896647CC876407B9D4B5D2101">
    <w:name w:val="70C8D9F2896647CC876407B9D4B5D210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BC61285DD9E4A9AACE4684411F6F2141">
    <w:name w:val="DBC61285DD9E4A9AACE4684411F6F214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4CCD324D07D4371B3FC42514278E0AD1">
    <w:name w:val="D4CCD324D07D4371B3FC42514278E0AD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5774A33D14742A48CB9838A4A6322741">
    <w:name w:val="15774A33D14742A48CB9838A4A632274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5528270C1FA426794823CE1884A43321">
    <w:name w:val="25528270C1FA426794823CE1884A4332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ACA979FE399401EBF74472E1470C6E91">
    <w:name w:val="CACA979FE399401EBF74472E1470C6E9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C311C5B77A74ED6A8E49C1C88017B7B1">
    <w:name w:val="CC311C5B77A74ED6A8E49C1C88017B7B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CD45F1D812E405788B4BC42C6AC1F811">
    <w:name w:val="BCD45F1D812E405788B4BC42C6AC1F81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9F5D54180B64DB98B2129F47575811B1">
    <w:name w:val="39F5D54180B64DB98B2129F47575811B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E52BF824C2C46BDBB0223FDB3AE9E671">
    <w:name w:val="4E52BF824C2C46BDBB0223FDB3AE9E67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31F5BDE7F9C4B23B0CFEBDA360904BC1">
    <w:name w:val="331F5BDE7F9C4B23B0CFEBDA360904BC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D17AAF1FCA8468F93E54EC35776CB2E1">
    <w:name w:val="0D17AAF1FCA8468F93E54EC35776CB2E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49ABA3D0C641B6ABD9972F8ADD975B1">
    <w:name w:val="9049ABA3D0C641B6ABD9972F8ADD975B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2A2591E12CD437F89A8DB0DE8DBF56B1">
    <w:name w:val="42A2591E12CD437F89A8DB0DE8DBF56B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E3FE5E3D9BB44E8A5C9F0FD36F797051">
    <w:name w:val="7E3FE5E3D9BB44E8A5C9F0FD36F79705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7E10FF1AADD4B169A86A38B5520D3811">
    <w:name w:val="B7E10FF1AADD4B169A86A38B5520D381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E0D8B5CEB3F4EAD8AEB82C5AB800F841">
    <w:name w:val="EE0D8B5CEB3F4EAD8AEB82C5AB800F84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747B0B24C9041D7ACEF7ED238ACCA7F1">
    <w:name w:val="3747B0B24C9041D7ACEF7ED238ACCA7F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3E4F7DDCEF643D4B2AC1028C3538C721">
    <w:name w:val="43E4F7DDCEF643D4B2AC1028C3538C72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2448BF750A949339D99B23F3747E9241">
    <w:name w:val="52448BF750A949339D99B23F3747E924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3894C94CBF74FA0B634C620F360D7721">
    <w:name w:val="E3894C94CBF74FA0B634C620F360D772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0EB30A9EE794AC7BE998DBE9D7F9F6C1">
    <w:name w:val="F0EB30A9EE794AC7BE998DBE9D7F9F6C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F46CE0CFD2F492989DD22B667EA08391">
    <w:name w:val="DF46CE0CFD2F492989DD22B667EA0839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EB9BEA3532A40CCADBE21B8CB05C5E11">
    <w:name w:val="BEB9BEA3532A40CCADBE21B8CB05C5E1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DFFC6FC034946409812E01A75C6E5461">
    <w:name w:val="1DFFC6FC034946409812E01A75C6E546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D3BFD9745BD4877AB0C5368AE48FD6A1">
    <w:name w:val="2D3BFD9745BD4877AB0C5368AE48FD6A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9763AB142224B3DA4871C7200C630A51">
    <w:name w:val="59763AB142224B3DA4871C7200C630A5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92CD99D835E4D8DBF1FEB0D4F1F58801">
    <w:name w:val="792CD99D835E4D8DBF1FEB0D4F1F5880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0202B9E9CFA42F792CAD33BCBBF8B211">
    <w:name w:val="50202B9E9CFA42F792CAD33BCBBF8B21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46F4A00896042D09A300F14D3422F571">
    <w:name w:val="F46F4A00896042D09A300F14D3422F57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A05FFA262114E9C8C6D25995CECD42E1">
    <w:name w:val="DA05FFA262114E9C8C6D25995CECD42E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4B4E6F5DE0F4D56A801E1138D86E8C61">
    <w:name w:val="54B4E6F5DE0F4D56A801E1138D86E8C6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73DA4ADEB54409F9274985B8994F7831">
    <w:name w:val="773DA4ADEB54409F9274985B8994F783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43855E439C54A45976C023FD6010CF2">
    <w:name w:val="C43855E439C54A45976C023FD6010CF2"/>
    <w:rsid w:val="0073788B"/>
  </w:style>
  <w:style w:type="paragraph" w:customStyle="1" w:styleId="D65E01B0099E407887D86EB16E23C4F7">
    <w:name w:val="D65E01B0099E407887D86EB16E23C4F7"/>
    <w:rsid w:val="009E1C2B"/>
  </w:style>
  <w:style w:type="paragraph" w:customStyle="1" w:styleId="8AC9B440CFA14C129DD4432CA9E627AC">
    <w:name w:val="8AC9B440CFA14C129DD4432CA9E627AC"/>
    <w:rsid w:val="009E1C2B"/>
  </w:style>
  <w:style w:type="paragraph" w:customStyle="1" w:styleId="4E3D3241CB67453A9675C28141E30E0F">
    <w:name w:val="4E3D3241CB67453A9675C28141E30E0F"/>
    <w:rsid w:val="009E1C2B"/>
  </w:style>
  <w:style w:type="paragraph" w:customStyle="1" w:styleId="E9E4ABAF18FC4D7DAE5DCD966AF260A5">
    <w:name w:val="E9E4ABAF18FC4D7DAE5DCD966AF260A5"/>
    <w:rsid w:val="009E1C2B"/>
  </w:style>
  <w:style w:type="paragraph" w:customStyle="1" w:styleId="578BEBB0369C4A70B5956AE136B3DEFC">
    <w:name w:val="578BEBB0369C4A70B5956AE136B3DEFC"/>
    <w:rsid w:val="009E1C2B"/>
  </w:style>
  <w:style w:type="paragraph" w:customStyle="1" w:styleId="A731EAE3CFBE41F4BE42527731784AE7">
    <w:name w:val="A731EAE3CFBE41F4BE42527731784AE7"/>
    <w:rsid w:val="009E1C2B"/>
  </w:style>
  <w:style w:type="paragraph" w:customStyle="1" w:styleId="6AEC55C24D9E486A98818726AE796A18">
    <w:name w:val="6AEC55C24D9E486A98818726AE796A18"/>
    <w:rsid w:val="009E1C2B"/>
  </w:style>
  <w:style w:type="paragraph" w:customStyle="1" w:styleId="66447E68AE434774B69FC35733507BD0">
    <w:name w:val="66447E68AE434774B69FC35733507BD0"/>
    <w:rsid w:val="009E1C2B"/>
  </w:style>
  <w:style w:type="paragraph" w:customStyle="1" w:styleId="DDB73116E60E47728A38BDAE6A510C6E">
    <w:name w:val="DDB73116E60E47728A38BDAE6A510C6E"/>
    <w:rsid w:val="009E1C2B"/>
  </w:style>
  <w:style w:type="paragraph" w:customStyle="1" w:styleId="83E61899333148AAB7D973E83AF3DD10">
    <w:name w:val="83E61899333148AAB7D973E83AF3DD10"/>
    <w:rsid w:val="009E1C2B"/>
  </w:style>
  <w:style w:type="paragraph" w:customStyle="1" w:styleId="D88675C3E76E4D12B2EC45A23E36E3D4">
    <w:name w:val="D88675C3E76E4D12B2EC45A23E36E3D4"/>
    <w:rsid w:val="009E1C2B"/>
  </w:style>
  <w:style w:type="paragraph" w:customStyle="1" w:styleId="5DEF678C83094835B64A3BC9B2486C4C">
    <w:name w:val="5DEF678C83094835B64A3BC9B2486C4C"/>
    <w:rsid w:val="009E1C2B"/>
  </w:style>
  <w:style w:type="paragraph" w:customStyle="1" w:styleId="99F6F45772934145882510EF3C580A40">
    <w:name w:val="99F6F45772934145882510EF3C580A40"/>
    <w:rsid w:val="009E1C2B"/>
  </w:style>
  <w:style w:type="paragraph" w:customStyle="1" w:styleId="213BF1D0A928420F9F514A80C8A0F56D">
    <w:name w:val="213BF1D0A928420F9F514A80C8A0F56D"/>
    <w:rsid w:val="009E1C2B"/>
  </w:style>
  <w:style w:type="paragraph" w:customStyle="1" w:styleId="522F57A89B2A46A682F98E42F47A9B0E">
    <w:name w:val="522F57A89B2A46A682F98E42F47A9B0E"/>
    <w:rsid w:val="009E1C2B"/>
  </w:style>
  <w:style w:type="paragraph" w:customStyle="1" w:styleId="0CEB0A81DC004A949B9B550FC3F7077D">
    <w:name w:val="0CEB0A81DC004A949B9B550FC3F7077D"/>
    <w:rsid w:val="009E1C2B"/>
  </w:style>
  <w:style w:type="paragraph" w:customStyle="1" w:styleId="156C747BBE9E4703955B63571B832E71">
    <w:name w:val="156C747BBE9E4703955B63571B832E71"/>
    <w:rsid w:val="009E1C2B"/>
  </w:style>
  <w:style w:type="paragraph" w:customStyle="1" w:styleId="C34AB1347E2F48B49EFB9112F0F46F46">
    <w:name w:val="C34AB1347E2F48B49EFB9112F0F46F46"/>
    <w:rsid w:val="009E1C2B"/>
  </w:style>
  <w:style w:type="paragraph" w:customStyle="1" w:styleId="460EE61990C14F26835A5C45E862E2F4">
    <w:name w:val="460EE61990C14F26835A5C45E862E2F4"/>
    <w:rsid w:val="009E1C2B"/>
  </w:style>
  <w:style w:type="paragraph" w:customStyle="1" w:styleId="407C6D7B195C437C82656F63A8B440AB">
    <w:name w:val="407C6D7B195C437C82656F63A8B440AB"/>
    <w:rsid w:val="009E1C2B"/>
  </w:style>
  <w:style w:type="paragraph" w:customStyle="1" w:styleId="2B8A33B440FE4450A4E39A559169146F">
    <w:name w:val="2B8A33B440FE4450A4E39A559169146F"/>
    <w:rsid w:val="009E1C2B"/>
  </w:style>
  <w:style w:type="paragraph" w:customStyle="1" w:styleId="7DDD676CC62047A6B7771A17E324E86D">
    <w:name w:val="7DDD676CC62047A6B7771A17E324E86D"/>
    <w:rsid w:val="009E1C2B"/>
  </w:style>
  <w:style w:type="paragraph" w:customStyle="1" w:styleId="01B3C8B9DB2949D9A6FA6F0E51F081FF">
    <w:name w:val="01B3C8B9DB2949D9A6FA6F0E51F081FF"/>
    <w:rsid w:val="009E1C2B"/>
  </w:style>
  <w:style w:type="paragraph" w:customStyle="1" w:styleId="1B9203161BCA4C63AF45CEF32346A48D">
    <w:name w:val="1B9203161BCA4C63AF45CEF32346A48D"/>
    <w:rsid w:val="009E1C2B"/>
  </w:style>
  <w:style w:type="paragraph" w:customStyle="1" w:styleId="04D57A2DCA4F4AE985A80DF0AF9E1914">
    <w:name w:val="04D57A2DCA4F4AE985A80DF0AF9E1914"/>
    <w:rsid w:val="009E1C2B"/>
  </w:style>
  <w:style w:type="paragraph" w:customStyle="1" w:styleId="869469D14DEF4CBEBBDDAA8723F064C4">
    <w:name w:val="869469D14DEF4CBEBBDDAA8723F064C4"/>
    <w:rsid w:val="009E1C2B"/>
  </w:style>
  <w:style w:type="paragraph" w:customStyle="1" w:styleId="24A916241F5E450CBF251A2D8C6C672B">
    <w:name w:val="24A916241F5E450CBF251A2D8C6C672B"/>
    <w:rsid w:val="009E1C2B"/>
  </w:style>
  <w:style w:type="paragraph" w:customStyle="1" w:styleId="9F7FC5F93F3940CEA88E0E704669F2EA">
    <w:name w:val="9F7FC5F93F3940CEA88E0E704669F2EA"/>
    <w:rsid w:val="009E1C2B"/>
  </w:style>
  <w:style w:type="paragraph" w:customStyle="1" w:styleId="1626636C7B7F4059A6C9B6DF9B35D6F3">
    <w:name w:val="1626636C7B7F4059A6C9B6DF9B35D6F3"/>
    <w:rsid w:val="009E1C2B"/>
  </w:style>
  <w:style w:type="paragraph" w:customStyle="1" w:styleId="A1F45DEA75F04341A5787E0C0939A020">
    <w:name w:val="A1F45DEA75F04341A5787E0C0939A020"/>
    <w:rsid w:val="009E1C2B"/>
  </w:style>
  <w:style w:type="paragraph" w:customStyle="1" w:styleId="872F573213434C07A9AA694228513BFF">
    <w:name w:val="872F573213434C07A9AA694228513BFF"/>
    <w:rsid w:val="00D3103A"/>
  </w:style>
  <w:style w:type="paragraph" w:customStyle="1" w:styleId="28BFF5C5E9104670892C065753415B249">
    <w:name w:val="28BFF5C5E9104670892C065753415B24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D55373F85CD4BCD92FA1E3AF9F9A0349">
    <w:name w:val="ED55373F85CD4BCD92FA1E3AF9F9A034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018DD4174114447838E4222EC62CCD29">
    <w:name w:val="3018DD4174114447838E4222EC62CCD2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99668025837499F9DD313115E937E129">
    <w:name w:val="499668025837499F9DD313115E937E12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10962645704621A420FDC915805BD39">
    <w:name w:val="4810962645704621A420FDC915805BD3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87662CDAE8643ACA61D000B390D48E19">
    <w:name w:val="787662CDAE8643ACA61D000B390D48E1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6A03D15359B42D186DDC1DD83DE93249">
    <w:name w:val="36A03D15359B42D186DDC1DD83DE9324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CAEC4AB4C8473DA4176731FB638F0E9">
    <w:name w:val="02CAEC4AB4C8473DA4176731FB638F0E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BEB2E2370964B39878C61D60A4E4CFE9">
    <w:name w:val="9BEB2E2370964B39878C61D60A4E4CFE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9C787E4B040431AAE8C6B101341584E9">
    <w:name w:val="99C787E4B040431AAE8C6B101341584E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A395100EFF446392E430920B9027ED9">
    <w:name w:val="90A395100EFF446392E430920B9027ED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1D9E3B3B0F548E8A2AC207BA8837CDD9">
    <w:name w:val="61D9E3B3B0F548E8A2AC207BA8837CDD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45834A62F16445CA0376226346E3DC29">
    <w:name w:val="E45834A62F16445CA0376226346E3DC2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45FB16FC8B547AC80D480082264F22A9">
    <w:name w:val="745FB16FC8B547AC80D480082264F22A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842075463914D2B8E15ECE6670328089">
    <w:name w:val="E842075463914D2B8E15ECE667032808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E2ADA5779A54B079C3787947C8AE5FA9">
    <w:name w:val="BE2ADA5779A54B079C3787947C8AE5FA9"/>
    <w:rsid w:val="00B842AB"/>
    <w:pPr>
      <w:tabs>
        <w:tab w:val="center" w:pos="4536"/>
        <w:tab w:val="right" w:pos="9072"/>
      </w:tabs>
      <w:spacing w:before="40" w:after="40" w:line="240" w:lineRule="auto"/>
      <w:ind w:left="454"/>
    </w:pPr>
    <w:rPr>
      <w:rFonts w:ascii="Arial" w:eastAsia="Times New Roman" w:hAnsi="Arial" w:cs="Arial"/>
      <w:sz w:val="16"/>
      <w:szCs w:val="24"/>
    </w:rPr>
  </w:style>
  <w:style w:type="paragraph" w:customStyle="1" w:styleId="DD1C3903CCE0497EAE1B056D259E0C4A9">
    <w:name w:val="DD1C3903CCE0497EAE1B056D259E0C4A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2C82A435F36454D9568B20666E9BA4C9">
    <w:name w:val="A2C82A435F36454D9568B20666E9BA4C9"/>
    <w:rsid w:val="00B842AB"/>
    <w:pPr>
      <w:tabs>
        <w:tab w:val="center" w:pos="4536"/>
        <w:tab w:val="right" w:pos="9072"/>
      </w:tabs>
      <w:spacing w:before="40" w:after="40" w:line="240" w:lineRule="auto"/>
      <w:ind w:left="454"/>
    </w:pPr>
    <w:rPr>
      <w:rFonts w:ascii="Arial" w:eastAsia="Times New Roman" w:hAnsi="Arial" w:cs="Arial"/>
      <w:sz w:val="16"/>
      <w:szCs w:val="24"/>
    </w:rPr>
  </w:style>
  <w:style w:type="paragraph" w:customStyle="1" w:styleId="1CD9EDFF224D4480B7B81433F9F2F8A19">
    <w:name w:val="1CD9EDFF224D4480B7B81433F9F2F8A1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C76CDC87B564ADB8B2C748AC6B6B8503">
    <w:name w:val="6C76CDC87B564ADB8B2C748AC6B6B8503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CCAA63B48204EA587203B6BA0E808103">
    <w:name w:val="DCCAA63B48204EA587203B6BA0E808103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117F2AA8E2246FFB50A41B978753FC73">
    <w:name w:val="B117F2AA8E2246FFB50A41B978753FC73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796BF94894439BAFDA2E34A093C0CB9">
    <w:name w:val="D6796BF94894439BAFDA2E34A093C0CB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0F6057CC8374DEDBD5EB9091D7FC5CC9">
    <w:name w:val="30F6057CC8374DEDBD5EB9091D7FC5CC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992DAA1E2664EEE9A48148FDED9BD5C">
    <w:name w:val="5992DAA1E2664EEE9A48148FDED9BD5C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058534A9E74BD1AACD9A667EAAF4CA">
    <w:name w:val="90058534A9E74BD1AACD9A667EAAF4CA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36FB753A2AA42539E2719FBE4D85AA9">
    <w:name w:val="A36FB753A2AA42539E2719FBE4D85AA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0C69888989645ACBF129E2CE6F626D0">
    <w:name w:val="70C69888989645ACBF129E2CE6F626D0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F8B4161C8D645A593E4F60EE09C1D99">
    <w:name w:val="EF8B4161C8D645A593E4F60EE09C1D9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C0572E97D8547079065DA1C85C06CD2">
    <w:name w:val="3C0572E97D8547079065DA1C85C06CD2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A3AE8001D944573B1A1C36F28277F66">
    <w:name w:val="3A3AE8001D944573B1A1C36F28277F66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5AA1B35686449F8A214341D880539F8">
    <w:name w:val="D5AA1B35686449F8A214341D880539F8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A8148A69E6643C08F80D445FF5CD663">
    <w:name w:val="EA8148A69E6643C08F80D445FF5CD663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1C3305360AB4B61B73399E6D9269201">
    <w:name w:val="41C3305360AB4B61B73399E6D9269201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B19C9A504C54FB39CB7D3D8DEA0D505">
    <w:name w:val="6B19C9A504C54FB39CB7D3D8DEA0D505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F692CE5F2FE41F1A5CCDD656009C90D">
    <w:name w:val="8F692CE5F2FE41F1A5CCDD656009C90D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470BA9DCDCC4EB49D46AA8BAFE7AA46">
    <w:name w:val="5470BA9DCDCC4EB49D46AA8BAFE7AA46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AACDD19F8394D51BB757F535AEABD4A">
    <w:name w:val="0AACDD19F8394D51BB757F535AEABD4A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F959192F49641B5A974448C568B97A1">
    <w:name w:val="2F959192F49641B5A974448C568B97A1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67E5523CD334AADB4A96B929C48A586">
    <w:name w:val="467E5523CD334AADB4A96B929C48A586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1BB7CCC8BCD449EBF3105E0A9EC78D6">
    <w:name w:val="81BB7CCC8BCD449EBF3105E0A9EC78D6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8FF38D18CED41A4BDF7BCC2D0FC2039">
    <w:name w:val="F8FF38D18CED41A4BDF7BCC2D0FC203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3F0E4A68CE1454B940E1870EFFCF7DB">
    <w:name w:val="03F0E4A68CE1454B940E1870EFFCF7DB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8B5E218EE364C269F0032A51E970A80">
    <w:name w:val="28B5E218EE364C269F0032A51E970A80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E18249FE1AB4C8293B384D08E617D3E">
    <w:name w:val="7E18249FE1AB4C8293B384D08E617D3E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D06FA137B7D41FF9B165C6BF31AE8B6">
    <w:name w:val="1D06FA137B7D41FF9B165C6BF31AE8B6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209131E167341A6A2AF265745710D3F">
    <w:name w:val="C209131E167341A6A2AF265745710D3F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9E231B7D1FC40A5A2724549C1B3B132">
    <w:name w:val="D9E231B7D1FC40A5A2724549C1B3B132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48B805B57264F37A01804F73258E2AC">
    <w:name w:val="F48B805B57264F37A01804F73258E2AC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47859FB63EB4166BA57867EB0C3F78A">
    <w:name w:val="547859FB63EB4166BA57867EB0C3F78A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606009D28194090AA15A9D28EF237E2">
    <w:name w:val="9606009D28194090AA15A9D28EF237E2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CF93DFB34134671B40CD5BCF81C9B2B">
    <w:name w:val="BCF93DFB34134671B40CD5BCF81C9B2B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DC2FEB8183F429F97E611A0565C02A4">
    <w:name w:val="7DC2FEB8183F429F97E611A0565C02A4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FA31788DC25419BBA3FEAE7E0EE98A1">
    <w:name w:val="8FA31788DC25419BBA3FEAE7E0EE98A1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B06D1C9F30143C2A1D3D4B6FCCE6C24">
    <w:name w:val="1B06D1C9F30143C2A1D3D4B6FCCE6C24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10225CCBF2548CDA320A5D46BE47B71">
    <w:name w:val="910225CCBF2548CDA320A5D46BE47B71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7F0CDA51F6247DCB277C9892A85E055">
    <w:name w:val="87F0CDA51F6247DCB277C9892A85E055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81B9ECF85084643886EE36B9CECB517">
    <w:name w:val="A81B9ECF85084643886EE36B9CECB517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1D411DC109480EA691312CA6145C82">
    <w:name w:val="901D411DC109480EA691312CA6145C82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E75BE1734C84BC3920BDAEDD1DB8D1A">
    <w:name w:val="0E75BE1734C84BC3920BDAEDD1DB8D1A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7FF38D0559648D5B6EC58014C81AA09">
    <w:name w:val="77FF38D0559648D5B6EC58014C81AA0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0513D6226AD4C4F8971305ED67A66D6">
    <w:name w:val="60513D6226AD4C4F8971305ED67A66D6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837A2D0129841A1975ED26058E57371">
    <w:name w:val="B837A2D0129841A1975ED26058E57371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3C25978E9244229A7EAD2A3A4D978F8">
    <w:name w:val="F3C25978E9244229A7EAD2A3A4D978F8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8C63289FB2A4140B5512293D1367131">
    <w:name w:val="08C63289FB2A4140B5512293D1367131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1B09FF067B64DE7A2926D930F9B0D94">
    <w:name w:val="01B09FF067B64DE7A2926D930F9B0D94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2DE537AAC97495099ED7212E18BF229">
    <w:name w:val="12DE537AAC97495099ED7212E18BF22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C4394A2EA234F229488A74E8EED640A">
    <w:name w:val="9C4394A2EA234F229488A74E8EED640A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0E399E5C18549C0B4A81CC0C36CB510">
    <w:name w:val="D0E399E5C18549C0B4A81CC0C36CB510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5AC9CF322BC43A589BC5897212FD9D3">
    <w:name w:val="65AC9CF322BC43A589BC5897212FD9D3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31CBEB2A5E6400188DC8B6730BBE4F6">
    <w:name w:val="D31CBEB2A5E6400188DC8B6730BBE4F6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90A58A5F5434D6C83E679AEAB2C59A9">
    <w:name w:val="590A58A5F5434D6C83E679AEAB2C59A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3EAEAFB110B49F099F69FDCB985F4D3">
    <w:name w:val="23EAEAFB110B49F099F69FDCB985F4D3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7B5CD215156476A941ABC5DF97E83D8">
    <w:name w:val="57B5CD215156476A941ABC5DF97E83D8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A36D35EF8214CAAB149887055350A7D">
    <w:name w:val="5A36D35EF8214CAAB149887055350A7D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07C29F79EDA48D1A0FE3C5A763B9CF9">
    <w:name w:val="D07C29F79EDA48D1A0FE3C5A763B9CF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26B9C5320DA464E879A1676D3CC9B7E">
    <w:name w:val="B26B9C5320DA464E879A1676D3CC9B7E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9E2559C55CD41FF868172DF6D7E2512">
    <w:name w:val="C9E2559C55CD41FF868172DF6D7E2512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D19C6A77BF4434493BF3251B797BEAC">
    <w:name w:val="1D19C6A77BF4434493BF3251B797BEAC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28B9B9947D045AF893687ACDD82F5BB">
    <w:name w:val="628B9B9947D045AF893687ACDD82F5BB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27CDB32815E4133A0067AB0A48A6996">
    <w:name w:val="C27CDB32815E4133A0067AB0A48A6996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CF35C0933A746EBB847953DE449F4BD">
    <w:name w:val="DCF35C0933A746EBB847953DE449F4BD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67850C9D304CF88367382C14F9AC9C">
    <w:name w:val="D667850C9D304CF88367382C14F9AC9C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8026E8E16C847E5B192EA3F9F8C5EC5">
    <w:name w:val="38026E8E16C847E5B192EA3F9F8C5EC5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9721A0FE3AC429582668840C2D59DFB">
    <w:name w:val="49721A0FE3AC429582668840C2D59DFB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24C6FDBEA9C4BC1A06372BC64A04B37">
    <w:name w:val="124C6FDBEA9C4BC1A06372BC64A04B37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4CEE1F82A604FBE89D3F8E2E49BE4AB">
    <w:name w:val="44CEE1F82A604FBE89D3F8E2E49BE4AB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00D2EB23E2744E88BDA7EDAC79353D1">
    <w:name w:val="800D2EB23E2744E88BDA7EDAC79353D1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DD7DDFDAF2F4E939D9842336AD588F0">
    <w:name w:val="ADD7DDFDAF2F4E939D9842336AD588F0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8AC10BCCB6B4491A625119A3E27D148">
    <w:name w:val="88AC10BCCB6B4491A625119A3E27D148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34C9DA1B38A449BA4BC81C0D6D5FD25">
    <w:name w:val="534C9DA1B38A449BA4BC81C0D6D5FD25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F0E841B072F425497E88B7370585BBF">
    <w:name w:val="2F0E841B072F425497E88B7370585BBF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01CCD759DB549128315889C4A7BE6F5">
    <w:name w:val="401CCD759DB549128315889C4A7BE6F5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8B8D430F1445ED94B788FF8BA9C5EC">
    <w:name w:val="D68B8D430F1445ED94B788FF8BA9C5EC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6A7AA29455740878A356B051DE12EF8">
    <w:name w:val="76A7AA29455740878A356B051DE12EF8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1825787CF524F37B770F57D7EAC1F48">
    <w:name w:val="E1825787CF524F37B770F57D7EAC1F48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494480B24B74737A8E3DD08AFFC5011">
    <w:name w:val="D494480B24B74737A8E3DD08AFFC5011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A63621B842542978ACBD26743B38663">
    <w:name w:val="DA63621B842542978ACBD26743B38663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DAE13F3925047108DCA393C279C02F9">
    <w:name w:val="0DAE13F3925047108DCA393C279C02F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F63DC1A6D9E42768F04B7535EE53706">
    <w:name w:val="DF63DC1A6D9E42768F04B7535EE53706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6BEEF9D203746689822AF3E0EC147ED">
    <w:name w:val="C6BEEF9D203746689822AF3E0EC147ED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349AC8AA574449CAC5B41A222A30A73">
    <w:name w:val="7349AC8AA574449CAC5B41A222A30A73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0F577A5336945568E52BED5098E56D2">
    <w:name w:val="50F577A5336945568E52BED5098E56D2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C5F4231C8394F2B835F3F2D89E9EDC4">
    <w:name w:val="0C5F4231C8394F2B835F3F2D89E9EDC4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3D7AFEC74E14715B88A5C0DEF1A32F1">
    <w:name w:val="53D7AFEC74E14715B88A5C0DEF1A32F1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C16FD0478B143FFAA8C0DF224BC5118">
    <w:name w:val="5C16FD0478B143FFAA8C0DF224BC5118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A6F8D7046CA4FFEBDA957B13EA51828">
    <w:name w:val="AA6F8D7046CA4FFEBDA957B13EA51828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9A0C2BF046F46E9B42E366D96CD934E">
    <w:name w:val="79A0C2BF046F46E9B42E366D96CD934E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48E9B401CA24BDF936B81C08406F093">
    <w:name w:val="948E9B401CA24BDF936B81C08406F093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78C6D069178445F875552002AEC4D23">
    <w:name w:val="278C6D069178445F875552002AEC4D23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7BC29C29B7244DBA83848DB071B13A7">
    <w:name w:val="87BC29C29B7244DBA83848DB071B13A7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C3668D895784C19BD4C4AADA56F793F">
    <w:name w:val="FC3668D895784C19BD4C4AADA56F793F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CDA1AC6E76A4A13A3F0F0950CDA9B30">
    <w:name w:val="2CDA1AC6E76A4A13A3F0F0950CDA9B30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D8F44CC05E849EEBD8D9D66310D75DE">
    <w:name w:val="FD8F44CC05E849EEBD8D9D66310D75DE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9D362EDCF6F47138C169374C3663682">
    <w:name w:val="19D362EDCF6F47138C169374C3663682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A73A705FA6C4EC685D643C668809E95">
    <w:name w:val="FA73A705FA6C4EC685D643C668809E95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BC1A1D2A06742BCB1A287ACC97A490E">
    <w:name w:val="1BC1A1D2A06742BCB1A287ACC97A490E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41D684403214B98AED07457917BFA68">
    <w:name w:val="F41D684403214B98AED07457917BFA68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12C20E0ECA64D1F89117B70DC124902">
    <w:name w:val="B12C20E0ECA64D1F89117B70DC124902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FD7AFB6DF2A468CA74C44DC82974C8A">
    <w:name w:val="2FD7AFB6DF2A468CA74C44DC82974C8A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9A1A84190B04BA49CB54AFD377167A2">
    <w:name w:val="E9A1A84190B04BA49CB54AFD377167A2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0B6DB7654034C56A2256A67B18BFF34">
    <w:name w:val="D0B6DB7654034C56A2256A67B18BFF34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14E4FDCF79C49C18AB6A2343D073E3F">
    <w:name w:val="614E4FDCF79C49C18AB6A2343D073E3F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E052E4B7FCB4D88A87CD5D0D104967A">
    <w:name w:val="BE052E4B7FCB4D88A87CD5D0D104967A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925FBF8562A456C9CC595CCE695A26C">
    <w:name w:val="1925FBF8562A456C9CC595CCE695A26C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8BE753BF48648159128A64620A5477E">
    <w:name w:val="08BE753BF48648159128A64620A5477E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7559A3286A64A97938EEF0927506D92">
    <w:name w:val="F7559A3286A64A97938EEF0927506D92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9C8C0084F634516B3D64E6624CC5DE3">
    <w:name w:val="29C8C0084F634516B3D64E6624CC5DE3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BED4C3F56624AFC97FE581081C3C06A">
    <w:name w:val="8BED4C3F56624AFC97FE581081C3C06A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81A51CDEA784D73938ECCC741C916FF">
    <w:name w:val="F81A51CDEA784D73938ECCC741C916FF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49D40FAAA254BE89C716C1D7FAD3D98">
    <w:name w:val="449D40FAAA254BE89C716C1D7FAD3D98"/>
    <w:rsid w:val="00B842AB"/>
  </w:style>
  <w:style w:type="paragraph" w:customStyle="1" w:styleId="263DB61B0B4D496BB62578FD4ED97C75">
    <w:name w:val="263DB61B0B4D496BB62578FD4ED97C75"/>
    <w:rsid w:val="00B842AB"/>
  </w:style>
  <w:style w:type="paragraph" w:customStyle="1" w:styleId="0B260444E9D540E8A799F704E6F1BB3F">
    <w:name w:val="0B260444E9D540E8A799F704E6F1BB3F"/>
    <w:rsid w:val="00B842AB"/>
  </w:style>
  <w:style w:type="paragraph" w:customStyle="1" w:styleId="785E540898C2469FBF5675DC63329A73">
    <w:name w:val="785E540898C2469FBF5675DC63329A73"/>
    <w:rsid w:val="00B842AB"/>
  </w:style>
  <w:style w:type="paragraph" w:customStyle="1" w:styleId="39BE1E6CD2154C8A8BEE8E66F21B3B10">
    <w:name w:val="39BE1E6CD2154C8A8BEE8E66F21B3B10"/>
    <w:rsid w:val="00B842AB"/>
  </w:style>
  <w:style w:type="paragraph" w:customStyle="1" w:styleId="BE9BDDAAE151454F9EF1C22799DAB79A">
    <w:name w:val="BE9BDDAAE151454F9EF1C22799DAB79A"/>
    <w:rsid w:val="00B842AB"/>
  </w:style>
  <w:style w:type="paragraph" w:customStyle="1" w:styleId="72CB978CD3514E91857A5C8B356138D4">
    <w:name w:val="72CB978CD3514E91857A5C8B356138D4"/>
    <w:rsid w:val="00B842AB"/>
  </w:style>
  <w:style w:type="paragraph" w:customStyle="1" w:styleId="C622605877FD4F39BEF1D5E0CFB4F782">
    <w:name w:val="C622605877FD4F39BEF1D5E0CFB4F782"/>
    <w:rsid w:val="00B842AB"/>
  </w:style>
  <w:style w:type="paragraph" w:customStyle="1" w:styleId="78942875D6A04251B81D5C764E12BF14">
    <w:name w:val="78942875D6A04251B81D5C764E12BF14"/>
    <w:rsid w:val="00B842AB"/>
  </w:style>
  <w:style w:type="paragraph" w:customStyle="1" w:styleId="4CCE94558F0147F0B670E17708CDEF19">
    <w:name w:val="4CCE94558F0147F0B670E17708CDEF19"/>
    <w:rsid w:val="00B842AB"/>
  </w:style>
  <w:style w:type="paragraph" w:customStyle="1" w:styleId="78D67A7F511B44C2840097C99E5582FA">
    <w:name w:val="78D67A7F511B44C2840097C99E5582FA"/>
    <w:rsid w:val="00B842AB"/>
  </w:style>
  <w:style w:type="paragraph" w:customStyle="1" w:styleId="FF9B7D459B0544E199039FC2F828E74B">
    <w:name w:val="FF9B7D459B0544E199039FC2F828E74B"/>
    <w:rsid w:val="00B842AB"/>
  </w:style>
  <w:style w:type="paragraph" w:customStyle="1" w:styleId="75BAF0D1F9144EC588126EFCC2CF0955">
    <w:name w:val="75BAF0D1F9144EC588126EFCC2CF0955"/>
    <w:rsid w:val="00B842AB"/>
  </w:style>
  <w:style w:type="paragraph" w:customStyle="1" w:styleId="9DB8BBE749FB446FA796FA0145BBFE54">
    <w:name w:val="9DB8BBE749FB446FA796FA0145BBFE54"/>
    <w:rsid w:val="00B842AB"/>
  </w:style>
  <w:style w:type="paragraph" w:customStyle="1" w:styleId="0ACABEE6FD9B47B7A94B6D891B930121">
    <w:name w:val="0ACABEE6FD9B47B7A94B6D891B930121"/>
    <w:rsid w:val="00B842AB"/>
  </w:style>
  <w:style w:type="paragraph" w:customStyle="1" w:styleId="DB250C81C62D45EA95C4050504EACCDA">
    <w:name w:val="DB250C81C62D45EA95C4050504EACCDA"/>
    <w:rsid w:val="00B842AB"/>
  </w:style>
  <w:style w:type="paragraph" w:customStyle="1" w:styleId="8D777E1205F74E6681C60AD7F7FE1345">
    <w:name w:val="8D777E1205F74E6681C60AD7F7FE1345"/>
    <w:rsid w:val="00B842AB"/>
  </w:style>
  <w:style w:type="paragraph" w:customStyle="1" w:styleId="4DEC1633BBF14FEA9D5536A0836B4D92">
    <w:name w:val="4DEC1633BBF14FEA9D5536A0836B4D92"/>
    <w:rsid w:val="00B842AB"/>
  </w:style>
  <w:style w:type="paragraph" w:customStyle="1" w:styleId="9FBC9F414015452E9A1CA135354CAF4E">
    <w:name w:val="9FBC9F414015452E9A1CA135354CAF4E"/>
    <w:rsid w:val="0090716E"/>
  </w:style>
  <w:style w:type="paragraph" w:customStyle="1" w:styleId="4A851B95275F49D6AC7B9191A2D8E262">
    <w:name w:val="4A851B95275F49D6AC7B9191A2D8E262"/>
    <w:rsid w:val="0090716E"/>
  </w:style>
  <w:style w:type="paragraph" w:customStyle="1" w:styleId="3E281CF1316E415E99365ED558FF1373">
    <w:name w:val="3E281CF1316E415E99365ED558FF1373"/>
    <w:rsid w:val="0090716E"/>
  </w:style>
  <w:style w:type="paragraph" w:customStyle="1" w:styleId="E9E2D7B7E105477EAE20C56CFB4896DD">
    <w:name w:val="E9E2D7B7E105477EAE20C56CFB4896DD"/>
    <w:rsid w:val="0090716E"/>
  </w:style>
  <w:style w:type="paragraph" w:customStyle="1" w:styleId="C57577CFF1D24CE78112E33097A790AE">
    <w:name w:val="C57577CFF1D24CE78112E33097A790AE"/>
    <w:rsid w:val="0090716E"/>
  </w:style>
  <w:style w:type="paragraph" w:customStyle="1" w:styleId="DE617829BDEE429DA2C9033E3689AFF1">
    <w:name w:val="DE617829BDEE429DA2C9033E3689AFF1"/>
    <w:rsid w:val="0090716E"/>
  </w:style>
  <w:style w:type="paragraph" w:customStyle="1" w:styleId="FE4D74E543244864B2D1939B4C28515E">
    <w:name w:val="FE4D74E543244864B2D1939B4C28515E"/>
    <w:rsid w:val="0090716E"/>
  </w:style>
  <w:style w:type="paragraph" w:customStyle="1" w:styleId="462AFE5F73EF41CAB66EAEC0F043F4EB">
    <w:name w:val="462AFE5F73EF41CAB66EAEC0F043F4EB"/>
    <w:rsid w:val="0090716E"/>
  </w:style>
  <w:style w:type="paragraph" w:customStyle="1" w:styleId="C2EF934193DA4017B7FD7FF0FD9568BF">
    <w:name w:val="C2EF934193DA4017B7FD7FF0FD9568BF"/>
    <w:rsid w:val="0090716E"/>
  </w:style>
  <w:style w:type="paragraph" w:customStyle="1" w:styleId="89B4F80EBFB941229F01C533C544170B">
    <w:name w:val="89B4F80EBFB941229F01C533C544170B"/>
    <w:rsid w:val="0090716E"/>
  </w:style>
  <w:style w:type="paragraph" w:customStyle="1" w:styleId="435A9EA600DD415AA69A7F0E276E18BD">
    <w:name w:val="435A9EA600DD415AA69A7F0E276E18BD"/>
    <w:rsid w:val="0090716E"/>
  </w:style>
  <w:style w:type="paragraph" w:customStyle="1" w:styleId="CB9EFD29B8B34E8297974D02EE5F1C5A">
    <w:name w:val="CB9EFD29B8B34E8297974D02EE5F1C5A"/>
    <w:rsid w:val="0090716E"/>
  </w:style>
  <w:style w:type="paragraph" w:customStyle="1" w:styleId="28BFF5C5E9104670892C065753415B2410">
    <w:name w:val="28BFF5C5E9104670892C065753415B241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D55373F85CD4BCD92FA1E3AF9F9A03410">
    <w:name w:val="ED55373F85CD4BCD92FA1E3AF9F9A0341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018DD4174114447838E4222EC62CCD210">
    <w:name w:val="3018DD4174114447838E4222EC62CCD21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99668025837499F9DD313115E937E1210">
    <w:name w:val="499668025837499F9DD313115E937E121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10962645704621A420FDC915805BD310">
    <w:name w:val="4810962645704621A420FDC915805BD31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87662CDAE8643ACA61D000B390D48E110">
    <w:name w:val="787662CDAE8643ACA61D000B390D48E11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6A03D15359B42D186DDC1DD83DE932410">
    <w:name w:val="36A03D15359B42D186DDC1DD83DE93241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CAEC4AB4C8473DA4176731FB638F0E10">
    <w:name w:val="02CAEC4AB4C8473DA4176731FB638F0E1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BEB2E2370964B39878C61D60A4E4CFE10">
    <w:name w:val="9BEB2E2370964B39878C61D60A4E4CFE1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9C787E4B040431AAE8C6B101341584E10">
    <w:name w:val="99C787E4B040431AAE8C6B101341584E1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A395100EFF446392E430920B9027ED10">
    <w:name w:val="90A395100EFF446392E430920B9027ED1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1D9E3B3B0F548E8A2AC207BA8837CDD10">
    <w:name w:val="61D9E3B3B0F548E8A2AC207BA8837CDD1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45834A62F16445CA0376226346E3DC210">
    <w:name w:val="E45834A62F16445CA0376226346E3DC21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45FB16FC8B547AC80D480082264F22A10">
    <w:name w:val="745FB16FC8B547AC80D480082264F22A1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842075463914D2B8E15ECE66703280810">
    <w:name w:val="E842075463914D2B8E15ECE6670328081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E2ADA5779A54B079C3787947C8AE5FA10">
    <w:name w:val="BE2ADA5779A54B079C3787947C8AE5FA10"/>
    <w:rsid w:val="0090716E"/>
    <w:pPr>
      <w:tabs>
        <w:tab w:val="center" w:pos="4536"/>
        <w:tab w:val="right" w:pos="9072"/>
      </w:tabs>
      <w:spacing w:before="40" w:after="40" w:line="240" w:lineRule="auto"/>
      <w:ind w:left="454"/>
    </w:pPr>
    <w:rPr>
      <w:rFonts w:ascii="Arial" w:eastAsia="Times New Roman" w:hAnsi="Arial" w:cs="Arial"/>
      <w:sz w:val="16"/>
      <w:szCs w:val="24"/>
    </w:rPr>
  </w:style>
  <w:style w:type="paragraph" w:customStyle="1" w:styleId="DD1C3903CCE0497EAE1B056D259E0C4A10">
    <w:name w:val="DD1C3903CCE0497EAE1B056D259E0C4A1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2C82A435F36454D9568B20666E9BA4C10">
    <w:name w:val="A2C82A435F36454D9568B20666E9BA4C10"/>
    <w:rsid w:val="0090716E"/>
    <w:pPr>
      <w:tabs>
        <w:tab w:val="center" w:pos="4536"/>
        <w:tab w:val="right" w:pos="9072"/>
      </w:tabs>
      <w:spacing w:before="40" w:after="40" w:line="240" w:lineRule="auto"/>
      <w:ind w:left="454"/>
    </w:pPr>
    <w:rPr>
      <w:rFonts w:ascii="Arial" w:eastAsia="Times New Roman" w:hAnsi="Arial" w:cs="Arial"/>
      <w:sz w:val="16"/>
      <w:szCs w:val="24"/>
    </w:rPr>
  </w:style>
  <w:style w:type="paragraph" w:customStyle="1" w:styleId="1CD9EDFF224D4480B7B81433F9F2F8A110">
    <w:name w:val="1CD9EDFF224D4480B7B81433F9F2F8A11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C76CDC87B564ADB8B2C748AC6B6B8504">
    <w:name w:val="6C76CDC87B564ADB8B2C748AC6B6B8504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CCAA63B48204EA587203B6BA0E808104">
    <w:name w:val="DCCAA63B48204EA587203B6BA0E808104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117F2AA8E2246FFB50A41B978753FC74">
    <w:name w:val="B117F2AA8E2246FFB50A41B978753FC74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796BF94894439BAFDA2E34A093C0CB10">
    <w:name w:val="D6796BF94894439BAFDA2E34A093C0CB1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0F6057CC8374DEDBD5EB9091D7FC5CC10">
    <w:name w:val="30F6057CC8374DEDBD5EB9091D7FC5CC1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992DAA1E2664EEE9A48148FDED9BD5C1">
    <w:name w:val="5992DAA1E2664EEE9A48148FDED9BD5C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058534A9E74BD1AACD9A667EAAF4CA1">
    <w:name w:val="90058534A9E74BD1AACD9A667EAAF4CA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36FB753A2AA42539E2719FBE4D85AA91">
    <w:name w:val="A36FB753A2AA42539E2719FBE4D85AA9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0C69888989645ACBF129E2CE6F626D01">
    <w:name w:val="70C69888989645ACBF129E2CE6F626D0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F8B4161C8D645A593E4F60EE09C1D991">
    <w:name w:val="EF8B4161C8D645A593E4F60EE09C1D99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C0572E97D8547079065DA1C85C06CD21">
    <w:name w:val="3C0572E97D8547079065DA1C85C06CD2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A3AE8001D944573B1A1C36F28277F661">
    <w:name w:val="3A3AE8001D944573B1A1C36F28277F66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5AA1B35686449F8A214341D880539F81">
    <w:name w:val="D5AA1B35686449F8A214341D880539F8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A8148A69E6643C08F80D445FF5CD6631">
    <w:name w:val="EA8148A69E6643C08F80D445FF5CD663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1C3305360AB4B61B73399E6D92692011">
    <w:name w:val="41C3305360AB4B61B73399E6D926920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B19C9A504C54FB39CB7D3D8DEA0D5051">
    <w:name w:val="6B19C9A504C54FB39CB7D3D8DEA0D505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F692CE5F2FE41F1A5CCDD656009C90D1">
    <w:name w:val="8F692CE5F2FE41F1A5CCDD656009C90D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470BA9DCDCC4EB49D46AA8BAFE7AA461">
    <w:name w:val="5470BA9DCDCC4EB49D46AA8BAFE7AA46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AACDD19F8394D51BB757F535AEABD4A1">
    <w:name w:val="0AACDD19F8394D51BB757F535AEABD4A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F959192F49641B5A974448C568B97A11">
    <w:name w:val="2F959192F49641B5A974448C568B97A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67E5523CD334AADB4A96B929C48A5861">
    <w:name w:val="467E5523CD334AADB4A96B929C48A586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1BB7CCC8BCD449EBF3105E0A9EC78D61">
    <w:name w:val="81BB7CCC8BCD449EBF3105E0A9EC78D6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8FF38D18CED41A4BDF7BCC2D0FC20391">
    <w:name w:val="F8FF38D18CED41A4BDF7BCC2D0FC2039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3F0E4A68CE1454B940E1870EFFCF7DB1">
    <w:name w:val="03F0E4A68CE1454B940E1870EFFCF7DB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8B5E218EE364C269F0032A51E970A801">
    <w:name w:val="28B5E218EE364C269F0032A51E970A80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E18249FE1AB4C8293B384D08E617D3E1">
    <w:name w:val="7E18249FE1AB4C8293B384D08E617D3E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D06FA137B7D41FF9B165C6BF31AE8B61">
    <w:name w:val="1D06FA137B7D41FF9B165C6BF31AE8B6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209131E167341A6A2AF265745710D3F1">
    <w:name w:val="C209131E167341A6A2AF265745710D3F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9E231B7D1FC40A5A2724549C1B3B1321">
    <w:name w:val="D9E231B7D1FC40A5A2724549C1B3B132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48B805B57264F37A01804F73258E2AC1">
    <w:name w:val="F48B805B57264F37A01804F73258E2AC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47859FB63EB4166BA57867EB0C3F78A1">
    <w:name w:val="547859FB63EB4166BA57867EB0C3F78A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606009D28194090AA15A9D28EF237E21">
    <w:name w:val="9606009D28194090AA15A9D28EF237E2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CF93DFB34134671B40CD5BCF81C9B2B1">
    <w:name w:val="BCF93DFB34134671B40CD5BCF81C9B2B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DC2FEB8183F429F97E611A0565C02A41">
    <w:name w:val="7DC2FEB8183F429F97E611A0565C02A4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FA31788DC25419BBA3FEAE7E0EE98A11">
    <w:name w:val="8FA31788DC25419BBA3FEAE7E0EE98A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B06D1C9F30143C2A1D3D4B6FCCE6C241">
    <w:name w:val="1B06D1C9F30143C2A1D3D4B6FCCE6C24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10225CCBF2548CDA320A5D46BE47B711">
    <w:name w:val="910225CCBF2548CDA320A5D46BE47B7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7F0CDA51F6247DCB277C9892A85E0551">
    <w:name w:val="87F0CDA51F6247DCB277C9892A85E055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81B9ECF85084643886EE36B9CECB5171">
    <w:name w:val="A81B9ECF85084643886EE36B9CECB517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1D411DC109480EA691312CA6145C821">
    <w:name w:val="901D411DC109480EA691312CA6145C82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E75BE1734C84BC3920BDAEDD1DB8D1A1">
    <w:name w:val="0E75BE1734C84BC3920BDAEDD1DB8D1A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7FF38D0559648D5B6EC58014C81AA091">
    <w:name w:val="77FF38D0559648D5B6EC58014C81AA09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0513D6226AD4C4F8971305ED67A66D61">
    <w:name w:val="60513D6226AD4C4F8971305ED67A66D6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837A2D0129841A1975ED26058E573711">
    <w:name w:val="B837A2D0129841A1975ED26058E5737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3C25978E9244229A7EAD2A3A4D978F81">
    <w:name w:val="F3C25978E9244229A7EAD2A3A4D978F8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8C63289FB2A4140B5512293D13671311">
    <w:name w:val="08C63289FB2A4140B5512293D136713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1B09FF067B64DE7A2926D930F9B0D941">
    <w:name w:val="01B09FF067B64DE7A2926D930F9B0D94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2DE537AAC97495099ED7212E18BF2291">
    <w:name w:val="12DE537AAC97495099ED7212E18BF229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C4394A2EA234F229488A74E8EED640A1">
    <w:name w:val="9C4394A2EA234F229488A74E8EED640A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0E399E5C18549C0B4A81CC0C36CB5101">
    <w:name w:val="D0E399E5C18549C0B4A81CC0C36CB510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5AC9CF322BC43A589BC5897212FD9D31">
    <w:name w:val="65AC9CF322BC43A589BC5897212FD9D3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31CBEB2A5E6400188DC8B6730BBE4F61">
    <w:name w:val="D31CBEB2A5E6400188DC8B6730BBE4F6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90A58A5F5434D6C83E679AEAB2C59A91">
    <w:name w:val="590A58A5F5434D6C83E679AEAB2C59A9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3EAEAFB110B49F099F69FDCB985F4D31">
    <w:name w:val="23EAEAFB110B49F099F69FDCB985F4D3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7B5CD215156476A941ABC5DF97E83D81">
    <w:name w:val="57B5CD215156476A941ABC5DF97E83D8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A36D35EF8214CAAB149887055350A7D1">
    <w:name w:val="5A36D35EF8214CAAB149887055350A7D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07C29F79EDA48D1A0FE3C5A763B9CF91">
    <w:name w:val="D07C29F79EDA48D1A0FE3C5A763B9CF9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26B9C5320DA464E879A1676D3CC9B7E1">
    <w:name w:val="B26B9C5320DA464E879A1676D3CC9B7E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9E2559C55CD41FF868172DF6D7E25121">
    <w:name w:val="C9E2559C55CD41FF868172DF6D7E2512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D19C6A77BF4434493BF3251B797BEAC1">
    <w:name w:val="1D19C6A77BF4434493BF3251B797BEAC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28B9B9947D045AF893687ACDD82F5BB1">
    <w:name w:val="628B9B9947D045AF893687ACDD82F5BB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27CDB32815E4133A0067AB0A48A69961">
    <w:name w:val="C27CDB32815E4133A0067AB0A48A6996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CF35C0933A746EBB847953DE449F4BD1">
    <w:name w:val="DCF35C0933A746EBB847953DE449F4BD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67850C9D304CF88367382C14F9AC9C1">
    <w:name w:val="D667850C9D304CF88367382C14F9AC9C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8026E8E16C847E5B192EA3F9F8C5EC51">
    <w:name w:val="38026E8E16C847E5B192EA3F9F8C5EC5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9721A0FE3AC429582668840C2D59DFB1">
    <w:name w:val="49721A0FE3AC429582668840C2D59DFB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24C6FDBEA9C4BC1A06372BC64A04B371">
    <w:name w:val="124C6FDBEA9C4BC1A06372BC64A04B37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4CEE1F82A604FBE89D3F8E2E49BE4AB1">
    <w:name w:val="44CEE1F82A604FBE89D3F8E2E49BE4AB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1BF2597BEB94CF3888D6D27F00968C2">
    <w:name w:val="D1BF2597BEB94CF3888D6D27F00968C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F654834191D479C9CF08C3D2E517CFE">
    <w:name w:val="FF654834191D479C9CF08C3D2E517CFE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278B2314BAA402489A5128005A51A54">
    <w:name w:val="1278B2314BAA402489A5128005A51A54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A06EB9713934BBBAC7E567C4EF94BBA">
    <w:name w:val="CA06EB9713934BBBAC7E567C4EF94BBA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79F7EC0C4BF4FDABE8E9923A5AA94E8">
    <w:name w:val="C79F7EC0C4BF4FDABE8E9923A5AA94E8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362F9A84B7F4E9984CA90BA5E12C185">
    <w:name w:val="9362F9A84B7F4E9984CA90BA5E12C185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A86493C1D694432AE5AA0D86EAFF200">
    <w:name w:val="9A86493C1D694432AE5AA0D86EAFF20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ABE34B7FF664C8BB6D3D90D22F49E62">
    <w:name w:val="4ABE34B7FF664C8BB6D3D90D22F49E6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8E83690D10F408397803340C6825558">
    <w:name w:val="98E83690D10F408397803340C6825558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E58FC0F3DB4F6A9C8E79E6BB026B1D">
    <w:name w:val="02E58FC0F3DB4F6A9C8E79E6BB026B1D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A898325E64B4958AE737447D561142D">
    <w:name w:val="5A898325E64B4958AE737447D561142D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D2A566A0812468CAD2CD0303CE534C1">
    <w:name w:val="1D2A566A0812468CAD2CD0303CE534C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DEAA3881D064CBEACBAD1219C234B7D">
    <w:name w:val="EDEAA3881D064CBEACBAD1219C234B7D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98C0054145D4CE38C83F47AA5E46D06">
    <w:name w:val="998C0054145D4CE38C83F47AA5E46D06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CA67C978F174700AA289560393F784D">
    <w:name w:val="BCA67C978F174700AA289560393F784D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6142949CA1E493C88E3E27500CA5E4D">
    <w:name w:val="E6142949CA1E493C88E3E27500CA5E4D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AB1F929BDBB4E1F8A45B39DC10E5F89">
    <w:name w:val="5AB1F929BDBB4E1F8A45B39DC10E5F89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726404E64254032805188592D7F3CD8">
    <w:name w:val="5726404E64254032805188592D7F3CD8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9C5F21AA8FA4AA2BDE07E407A105E7D">
    <w:name w:val="A9C5F21AA8FA4AA2BDE07E407A105E7D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95FE9E81D9E4249A4EDA81F7A1F5F6D">
    <w:name w:val="795FE9E81D9E4249A4EDA81F7A1F5F6D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E4D74E543244864B2D1939B4C28515E1">
    <w:name w:val="FE4D74E543244864B2D1939B4C28515E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E46EA8C4FB64FC69996ADF5B8C57477">
    <w:name w:val="5E46EA8C4FB64FC69996ADF5B8C57477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21254C49DD844D3885490F02BA09A19">
    <w:name w:val="821254C49DD844D3885490F02BA09A19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27E010A3BD04BE1ACCFE50EE03AFDC4">
    <w:name w:val="227E010A3BD04BE1ACCFE50EE03AFDC4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A1BD38EB7AC4F6BB7C0E1E8FA8B5F3D">
    <w:name w:val="4A1BD38EB7AC4F6BB7C0E1E8FA8B5F3D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94D531758604221BF6D6BBCE17F7ADA">
    <w:name w:val="894D531758604221BF6D6BBCE17F7ADA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FF3AF4B8E0048B5A6C48193CFBD40C5">
    <w:name w:val="3FF3AF4B8E0048B5A6C48193CFBD40C5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9D326A9828B426BA44001606C02BA49">
    <w:name w:val="19D326A9828B426BA44001606C02BA49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AFE59BFEF2E435AB6E5DD54172BDE46">
    <w:name w:val="4AFE59BFEF2E435AB6E5DD54172BDE46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F7142A7AFD444A7B6076A409E07440C">
    <w:name w:val="EF7142A7AFD444A7B6076A409E07440C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AEE1ABC1F44A978E7293712541EBFD">
    <w:name w:val="D6AEE1ABC1F44A978E7293712541EBFD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8869F6184EC420F88CDE54FC7E2EFD0">
    <w:name w:val="18869F6184EC420F88CDE54FC7E2EFD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9B4F80EBFB941229F01C533C544170B1">
    <w:name w:val="89B4F80EBFB941229F01C533C544170B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F825678C4EB43689CC763269B3E0464">
    <w:name w:val="FF825678C4EB43689CC763269B3E0464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1FDAC65B77C4BDAB4671FB83CEE0780">
    <w:name w:val="01FDAC65B77C4BDAB4671FB83CEE078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A2A29600DDD43D3BA64C91F59DED264">
    <w:name w:val="4A2A29600DDD43D3BA64C91F59DED264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BC2EB4EAB33498482BA3E141BC1187B">
    <w:name w:val="4BC2EB4EAB33498482BA3E141BC1187B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AFA21900F8642E1A47424BC6EDBC2D2">
    <w:name w:val="AAFA21900F8642E1A47424BC6EDBC2D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5E4E9EA79454DE7878C8829B05F0556">
    <w:name w:val="E5E4E9EA79454DE7878C8829B05F0556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594FE3D41A54C18B371308D7BDADA97">
    <w:name w:val="C594FE3D41A54C18B371308D7BDADA97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092376DC9BA406AA83029FDC4680A2C">
    <w:name w:val="B092376DC9BA406AA83029FDC4680A2C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49A1B399E194A66A5AEDCCD4822AE90">
    <w:name w:val="E49A1B399E194A66A5AEDCCD4822AE9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E00A395623F44EEA914693321375469">
    <w:name w:val="CE00A395623F44EEA914693321375469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9C79B4B340E4F47B125639732E974AD">
    <w:name w:val="F9C79B4B340E4F47B125639732E974AD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CB4653048E843FDB6421FAA43C1C360">
    <w:name w:val="0CB4653048E843FDB6421FAA43C1C36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E6BF36C9B4F48BA8B32D74965E814B3">
    <w:name w:val="9E6BF36C9B4F48BA8B32D74965E814B3"/>
    <w:rsid w:val="0090716E"/>
  </w:style>
  <w:style w:type="paragraph" w:customStyle="1" w:styleId="4BFA4304B15D462A9FE5258BA4290389">
    <w:name w:val="4BFA4304B15D462A9FE5258BA4290389"/>
    <w:rsid w:val="0090716E"/>
  </w:style>
  <w:style w:type="paragraph" w:customStyle="1" w:styleId="EB90DE88308947A2B821CDA393A14F97">
    <w:name w:val="EB90DE88308947A2B821CDA393A14F97"/>
    <w:rsid w:val="0090716E"/>
  </w:style>
  <w:style w:type="paragraph" w:customStyle="1" w:styleId="2763E27D7B79443B999066BD3D16FAAC">
    <w:name w:val="2763E27D7B79443B999066BD3D16FAAC"/>
    <w:rsid w:val="0090716E"/>
  </w:style>
  <w:style w:type="paragraph" w:customStyle="1" w:styleId="C76DE2E45C8B46D488D8A822B6151554">
    <w:name w:val="C76DE2E45C8B46D488D8A822B6151554"/>
    <w:rsid w:val="0090716E"/>
  </w:style>
  <w:style w:type="paragraph" w:customStyle="1" w:styleId="AA0C923E6CE14CFCAEF7EFF351D9DFF5">
    <w:name w:val="AA0C923E6CE14CFCAEF7EFF351D9DFF5"/>
    <w:rsid w:val="0090716E"/>
  </w:style>
  <w:style w:type="paragraph" w:customStyle="1" w:styleId="28BFF5C5E9104670892C065753415B2411">
    <w:name w:val="28BFF5C5E9104670892C065753415B24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D55373F85CD4BCD92FA1E3AF9F9A03411">
    <w:name w:val="ED55373F85CD4BCD92FA1E3AF9F9A034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018DD4174114447838E4222EC62CCD211">
    <w:name w:val="3018DD4174114447838E4222EC62CCD2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99668025837499F9DD313115E937E1211">
    <w:name w:val="499668025837499F9DD313115E937E12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10962645704621A420FDC915805BD311">
    <w:name w:val="4810962645704621A420FDC915805BD3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87662CDAE8643ACA61D000B390D48E111">
    <w:name w:val="787662CDAE8643ACA61D000B390D48E1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6A03D15359B42D186DDC1DD83DE932411">
    <w:name w:val="36A03D15359B42D186DDC1DD83DE9324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CAEC4AB4C8473DA4176731FB638F0E11">
    <w:name w:val="02CAEC4AB4C8473DA4176731FB638F0E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BEB2E2370964B39878C61D60A4E4CFE11">
    <w:name w:val="9BEB2E2370964B39878C61D60A4E4CFE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9C787E4B040431AAE8C6B101341584E11">
    <w:name w:val="99C787E4B040431AAE8C6B101341584E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A395100EFF446392E430920B9027ED11">
    <w:name w:val="90A395100EFF446392E430920B9027ED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1D9E3B3B0F548E8A2AC207BA8837CDD11">
    <w:name w:val="61D9E3B3B0F548E8A2AC207BA8837CDD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45834A62F16445CA0376226346E3DC211">
    <w:name w:val="E45834A62F16445CA0376226346E3DC2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45FB16FC8B547AC80D480082264F22A11">
    <w:name w:val="745FB16FC8B547AC80D480082264F22A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842075463914D2B8E15ECE66703280811">
    <w:name w:val="E842075463914D2B8E15ECE667032808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E2ADA5779A54B079C3787947C8AE5FA11">
    <w:name w:val="BE2ADA5779A54B079C3787947C8AE5FA11"/>
    <w:rsid w:val="0090716E"/>
    <w:pPr>
      <w:tabs>
        <w:tab w:val="center" w:pos="4536"/>
        <w:tab w:val="right" w:pos="9072"/>
      </w:tabs>
      <w:spacing w:before="40" w:after="40" w:line="240" w:lineRule="auto"/>
      <w:ind w:left="454"/>
    </w:pPr>
    <w:rPr>
      <w:rFonts w:ascii="Arial" w:eastAsia="Times New Roman" w:hAnsi="Arial" w:cs="Arial"/>
      <w:sz w:val="16"/>
      <w:szCs w:val="24"/>
    </w:rPr>
  </w:style>
  <w:style w:type="paragraph" w:customStyle="1" w:styleId="DD1C3903CCE0497EAE1B056D259E0C4A11">
    <w:name w:val="DD1C3903CCE0497EAE1B056D259E0C4A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2C82A435F36454D9568B20666E9BA4C11">
    <w:name w:val="A2C82A435F36454D9568B20666E9BA4C11"/>
    <w:rsid w:val="0090716E"/>
    <w:pPr>
      <w:tabs>
        <w:tab w:val="center" w:pos="4536"/>
        <w:tab w:val="right" w:pos="9072"/>
      </w:tabs>
      <w:spacing w:before="40" w:after="40" w:line="240" w:lineRule="auto"/>
      <w:ind w:left="454"/>
    </w:pPr>
    <w:rPr>
      <w:rFonts w:ascii="Arial" w:eastAsia="Times New Roman" w:hAnsi="Arial" w:cs="Arial"/>
      <w:sz w:val="16"/>
      <w:szCs w:val="24"/>
    </w:rPr>
  </w:style>
  <w:style w:type="paragraph" w:customStyle="1" w:styleId="1CD9EDFF224D4480B7B81433F9F2F8A111">
    <w:name w:val="1CD9EDFF224D4480B7B81433F9F2F8A1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C76CDC87B564ADB8B2C748AC6B6B8505">
    <w:name w:val="6C76CDC87B564ADB8B2C748AC6B6B8505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CCAA63B48204EA587203B6BA0E808105">
    <w:name w:val="DCCAA63B48204EA587203B6BA0E808105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117F2AA8E2246FFB50A41B978753FC75">
    <w:name w:val="B117F2AA8E2246FFB50A41B978753FC75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796BF94894439BAFDA2E34A093C0CB11">
    <w:name w:val="D6796BF94894439BAFDA2E34A093C0CB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0F6057CC8374DEDBD5EB9091D7FC5CC11">
    <w:name w:val="30F6057CC8374DEDBD5EB9091D7FC5CC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992DAA1E2664EEE9A48148FDED9BD5C2">
    <w:name w:val="5992DAA1E2664EEE9A48148FDED9BD5C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058534A9E74BD1AACD9A667EAAF4CA2">
    <w:name w:val="90058534A9E74BD1AACD9A667EAAF4CA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36FB753A2AA42539E2719FBE4D85AA92">
    <w:name w:val="A36FB753A2AA42539E2719FBE4D85AA9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0C69888989645ACBF129E2CE6F626D02">
    <w:name w:val="70C69888989645ACBF129E2CE6F626D0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F8B4161C8D645A593E4F60EE09C1D992">
    <w:name w:val="EF8B4161C8D645A593E4F60EE09C1D99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C0572E97D8547079065DA1C85C06CD22">
    <w:name w:val="3C0572E97D8547079065DA1C85C06CD2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A3AE8001D944573B1A1C36F28277F662">
    <w:name w:val="3A3AE8001D944573B1A1C36F28277F66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5AA1B35686449F8A214341D880539F82">
    <w:name w:val="D5AA1B35686449F8A214341D880539F8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A8148A69E6643C08F80D445FF5CD6632">
    <w:name w:val="EA8148A69E6643C08F80D445FF5CD663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1C3305360AB4B61B73399E6D92692012">
    <w:name w:val="41C3305360AB4B61B73399E6D9269201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B19C9A504C54FB39CB7D3D8DEA0D5052">
    <w:name w:val="6B19C9A504C54FB39CB7D3D8DEA0D505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F692CE5F2FE41F1A5CCDD656009C90D2">
    <w:name w:val="8F692CE5F2FE41F1A5CCDD656009C90D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470BA9DCDCC4EB49D46AA8BAFE7AA462">
    <w:name w:val="5470BA9DCDCC4EB49D46AA8BAFE7AA46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AACDD19F8394D51BB757F535AEABD4A2">
    <w:name w:val="0AACDD19F8394D51BB757F535AEABD4A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F959192F49641B5A974448C568B97A12">
    <w:name w:val="2F959192F49641B5A974448C568B97A1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67E5523CD334AADB4A96B929C48A5862">
    <w:name w:val="467E5523CD334AADB4A96B929C48A586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1BB7CCC8BCD449EBF3105E0A9EC78D62">
    <w:name w:val="81BB7CCC8BCD449EBF3105E0A9EC78D6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8FF38D18CED41A4BDF7BCC2D0FC20392">
    <w:name w:val="F8FF38D18CED41A4BDF7BCC2D0FC2039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3F0E4A68CE1454B940E1870EFFCF7DB2">
    <w:name w:val="03F0E4A68CE1454B940E1870EFFCF7DB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8B5E218EE364C269F0032A51E970A802">
    <w:name w:val="28B5E218EE364C269F0032A51E970A80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E18249FE1AB4C8293B384D08E617D3E2">
    <w:name w:val="7E18249FE1AB4C8293B384D08E617D3E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D06FA137B7D41FF9B165C6BF31AE8B62">
    <w:name w:val="1D06FA137B7D41FF9B165C6BF31AE8B6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209131E167341A6A2AF265745710D3F2">
    <w:name w:val="C209131E167341A6A2AF265745710D3F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9E231B7D1FC40A5A2724549C1B3B1322">
    <w:name w:val="D9E231B7D1FC40A5A2724549C1B3B132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48B805B57264F37A01804F73258E2AC2">
    <w:name w:val="F48B805B57264F37A01804F73258E2AC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47859FB63EB4166BA57867EB0C3F78A2">
    <w:name w:val="547859FB63EB4166BA57867EB0C3F78A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606009D28194090AA15A9D28EF237E22">
    <w:name w:val="9606009D28194090AA15A9D28EF237E2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CF93DFB34134671B40CD5BCF81C9B2B2">
    <w:name w:val="BCF93DFB34134671B40CD5BCF81C9B2B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DC2FEB8183F429F97E611A0565C02A42">
    <w:name w:val="7DC2FEB8183F429F97E611A0565C02A4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FA31788DC25419BBA3FEAE7E0EE98A12">
    <w:name w:val="8FA31788DC25419BBA3FEAE7E0EE98A1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B06D1C9F30143C2A1D3D4B6FCCE6C242">
    <w:name w:val="1B06D1C9F30143C2A1D3D4B6FCCE6C24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10225CCBF2548CDA320A5D46BE47B712">
    <w:name w:val="910225CCBF2548CDA320A5D46BE47B71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7F0CDA51F6247DCB277C9892A85E0552">
    <w:name w:val="87F0CDA51F6247DCB277C9892A85E055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81B9ECF85084643886EE36B9CECB5172">
    <w:name w:val="A81B9ECF85084643886EE36B9CECB517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1D411DC109480EA691312CA6145C822">
    <w:name w:val="901D411DC109480EA691312CA6145C82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E75BE1734C84BC3920BDAEDD1DB8D1A2">
    <w:name w:val="0E75BE1734C84BC3920BDAEDD1DB8D1A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7FF38D0559648D5B6EC58014C81AA092">
    <w:name w:val="77FF38D0559648D5B6EC58014C81AA09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0513D6226AD4C4F8971305ED67A66D62">
    <w:name w:val="60513D6226AD4C4F8971305ED67A66D6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837A2D0129841A1975ED26058E573712">
    <w:name w:val="B837A2D0129841A1975ED26058E57371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3C25978E9244229A7EAD2A3A4D978F82">
    <w:name w:val="F3C25978E9244229A7EAD2A3A4D978F8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8C63289FB2A4140B5512293D13671312">
    <w:name w:val="08C63289FB2A4140B5512293D1367131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1B09FF067B64DE7A2926D930F9B0D942">
    <w:name w:val="01B09FF067B64DE7A2926D930F9B0D94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2DE537AAC97495099ED7212E18BF2292">
    <w:name w:val="12DE537AAC97495099ED7212E18BF229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C4394A2EA234F229488A74E8EED640A2">
    <w:name w:val="9C4394A2EA234F229488A74E8EED640A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0E399E5C18549C0B4A81CC0C36CB5102">
    <w:name w:val="D0E399E5C18549C0B4A81CC0C36CB510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5AC9CF322BC43A589BC5897212FD9D32">
    <w:name w:val="65AC9CF322BC43A589BC5897212FD9D3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31CBEB2A5E6400188DC8B6730BBE4F62">
    <w:name w:val="D31CBEB2A5E6400188DC8B6730BBE4F6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90A58A5F5434D6C83E679AEAB2C59A92">
    <w:name w:val="590A58A5F5434D6C83E679AEAB2C59A9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3EAEAFB110B49F099F69FDCB985F4D32">
    <w:name w:val="23EAEAFB110B49F099F69FDCB985F4D3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7B5CD215156476A941ABC5DF97E83D82">
    <w:name w:val="57B5CD215156476A941ABC5DF97E83D8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A36D35EF8214CAAB149887055350A7D2">
    <w:name w:val="5A36D35EF8214CAAB149887055350A7D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07C29F79EDA48D1A0FE3C5A763B9CF92">
    <w:name w:val="D07C29F79EDA48D1A0FE3C5A763B9CF9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26B9C5320DA464E879A1676D3CC9B7E2">
    <w:name w:val="B26B9C5320DA464E879A1676D3CC9B7E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9E2559C55CD41FF868172DF6D7E25122">
    <w:name w:val="C9E2559C55CD41FF868172DF6D7E2512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D19C6A77BF4434493BF3251B797BEAC2">
    <w:name w:val="1D19C6A77BF4434493BF3251B797BEAC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28B9B9947D045AF893687ACDD82F5BB2">
    <w:name w:val="628B9B9947D045AF893687ACDD82F5BB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27CDB32815E4133A0067AB0A48A69962">
    <w:name w:val="C27CDB32815E4133A0067AB0A48A6996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CF35C0933A746EBB847953DE449F4BD2">
    <w:name w:val="DCF35C0933A746EBB847953DE449F4BD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67850C9D304CF88367382C14F9AC9C2">
    <w:name w:val="D667850C9D304CF88367382C14F9AC9C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8026E8E16C847E5B192EA3F9F8C5EC52">
    <w:name w:val="38026E8E16C847E5B192EA3F9F8C5EC5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9721A0FE3AC429582668840C2D59DFB2">
    <w:name w:val="49721A0FE3AC429582668840C2D59DFB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24C6FDBEA9C4BC1A06372BC64A04B372">
    <w:name w:val="124C6FDBEA9C4BC1A06372BC64A04B37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4CEE1F82A604FBE89D3F8E2E49BE4AB2">
    <w:name w:val="44CEE1F82A604FBE89D3F8E2E49BE4AB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1BF2597BEB94CF3888D6D27F00968C21">
    <w:name w:val="D1BF2597BEB94CF3888D6D27F00968C2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F654834191D479C9CF08C3D2E517CFE1">
    <w:name w:val="FF654834191D479C9CF08C3D2E517CFE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278B2314BAA402489A5128005A51A541">
    <w:name w:val="1278B2314BAA402489A5128005A51A54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A06EB9713934BBBAC7E567C4EF94BBA1">
    <w:name w:val="CA06EB9713934BBBAC7E567C4EF94BBA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79F7EC0C4BF4FDABE8E9923A5AA94E81">
    <w:name w:val="C79F7EC0C4BF4FDABE8E9923A5AA94E8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362F9A84B7F4E9984CA90BA5E12C1851">
    <w:name w:val="9362F9A84B7F4E9984CA90BA5E12C185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A86493C1D694432AE5AA0D86EAFF2001">
    <w:name w:val="9A86493C1D694432AE5AA0D86EAFF200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ABE34B7FF664C8BB6D3D90D22F49E621">
    <w:name w:val="4ABE34B7FF664C8BB6D3D90D22F49E62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8E83690D10F408397803340C68255581">
    <w:name w:val="98E83690D10F408397803340C6825558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E58FC0F3DB4F6A9C8E79E6BB026B1D1">
    <w:name w:val="02E58FC0F3DB4F6A9C8E79E6BB026B1D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A898325E64B4958AE737447D561142D1">
    <w:name w:val="5A898325E64B4958AE737447D561142D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D2A566A0812468CAD2CD0303CE534C11">
    <w:name w:val="1D2A566A0812468CAD2CD0303CE534C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DEAA3881D064CBEACBAD1219C234B7D1">
    <w:name w:val="EDEAA3881D064CBEACBAD1219C234B7D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98C0054145D4CE38C83F47AA5E46D061">
    <w:name w:val="998C0054145D4CE38C83F47AA5E46D06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CA67C978F174700AA289560393F784D1">
    <w:name w:val="BCA67C978F174700AA289560393F784D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6142949CA1E493C88E3E27500CA5E4D1">
    <w:name w:val="E6142949CA1E493C88E3E27500CA5E4D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AB1F929BDBB4E1F8A45B39DC10E5F891">
    <w:name w:val="5AB1F929BDBB4E1F8A45B39DC10E5F89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726404E64254032805188592D7F3CD81">
    <w:name w:val="5726404E64254032805188592D7F3CD8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9C5F21AA8FA4AA2BDE07E407A105E7D1">
    <w:name w:val="A9C5F21AA8FA4AA2BDE07E407A105E7D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95FE9E81D9E4249A4EDA81F7A1F5F6D1">
    <w:name w:val="795FE9E81D9E4249A4EDA81F7A1F5F6D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E6BF36C9B4F48BA8B32D74965E814B31">
    <w:name w:val="9E6BF36C9B4F48BA8B32D74965E814B3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E46EA8C4FB64FC69996ADF5B8C574771">
    <w:name w:val="5E46EA8C4FB64FC69996ADF5B8C57477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21254C49DD844D3885490F02BA09A191">
    <w:name w:val="821254C49DD844D3885490F02BA09A19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27E010A3BD04BE1ACCFE50EE03AFDC41">
    <w:name w:val="227E010A3BD04BE1ACCFE50EE03AFDC4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A1BD38EB7AC4F6BB7C0E1E8FA8B5F3D1">
    <w:name w:val="4A1BD38EB7AC4F6BB7C0E1E8FA8B5F3D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94D531758604221BF6D6BBCE17F7ADA1">
    <w:name w:val="894D531758604221BF6D6BBCE17F7ADA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FF3AF4B8E0048B5A6C48193CFBD40C51">
    <w:name w:val="3FF3AF4B8E0048B5A6C48193CFBD40C5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9D326A9828B426BA44001606C02BA491">
    <w:name w:val="19D326A9828B426BA44001606C02BA49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AFE59BFEF2E435AB6E5DD54172BDE461">
    <w:name w:val="4AFE59BFEF2E435AB6E5DD54172BDE46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F7142A7AFD444A7B6076A409E07440C1">
    <w:name w:val="EF7142A7AFD444A7B6076A409E07440C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AEE1ABC1F44A978E7293712541EBFD1">
    <w:name w:val="D6AEE1ABC1F44A978E7293712541EBFD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8869F6184EC420F88CDE54FC7E2EFD01">
    <w:name w:val="18869F6184EC420F88CDE54FC7E2EFD0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763E27D7B79443B999066BD3D16FAAC1">
    <w:name w:val="2763E27D7B79443B999066BD3D16FAAC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F825678C4EB43689CC763269B3E04641">
    <w:name w:val="FF825678C4EB43689CC763269B3E0464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1FDAC65B77C4BDAB4671FB83CEE07801">
    <w:name w:val="01FDAC65B77C4BDAB4671FB83CEE0780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A2A29600DDD43D3BA64C91F59DED2641">
    <w:name w:val="4A2A29600DDD43D3BA64C91F59DED264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BC2EB4EAB33498482BA3E141BC1187B1">
    <w:name w:val="4BC2EB4EAB33498482BA3E141BC1187B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AFA21900F8642E1A47424BC6EDBC2D21">
    <w:name w:val="AAFA21900F8642E1A47424BC6EDBC2D2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5E4E9EA79454DE7878C8829B05F05561">
    <w:name w:val="E5E4E9EA79454DE7878C8829B05F0556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594FE3D41A54C18B371308D7BDADA971">
    <w:name w:val="C594FE3D41A54C18B371308D7BDADA97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092376DC9BA406AA83029FDC4680A2C1">
    <w:name w:val="B092376DC9BA406AA83029FDC4680A2C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49A1B399E194A66A5AEDCCD4822AE901">
    <w:name w:val="E49A1B399E194A66A5AEDCCD4822AE90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E00A395623F44EEA9146933213754691">
    <w:name w:val="CE00A395623F44EEA914693321375469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9C79B4B340E4F47B125639732E974AD1">
    <w:name w:val="F9C79B4B340E4F47B125639732E974AD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CB4653048E843FDB6421FAA43C1C3601">
    <w:name w:val="0CB4653048E843FDB6421FAA43C1C360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0716E"/>
    <w:rPr>
      <w:color w:val="808080"/>
    </w:rPr>
  </w:style>
  <w:style w:type="paragraph" w:customStyle="1" w:styleId="4DB093DF48EE44AA8984F46694661425">
    <w:name w:val="4DB093DF48EE44AA8984F46694661425"/>
    <w:rsid w:val="00BD3D6C"/>
  </w:style>
  <w:style w:type="paragraph" w:customStyle="1" w:styleId="33D56BF9B2F24AB385CC0C0ED52CAFE5">
    <w:name w:val="33D56BF9B2F24AB385CC0C0ED52CAFE5"/>
    <w:rsid w:val="00BD3D6C"/>
  </w:style>
  <w:style w:type="paragraph" w:customStyle="1" w:styleId="A4145EFA4D7144F29DA0C8D6686152B2">
    <w:name w:val="A4145EFA4D7144F29DA0C8D6686152B2"/>
    <w:rsid w:val="00BD3D6C"/>
  </w:style>
  <w:style w:type="paragraph" w:customStyle="1" w:styleId="42ED48988F16454C966F76F140F001CE">
    <w:name w:val="42ED48988F16454C966F76F140F001CE"/>
    <w:rsid w:val="00BD3D6C"/>
  </w:style>
  <w:style w:type="paragraph" w:customStyle="1" w:styleId="E4E941FFE32F45EBB3706F11DD9FEB9B">
    <w:name w:val="E4E941FFE32F45EBB3706F11DD9FEB9B"/>
    <w:rsid w:val="00BD3D6C"/>
  </w:style>
  <w:style w:type="paragraph" w:customStyle="1" w:styleId="458F53B9A811472EB3EDEB122A8795DE">
    <w:name w:val="458F53B9A811472EB3EDEB122A8795DE"/>
    <w:rsid w:val="00BD3D6C"/>
  </w:style>
  <w:style w:type="paragraph" w:customStyle="1" w:styleId="499668025837499F9DD313115E937E12">
    <w:name w:val="499668025837499F9DD313115E937E12"/>
    <w:rsid w:val="00BD3D6C"/>
  </w:style>
  <w:style w:type="paragraph" w:customStyle="1" w:styleId="4810962645704621A420FDC915805BD3">
    <w:name w:val="4810962645704621A420FDC915805BD3"/>
    <w:rsid w:val="00BD3D6C"/>
  </w:style>
  <w:style w:type="paragraph" w:customStyle="1" w:styleId="787662CDAE8643ACA61D000B390D48E1">
    <w:name w:val="787662CDAE8643ACA61D000B390D48E1"/>
    <w:rsid w:val="00BD3D6C"/>
  </w:style>
  <w:style w:type="paragraph" w:customStyle="1" w:styleId="36A03D15359B42D186DDC1DD83DE9324">
    <w:name w:val="36A03D15359B42D186DDC1DD83DE9324"/>
    <w:rsid w:val="00BD3D6C"/>
  </w:style>
  <w:style w:type="paragraph" w:customStyle="1" w:styleId="02CAEC4AB4C8473DA4176731FB638F0E">
    <w:name w:val="02CAEC4AB4C8473DA4176731FB638F0E"/>
    <w:rsid w:val="00BD3D6C"/>
  </w:style>
  <w:style w:type="paragraph" w:customStyle="1" w:styleId="28BFF5C5E9104670892C065753415B24">
    <w:name w:val="28BFF5C5E9104670892C065753415B24"/>
    <w:rsid w:val="00BD3D6C"/>
  </w:style>
  <w:style w:type="paragraph" w:customStyle="1" w:styleId="ED55373F85CD4BCD92FA1E3AF9F9A034">
    <w:name w:val="ED55373F85CD4BCD92FA1E3AF9F9A034"/>
    <w:rsid w:val="00BD3D6C"/>
  </w:style>
  <w:style w:type="paragraph" w:customStyle="1" w:styleId="3018DD4174114447838E4222EC62CCD2">
    <w:name w:val="3018DD4174114447838E4222EC62CCD2"/>
    <w:rsid w:val="00BD3D6C"/>
  </w:style>
  <w:style w:type="paragraph" w:customStyle="1" w:styleId="9BEB2E2370964B39878C61D60A4E4CFE">
    <w:name w:val="9BEB2E2370964B39878C61D60A4E4CFE"/>
    <w:rsid w:val="00BD3D6C"/>
  </w:style>
  <w:style w:type="paragraph" w:customStyle="1" w:styleId="99C787E4B040431AAE8C6B101341584E">
    <w:name w:val="99C787E4B040431AAE8C6B101341584E"/>
    <w:rsid w:val="00BD3D6C"/>
  </w:style>
  <w:style w:type="paragraph" w:customStyle="1" w:styleId="BE2ADA5779A54B079C3787947C8AE5FA">
    <w:name w:val="BE2ADA5779A54B079C3787947C8AE5FA"/>
    <w:rsid w:val="00BD3D6C"/>
  </w:style>
  <w:style w:type="paragraph" w:customStyle="1" w:styleId="A2C82A435F36454D9568B20666E9BA4C">
    <w:name w:val="A2C82A435F36454D9568B20666E9BA4C"/>
    <w:rsid w:val="00BD3D6C"/>
  </w:style>
  <w:style w:type="paragraph" w:customStyle="1" w:styleId="90A395100EFF446392E430920B9027ED">
    <w:name w:val="90A395100EFF446392E430920B9027ED"/>
    <w:rsid w:val="00BD3D6C"/>
  </w:style>
  <w:style w:type="paragraph" w:customStyle="1" w:styleId="61D9E3B3B0F548E8A2AC207BA8837CDD">
    <w:name w:val="61D9E3B3B0F548E8A2AC207BA8837CDD"/>
    <w:rsid w:val="00BD3D6C"/>
  </w:style>
  <w:style w:type="paragraph" w:customStyle="1" w:styleId="E45834A62F16445CA0376226346E3DC2">
    <w:name w:val="E45834A62F16445CA0376226346E3DC2"/>
    <w:rsid w:val="00BD3D6C"/>
  </w:style>
  <w:style w:type="paragraph" w:customStyle="1" w:styleId="745FB16FC8B547AC80D480082264F22A">
    <w:name w:val="745FB16FC8B547AC80D480082264F22A"/>
    <w:rsid w:val="00BD3D6C"/>
  </w:style>
  <w:style w:type="paragraph" w:customStyle="1" w:styleId="E842075463914D2B8E15ECE667032808">
    <w:name w:val="E842075463914D2B8E15ECE667032808"/>
    <w:rsid w:val="00BD3D6C"/>
  </w:style>
  <w:style w:type="paragraph" w:customStyle="1" w:styleId="DD1C3903CCE0497EAE1B056D259E0C4A">
    <w:name w:val="DD1C3903CCE0497EAE1B056D259E0C4A"/>
    <w:rsid w:val="00BD3D6C"/>
  </w:style>
  <w:style w:type="paragraph" w:customStyle="1" w:styleId="1CD9EDFF224D4480B7B81433F9F2F8A1">
    <w:name w:val="1CD9EDFF224D4480B7B81433F9F2F8A1"/>
    <w:rsid w:val="00BD3D6C"/>
  </w:style>
  <w:style w:type="paragraph" w:customStyle="1" w:styleId="0CCFF6C269574583A72319B3D777A27F">
    <w:name w:val="0CCFF6C269574583A72319B3D777A27F"/>
    <w:rsid w:val="0089639F"/>
  </w:style>
  <w:style w:type="paragraph" w:customStyle="1" w:styleId="D6796BF94894439BAFDA2E34A093C0CB">
    <w:name w:val="D6796BF94894439BAFDA2E34A093C0CB"/>
    <w:rsid w:val="0089639F"/>
  </w:style>
  <w:style w:type="paragraph" w:customStyle="1" w:styleId="30F6057CC8374DEDBD5EB9091D7FC5CC">
    <w:name w:val="30F6057CC8374DEDBD5EB9091D7FC5CC"/>
    <w:rsid w:val="0089639F"/>
  </w:style>
  <w:style w:type="paragraph" w:customStyle="1" w:styleId="1CB5C856E81D41AE85C87E48B2B87586">
    <w:name w:val="1CB5C856E81D41AE85C87E48B2B87586"/>
    <w:rsid w:val="0089639F"/>
  </w:style>
  <w:style w:type="paragraph" w:customStyle="1" w:styleId="0AD53843F3C94AA993D5FE559E20CB2E">
    <w:name w:val="0AD53843F3C94AA993D5FE559E20CB2E"/>
    <w:rsid w:val="0089639F"/>
  </w:style>
  <w:style w:type="paragraph" w:customStyle="1" w:styleId="33BD7B8C879343528B9141A6DFE268B5">
    <w:name w:val="33BD7B8C879343528B9141A6DFE268B5"/>
    <w:rsid w:val="0089639F"/>
  </w:style>
  <w:style w:type="paragraph" w:customStyle="1" w:styleId="2F813ABA0D2F4416BA303624689AA0BA">
    <w:name w:val="2F813ABA0D2F4416BA303624689AA0BA"/>
    <w:rsid w:val="0089639F"/>
  </w:style>
  <w:style w:type="paragraph" w:customStyle="1" w:styleId="DA5FA0C5C25242A9B0B9C812D83403E7">
    <w:name w:val="DA5FA0C5C25242A9B0B9C812D83403E7"/>
    <w:rsid w:val="0089639F"/>
  </w:style>
  <w:style w:type="paragraph" w:customStyle="1" w:styleId="A277D3FF483D4E82B3BABE3181CC5D1A">
    <w:name w:val="A277D3FF483D4E82B3BABE3181CC5D1A"/>
    <w:rsid w:val="0089639F"/>
  </w:style>
  <w:style w:type="paragraph" w:customStyle="1" w:styleId="B634D920D76E493BA61C547130FC87CC">
    <w:name w:val="B634D920D76E493BA61C547130FC87CC"/>
    <w:rsid w:val="0089639F"/>
  </w:style>
  <w:style w:type="paragraph" w:customStyle="1" w:styleId="9397E3F6CC5D4E9FB4A3C7F71D898F15">
    <w:name w:val="9397E3F6CC5D4E9FB4A3C7F71D898F15"/>
    <w:rsid w:val="0089639F"/>
  </w:style>
  <w:style w:type="paragraph" w:customStyle="1" w:styleId="4E6F5B021D8E4487A1C869AEE4367FDD">
    <w:name w:val="4E6F5B021D8E4487A1C869AEE4367FDD"/>
    <w:rsid w:val="0089639F"/>
  </w:style>
  <w:style w:type="paragraph" w:customStyle="1" w:styleId="18AEE6E9569B4B43A104ABB350350286">
    <w:name w:val="18AEE6E9569B4B43A104ABB350350286"/>
    <w:rsid w:val="0089639F"/>
  </w:style>
  <w:style w:type="paragraph" w:customStyle="1" w:styleId="A4D26CE2995C457196A9C80A0E11AAF8">
    <w:name w:val="A4D26CE2995C457196A9C80A0E11AAF8"/>
    <w:rsid w:val="0089639F"/>
  </w:style>
  <w:style w:type="paragraph" w:customStyle="1" w:styleId="63DF7F68F93C4F3CADF538FA4CE2D6E2">
    <w:name w:val="63DF7F68F93C4F3CADF538FA4CE2D6E2"/>
    <w:rsid w:val="0089639F"/>
  </w:style>
  <w:style w:type="paragraph" w:customStyle="1" w:styleId="09B77EB74EA14C1798BD71173847E09A">
    <w:name w:val="09B77EB74EA14C1798BD71173847E09A"/>
    <w:rsid w:val="0089639F"/>
  </w:style>
  <w:style w:type="paragraph" w:customStyle="1" w:styleId="BA8BB0426D184D3F8221FA2912D0C605">
    <w:name w:val="BA8BB0426D184D3F8221FA2912D0C605"/>
    <w:rsid w:val="0089639F"/>
  </w:style>
  <w:style w:type="paragraph" w:customStyle="1" w:styleId="C0E526D6A5BF4F88A1B70C277D1CF3E4">
    <w:name w:val="C0E526D6A5BF4F88A1B70C277D1CF3E4"/>
    <w:rsid w:val="0089639F"/>
  </w:style>
  <w:style w:type="paragraph" w:customStyle="1" w:styleId="B427F722342D48A396722A5CFD735102">
    <w:name w:val="B427F722342D48A396722A5CFD735102"/>
    <w:rsid w:val="0089639F"/>
  </w:style>
  <w:style w:type="paragraph" w:customStyle="1" w:styleId="BF541CBA25B54A4D8C23594202D12172">
    <w:name w:val="BF541CBA25B54A4D8C23594202D12172"/>
    <w:rsid w:val="0089639F"/>
  </w:style>
  <w:style w:type="paragraph" w:customStyle="1" w:styleId="FFC2C26DAC4147AE8D339CA11D666396">
    <w:name w:val="FFC2C26DAC4147AE8D339CA11D666396"/>
    <w:rsid w:val="0089639F"/>
  </w:style>
  <w:style w:type="paragraph" w:customStyle="1" w:styleId="8ACB1575443745788B810C90265DCAF6">
    <w:name w:val="8ACB1575443745788B810C90265DCAF6"/>
    <w:rsid w:val="0089639F"/>
  </w:style>
  <w:style w:type="paragraph" w:customStyle="1" w:styleId="8FE0DE483BCE4E8A9A78827B7BE4481E">
    <w:name w:val="8FE0DE483BCE4E8A9A78827B7BE4481E"/>
    <w:rsid w:val="0089639F"/>
  </w:style>
  <w:style w:type="paragraph" w:customStyle="1" w:styleId="3E5CD87550824649962A85753456D2BD">
    <w:name w:val="3E5CD87550824649962A85753456D2BD"/>
    <w:rsid w:val="0089639F"/>
  </w:style>
  <w:style w:type="paragraph" w:customStyle="1" w:styleId="777931537288479CBA4DE3C49686063E">
    <w:name w:val="777931537288479CBA4DE3C49686063E"/>
    <w:rsid w:val="0089639F"/>
  </w:style>
  <w:style w:type="paragraph" w:customStyle="1" w:styleId="59AC5C9BE8F24C549BC6F8A7D90924B3">
    <w:name w:val="59AC5C9BE8F24C549BC6F8A7D90924B3"/>
    <w:rsid w:val="0089639F"/>
  </w:style>
  <w:style w:type="paragraph" w:customStyle="1" w:styleId="19A287D10BE9429C9AE08C7246BB7BD3">
    <w:name w:val="19A287D10BE9429C9AE08C7246BB7BD3"/>
    <w:rsid w:val="0089639F"/>
  </w:style>
  <w:style w:type="paragraph" w:customStyle="1" w:styleId="01CC434432934C04A0956DEBDC861B3F">
    <w:name w:val="01CC434432934C04A0956DEBDC861B3F"/>
    <w:rsid w:val="0089639F"/>
  </w:style>
  <w:style w:type="paragraph" w:customStyle="1" w:styleId="8D31DC76CBCF436A8CAE1AD986DCC213">
    <w:name w:val="8D31DC76CBCF436A8CAE1AD986DCC213"/>
    <w:rsid w:val="0089639F"/>
  </w:style>
  <w:style w:type="paragraph" w:customStyle="1" w:styleId="3ED13D0E4B014BED97563805D730CCDD">
    <w:name w:val="3ED13D0E4B014BED97563805D730CCDD"/>
    <w:rsid w:val="0089639F"/>
  </w:style>
  <w:style w:type="paragraph" w:customStyle="1" w:styleId="FE73F358BB9F430A8BCB3BB1CD9D99C3">
    <w:name w:val="FE73F358BB9F430A8BCB3BB1CD9D99C3"/>
    <w:rsid w:val="0089639F"/>
  </w:style>
  <w:style w:type="paragraph" w:customStyle="1" w:styleId="A9C38F95BD4948E2A5A9C8416A3541EA">
    <w:name w:val="A9C38F95BD4948E2A5A9C8416A3541EA"/>
    <w:rsid w:val="0089639F"/>
  </w:style>
  <w:style w:type="paragraph" w:customStyle="1" w:styleId="C9E5BF349B614A3F957ED5BAB56C8DC5">
    <w:name w:val="C9E5BF349B614A3F957ED5BAB56C8DC5"/>
    <w:rsid w:val="0089639F"/>
  </w:style>
  <w:style w:type="paragraph" w:customStyle="1" w:styleId="E12D9A0B05EB4930BFE16C115CFC35CD">
    <w:name w:val="E12D9A0B05EB4930BFE16C115CFC35CD"/>
    <w:rsid w:val="0089639F"/>
  </w:style>
  <w:style w:type="paragraph" w:customStyle="1" w:styleId="A9D1BACBFC8B4F11A825CC8403582CE2">
    <w:name w:val="A9D1BACBFC8B4F11A825CC8403582CE2"/>
    <w:rsid w:val="0089639F"/>
  </w:style>
  <w:style w:type="paragraph" w:customStyle="1" w:styleId="9EA126F38707477392F7D02EE9A9B1E6">
    <w:name w:val="9EA126F38707477392F7D02EE9A9B1E6"/>
    <w:rsid w:val="0089639F"/>
  </w:style>
  <w:style w:type="paragraph" w:customStyle="1" w:styleId="024D6CF74A1A4C8682C7B764BC9C13B0">
    <w:name w:val="024D6CF74A1A4C8682C7B764BC9C13B0"/>
    <w:rsid w:val="0089639F"/>
  </w:style>
  <w:style w:type="paragraph" w:customStyle="1" w:styleId="375677E9C4CF4E32B79F9E5B52236047">
    <w:name w:val="375677E9C4CF4E32B79F9E5B52236047"/>
    <w:rsid w:val="0089639F"/>
  </w:style>
  <w:style w:type="paragraph" w:customStyle="1" w:styleId="8B459505A08044E6849955B9EC08BDF6">
    <w:name w:val="8B459505A08044E6849955B9EC08BDF6"/>
    <w:rsid w:val="0089639F"/>
  </w:style>
  <w:style w:type="paragraph" w:customStyle="1" w:styleId="6051BBDE2BA74FFEA8C91E7F7C8150CE">
    <w:name w:val="6051BBDE2BA74FFEA8C91E7F7C8150CE"/>
    <w:rsid w:val="0089639F"/>
  </w:style>
  <w:style w:type="paragraph" w:customStyle="1" w:styleId="83FD0EF470F34A328CE2C6CD0BCD83CC">
    <w:name w:val="83FD0EF470F34A328CE2C6CD0BCD83CC"/>
    <w:rsid w:val="0089639F"/>
  </w:style>
  <w:style w:type="paragraph" w:customStyle="1" w:styleId="9B05E2F1F2554F69A3702A5C166A1653">
    <w:name w:val="9B05E2F1F2554F69A3702A5C166A1653"/>
    <w:rsid w:val="0089639F"/>
  </w:style>
  <w:style w:type="paragraph" w:customStyle="1" w:styleId="7EEA3ADFE0484A60B4A6AF75928E8C74">
    <w:name w:val="7EEA3ADFE0484A60B4A6AF75928E8C74"/>
    <w:rsid w:val="0089639F"/>
  </w:style>
  <w:style w:type="paragraph" w:customStyle="1" w:styleId="D6D520A7A5324B91B70B698E225FE8B7">
    <w:name w:val="D6D520A7A5324B91B70B698E225FE8B7"/>
    <w:rsid w:val="0089639F"/>
  </w:style>
  <w:style w:type="paragraph" w:customStyle="1" w:styleId="D1B231188958483499A82C61D56C6533">
    <w:name w:val="D1B231188958483499A82C61D56C6533"/>
    <w:rsid w:val="0089639F"/>
  </w:style>
  <w:style w:type="paragraph" w:customStyle="1" w:styleId="48D5CC2F6ACD426285FB8176CAA34307">
    <w:name w:val="48D5CC2F6ACD426285FB8176CAA34307"/>
    <w:rsid w:val="0089639F"/>
  </w:style>
  <w:style w:type="paragraph" w:customStyle="1" w:styleId="97C9E42A3F534BD7BE1669FEA3FAC170">
    <w:name w:val="97C9E42A3F534BD7BE1669FEA3FAC170"/>
    <w:rsid w:val="0089639F"/>
  </w:style>
  <w:style w:type="paragraph" w:customStyle="1" w:styleId="E57656F08956466D8DAD6C52DCDC413B">
    <w:name w:val="E57656F08956466D8DAD6C52DCDC413B"/>
    <w:rsid w:val="0089639F"/>
  </w:style>
  <w:style w:type="paragraph" w:customStyle="1" w:styleId="C642716C58DF4FC49D8F53E2FC6CDE7C">
    <w:name w:val="C642716C58DF4FC49D8F53E2FC6CDE7C"/>
    <w:rsid w:val="0089639F"/>
  </w:style>
  <w:style w:type="paragraph" w:customStyle="1" w:styleId="7B9EA7DAD8474C5D8FF1D4530D4D8D1B">
    <w:name w:val="7B9EA7DAD8474C5D8FF1D4530D4D8D1B"/>
    <w:rsid w:val="0089639F"/>
  </w:style>
  <w:style w:type="paragraph" w:customStyle="1" w:styleId="33EDD114EFD5497B8C51F80DE393950E">
    <w:name w:val="33EDD114EFD5497B8C51F80DE393950E"/>
    <w:rsid w:val="0089639F"/>
  </w:style>
  <w:style w:type="paragraph" w:customStyle="1" w:styleId="CC79813A76474C619E79CE27818289F6">
    <w:name w:val="CC79813A76474C619E79CE27818289F6"/>
    <w:rsid w:val="0089639F"/>
  </w:style>
  <w:style w:type="paragraph" w:customStyle="1" w:styleId="2A8222C7B092467D9E185937FDE24B0B">
    <w:name w:val="2A8222C7B092467D9E185937FDE24B0B"/>
    <w:rsid w:val="0089639F"/>
  </w:style>
  <w:style w:type="paragraph" w:customStyle="1" w:styleId="EF25FA170F6649CD8645058D0D35A751">
    <w:name w:val="EF25FA170F6649CD8645058D0D35A751"/>
    <w:rsid w:val="0089639F"/>
  </w:style>
  <w:style w:type="paragraph" w:customStyle="1" w:styleId="EF7E5FB88C37492F9B94719D4D6D7F82">
    <w:name w:val="EF7E5FB88C37492F9B94719D4D6D7F82"/>
    <w:rsid w:val="0089639F"/>
  </w:style>
  <w:style w:type="paragraph" w:customStyle="1" w:styleId="46BBF368F74846ACA305DC08A1BE0BF8">
    <w:name w:val="46BBF368F74846ACA305DC08A1BE0BF8"/>
    <w:rsid w:val="0089639F"/>
  </w:style>
  <w:style w:type="paragraph" w:customStyle="1" w:styleId="3446ECE03AF14C24876AFDB9BA2A7909">
    <w:name w:val="3446ECE03AF14C24876AFDB9BA2A7909"/>
    <w:rsid w:val="0089639F"/>
  </w:style>
  <w:style w:type="paragraph" w:customStyle="1" w:styleId="B3957B26B0AF47C690A2EB038D218A3F">
    <w:name w:val="B3957B26B0AF47C690A2EB038D218A3F"/>
    <w:rsid w:val="0089639F"/>
  </w:style>
  <w:style w:type="paragraph" w:customStyle="1" w:styleId="A6749FE2939947C89D7831C25D56F75C">
    <w:name w:val="A6749FE2939947C89D7831C25D56F75C"/>
    <w:rsid w:val="0089639F"/>
  </w:style>
  <w:style w:type="paragraph" w:customStyle="1" w:styleId="F9DAA78258084158AB029702A050116E">
    <w:name w:val="F9DAA78258084158AB029702A050116E"/>
    <w:rsid w:val="0089639F"/>
  </w:style>
  <w:style w:type="paragraph" w:customStyle="1" w:styleId="67727984E21E46D4B3B5DEC3885612EB">
    <w:name w:val="67727984E21E46D4B3B5DEC3885612EB"/>
    <w:rsid w:val="0089639F"/>
  </w:style>
  <w:style w:type="paragraph" w:customStyle="1" w:styleId="8E38DF2228D24963BDE67C1361200530">
    <w:name w:val="8E38DF2228D24963BDE67C1361200530"/>
    <w:rsid w:val="0089639F"/>
  </w:style>
  <w:style w:type="paragraph" w:customStyle="1" w:styleId="9132B491669E49B699F1B20AFAE28FFD">
    <w:name w:val="9132B491669E49B699F1B20AFAE28FFD"/>
    <w:rsid w:val="0089639F"/>
  </w:style>
  <w:style w:type="paragraph" w:customStyle="1" w:styleId="FFF5B1B2EC004C7D82FF14D403A210FC">
    <w:name w:val="FFF5B1B2EC004C7D82FF14D403A210FC"/>
    <w:rsid w:val="0089639F"/>
  </w:style>
  <w:style w:type="paragraph" w:customStyle="1" w:styleId="5F311768B6744C4E86300943DA4E49A7">
    <w:name w:val="5F311768B6744C4E86300943DA4E49A7"/>
    <w:rsid w:val="0089639F"/>
  </w:style>
  <w:style w:type="paragraph" w:customStyle="1" w:styleId="25B55CAC227A48FEA8ED2F143EF6AB92">
    <w:name w:val="25B55CAC227A48FEA8ED2F143EF6AB92"/>
    <w:rsid w:val="0089639F"/>
  </w:style>
  <w:style w:type="paragraph" w:customStyle="1" w:styleId="5B784142366E47AA93ED1C823A721845">
    <w:name w:val="5B784142366E47AA93ED1C823A721845"/>
    <w:rsid w:val="0089639F"/>
  </w:style>
  <w:style w:type="paragraph" w:customStyle="1" w:styleId="C0306C5997E24E299C49C5B3DB269FB0">
    <w:name w:val="C0306C5997E24E299C49C5B3DB269FB0"/>
    <w:rsid w:val="0089639F"/>
  </w:style>
  <w:style w:type="paragraph" w:customStyle="1" w:styleId="95BB401EA3734602B1FCEC0B2BF7A7E5">
    <w:name w:val="95BB401EA3734602B1FCEC0B2BF7A7E5"/>
    <w:rsid w:val="0089639F"/>
  </w:style>
  <w:style w:type="paragraph" w:customStyle="1" w:styleId="AB7941EA0DB44CF381C7E6F5FAFB3CBE">
    <w:name w:val="AB7941EA0DB44CF381C7E6F5FAFB3CBE"/>
    <w:rsid w:val="0089639F"/>
  </w:style>
  <w:style w:type="paragraph" w:customStyle="1" w:styleId="F4EADA531C3B4613ACC6A9359EDD0C20">
    <w:name w:val="F4EADA531C3B4613ACC6A9359EDD0C20"/>
    <w:rsid w:val="0089639F"/>
  </w:style>
  <w:style w:type="paragraph" w:customStyle="1" w:styleId="E191627956084CABB61E8EA21CC06A25">
    <w:name w:val="E191627956084CABB61E8EA21CC06A25"/>
    <w:rsid w:val="0089639F"/>
  </w:style>
  <w:style w:type="paragraph" w:customStyle="1" w:styleId="F91124D816764FF4B1F2C480EF17DA9F">
    <w:name w:val="F91124D816764FF4B1F2C480EF17DA9F"/>
    <w:rsid w:val="0089639F"/>
  </w:style>
  <w:style w:type="paragraph" w:customStyle="1" w:styleId="B88A5C0BC9CC457B86D34C645CBAE83E">
    <w:name w:val="B88A5C0BC9CC457B86D34C645CBAE83E"/>
    <w:rsid w:val="0089639F"/>
  </w:style>
  <w:style w:type="paragraph" w:customStyle="1" w:styleId="BFB27C4B7CF84F51975394B8DA0AD3FF">
    <w:name w:val="BFB27C4B7CF84F51975394B8DA0AD3FF"/>
    <w:rsid w:val="0089639F"/>
  </w:style>
  <w:style w:type="paragraph" w:customStyle="1" w:styleId="6251FF5DEF5A42E6BAF56C828F5CC7D5">
    <w:name w:val="6251FF5DEF5A42E6BAF56C828F5CC7D5"/>
    <w:rsid w:val="0089639F"/>
  </w:style>
  <w:style w:type="paragraph" w:customStyle="1" w:styleId="9A773E19145E425C93B2A48774B8D92D">
    <w:name w:val="9A773E19145E425C93B2A48774B8D92D"/>
    <w:rsid w:val="0089639F"/>
  </w:style>
  <w:style w:type="paragraph" w:customStyle="1" w:styleId="2EE3FD30550047CB90F117A7F450D9A7">
    <w:name w:val="2EE3FD30550047CB90F117A7F450D9A7"/>
    <w:rsid w:val="0089639F"/>
  </w:style>
  <w:style w:type="paragraph" w:customStyle="1" w:styleId="57AE113637E44933A759DE95D38BB870">
    <w:name w:val="57AE113637E44933A759DE95D38BB870"/>
    <w:rsid w:val="0089639F"/>
  </w:style>
  <w:style w:type="paragraph" w:customStyle="1" w:styleId="8EBA4B1522CD46DE97DC910F73B30C91">
    <w:name w:val="8EBA4B1522CD46DE97DC910F73B30C91"/>
    <w:rsid w:val="0089639F"/>
  </w:style>
  <w:style w:type="paragraph" w:customStyle="1" w:styleId="F9F7F0BED68C445B8C753E845A83B86E">
    <w:name w:val="F9F7F0BED68C445B8C753E845A83B86E"/>
    <w:rsid w:val="0089639F"/>
  </w:style>
  <w:style w:type="paragraph" w:customStyle="1" w:styleId="A8DD2E9506F545A384598297DF118BBB">
    <w:name w:val="A8DD2E9506F545A384598297DF118BBB"/>
    <w:rsid w:val="0089639F"/>
  </w:style>
  <w:style w:type="paragraph" w:customStyle="1" w:styleId="82CD06386FE547468CC01D557D90456B">
    <w:name w:val="82CD06386FE547468CC01D557D90456B"/>
    <w:rsid w:val="0089639F"/>
  </w:style>
  <w:style w:type="paragraph" w:customStyle="1" w:styleId="51CCABD9F560402B8BD5969EB9C582E7">
    <w:name w:val="51CCABD9F560402B8BD5969EB9C582E7"/>
    <w:rsid w:val="0089639F"/>
  </w:style>
  <w:style w:type="paragraph" w:customStyle="1" w:styleId="9CFBCF1633E34E93AC46FFF7AE750A50">
    <w:name w:val="9CFBCF1633E34E93AC46FFF7AE750A50"/>
    <w:rsid w:val="0089639F"/>
  </w:style>
  <w:style w:type="paragraph" w:customStyle="1" w:styleId="4CCBD8D8E40A4A78B1E49CB72992E274">
    <w:name w:val="4CCBD8D8E40A4A78B1E49CB72992E274"/>
    <w:rsid w:val="0089639F"/>
  </w:style>
  <w:style w:type="paragraph" w:customStyle="1" w:styleId="B50F5EA45952466DA3E9F69324D5E6C0">
    <w:name w:val="B50F5EA45952466DA3E9F69324D5E6C0"/>
    <w:rsid w:val="0089639F"/>
  </w:style>
  <w:style w:type="paragraph" w:customStyle="1" w:styleId="DE617F3995044B2187FB6D5E74885EBF">
    <w:name w:val="DE617F3995044B2187FB6D5E74885EBF"/>
    <w:rsid w:val="0089639F"/>
  </w:style>
  <w:style w:type="paragraph" w:customStyle="1" w:styleId="E2A6D13A6FB04F1BABDE1EEA4E16F496">
    <w:name w:val="E2A6D13A6FB04F1BABDE1EEA4E16F496"/>
    <w:rsid w:val="0089639F"/>
  </w:style>
  <w:style w:type="paragraph" w:customStyle="1" w:styleId="D91770050FDB4185A6E022B157FF3DF3">
    <w:name w:val="D91770050FDB4185A6E022B157FF3DF3"/>
    <w:rsid w:val="0089639F"/>
  </w:style>
  <w:style w:type="paragraph" w:customStyle="1" w:styleId="186F4C85E4144012AEE73AB232D6B2EF">
    <w:name w:val="186F4C85E4144012AEE73AB232D6B2EF"/>
    <w:rsid w:val="0089639F"/>
  </w:style>
  <w:style w:type="paragraph" w:customStyle="1" w:styleId="AA8B0145D5D144D3BF735B90E8947CAF">
    <w:name w:val="AA8B0145D5D144D3BF735B90E8947CAF"/>
    <w:rsid w:val="0089639F"/>
  </w:style>
  <w:style w:type="paragraph" w:customStyle="1" w:styleId="9A7AA930FBCA47BE953C63442CB1C91A">
    <w:name w:val="9A7AA930FBCA47BE953C63442CB1C91A"/>
    <w:rsid w:val="0089639F"/>
  </w:style>
  <w:style w:type="paragraph" w:customStyle="1" w:styleId="D3427122B2924FCC9010B44CBDD36368">
    <w:name w:val="D3427122B2924FCC9010B44CBDD36368"/>
    <w:rsid w:val="0089639F"/>
  </w:style>
  <w:style w:type="paragraph" w:customStyle="1" w:styleId="C8A740C0E75945DB9A60DD69768870BB">
    <w:name w:val="C8A740C0E75945DB9A60DD69768870BB"/>
    <w:rsid w:val="0089639F"/>
  </w:style>
  <w:style w:type="paragraph" w:customStyle="1" w:styleId="7C62AB04BF754395AE56BA451EAF6D29">
    <w:name w:val="7C62AB04BF754395AE56BA451EAF6D29"/>
    <w:rsid w:val="0089639F"/>
  </w:style>
  <w:style w:type="paragraph" w:customStyle="1" w:styleId="4E0992932C334A8DAB757CA422613605">
    <w:name w:val="4E0992932C334A8DAB757CA422613605"/>
    <w:rsid w:val="0089639F"/>
  </w:style>
  <w:style w:type="paragraph" w:customStyle="1" w:styleId="E3CCBA7CDABF4646BDEE31F241DAEB7E">
    <w:name w:val="E3CCBA7CDABF4646BDEE31F241DAEB7E"/>
    <w:rsid w:val="0089639F"/>
  </w:style>
  <w:style w:type="paragraph" w:customStyle="1" w:styleId="62FEE5BB595D42BF9E8229C7F049FC45">
    <w:name w:val="62FEE5BB595D42BF9E8229C7F049FC45"/>
    <w:rsid w:val="0089639F"/>
  </w:style>
  <w:style w:type="paragraph" w:customStyle="1" w:styleId="973A5C8AFEC448D488EA86EF5A2370F2">
    <w:name w:val="973A5C8AFEC448D488EA86EF5A2370F2"/>
    <w:rsid w:val="0089639F"/>
  </w:style>
  <w:style w:type="paragraph" w:customStyle="1" w:styleId="28BFF5C5E9104670892C065753415B241">
    <w:name w:val="28BFF5C5E9104670892C065753415B24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D55373F85CD4BCD92FA1E3AF9F9A0341">
    <w:name w:val="ED55373F85CD4BCD92FA1E3AF9F9A034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018DD4174114447838E4222EC62CCD21">
    <w:name w:val="3018DD4174114447838E4222EC62CCD2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99668025837499F9DD313115E937E121">
    <w:name w:val="499668025837499F9DD313115E937E12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10962645704621A420FDC915805BD31">
    <w:name w:val="4810962645704621A420FDC915805BD3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87662CDAE8643ACA61D000B390D48E11">
    <w:name w:val="787662CDAE8643ACA61D000B390D48E1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6A03D15359B42D186DDC1DD83DE93241">
    <w:name w:val="36A03D15359B42D186DDC1DD83DE9324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CAEC4AB4C8473DA4176731FB638F0E1">
    <w:name w:val="02CAEC4AB4C8473DA4176731FB638F0E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BEB2E2370964B39878C61D60A4E4CFE1">
    <w:name w:val="9BEB2E2370964B39878C61D60A4E4CFE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9C787E4B040431AAE8C6B101341584E1">
    <w:name w:val="99C787E4B040431AAE8C6B101341584E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A395100EFF446392E430920B9027ED1">
    <w:name w:val="90A395100EFF446392E430920B9027ED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1D9E3B3B0F548E8A2AC207BA8837CDD1">
    <w:name w:val="61D9E3B3B0F548E8A2AC207BA8837CDD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45834A62F16445CA0376226346E3DC21">
    <w:name w:val="E45834A62F16445CA0376226346E3DC2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45FB16FC8B547AC80D480082264F22A1">
    <w:name w:val="745FB16FC8B547AC80D480082264F22A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842075463914D2B8E15ECE6670328081">
    <w:name w:val="E842075463914D2B8E15ECE667032808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E2ADA5779A54B079C3787947C8AE5FA1">
    <w:name w:val="BE2ADA5779A54B079C3787947C8AE5FA1"/>
    <w:rsid w:val="0089639F"/>
    <w:pPr>
      <w:tabs>
        <w:tab w:val="center" w:pos="4536"/>
        <w:tab w:val="right" w:pos="9072"/>
      </w:tabs>
      <w:spacing w:before="40" w:after="40" w:line="240" w:lineRule="auto"/>
      <w:ind w:left="454"/>
    </w:pPr>
    <w:rPr>
      <w:rFonts w:ascii="Arial" w:eastAsia="Times New Roman" w:hAnsi="Arial" w:cs="Arial"/>
      <w:sz w:val="16"/>
      <w:szCs w:val="24"/>
    </w:rPr>
  </w:style>
  <w:style w:type="paragraph" w:customStyle="1" w:styleId="DD1C3903CCE0497EAE1B056D259E0C4A1">
    <w:name w:val="DD1C3903CCE0497EAE1B056D259E0C4A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2C82A435F36454D9568B20666E9BA4C1">
    <w:name w:val="A2C82A435F36454D9568B20666E9BA4C1"/>
    <w:rsid w:val="0089639F"/>
    <w:pPr>
      <w:tabs>
        <w:tab w:val="center" w:pos="4536"/>
        <w:tab w:val="right" w:pos="9072"/>
      </w:tabs>
      <w:spacing w:before="40" w:after="40" w:line="240" w:lineRule="auto"/>
      <w:ind w:left="454"/>
    </w:pPr>
    <w:rPr>
      <w:rFonts w:ascii="Arial" w:eastAsia="Times New Roman" w:hAnsi="Arial" w:cs="Arial"/>
      <w:sz w:val="16"/>
      <w:szCs w:val="24"/>
    </w:rPr>
  </w:style>
  <w:style w:type="paragraph" w:customStyle="1" w:styleId="1CD9EDFF224D4480B7B81433F9F2F8A11">
    <w:name w:val="1CD9EDFF224D4480B7B81433F9F2F8A1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CCFF6C269574583A72319B3D777A27F1">
    <w:name w:val="0CCFF6C269574583A72319B3D777A27F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796BF94894439BAFDA2E34A093C0CB1">
    <w:name w:val="D6796BF94894439BAFDA2E34A093C0CB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0F6057CC8374DEDBD5EB9091D7FC5CC1">
    <w:name w:val="30F6057CC8374DEDBD5EB9091D7FC5CC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CB5C856E81D41AE85C87E48B2B875861">
    <w:name w:val="1CB5C856E81D41AE85C87E48B2B87586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AD53843F3C94AA993D5FE559E20CB2E1">
    <w:name w:val="0AD53843F3C94AA993D5FE559E20CB2E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3BD7B8C879343528B9141A6DFE268B51">
    <w:name w:val="33BD7B8C879343528B9141A6DFE268B5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F813ABA0D2F4416BA303624689AA0BA1">
    <w:name w:val="2F813ABA0D2F4416BA303624689AA0BA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A5FA0C5C25242A9B0B9C812D83403E71">
    <w:name w:val="DA5FA0C5C25242A9B0B9C812D83403E7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277D3FF483D4E82B3BABE3181CC5D1A1">
    <w:name w:val="A277D3FF483D4E82B3BABE3181CC5D1A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634D920D76E493BA61C547130FC87CC1">
    <w:name w:val="B634D920D76E493BA61C547130FC87CC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397E3F6CC5D4E9FB4A3C7F71D898F151">
    <w:name w:val="9397E3F6CC5D4E9FB4A3C7F71D898F15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E6F5B021D8E4487A1C869AEE4367FDD1">
    <w:name w:val="4E6F5B021D8E4487A1C869AEE4367FDD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4D6CF74A1A4C8682C7B764BC9C13B01">
    <w:name w:val="024D6CF74A1A4C8682C7B764BC9C13B0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75677E9C4CF4E32B79F9E5B522360471">
    <w:name w:val="375677E9C4CF4E32B79F9E5B52236047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B459505A08044E6849955B9EC08BDF61">
    <w:name w:val="8B459505A08044E6849955B9EC08BDF6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051BBDE2BA74FFEA8C91E7F7C8150CE1">
    <w:name w:val="6051BBDE2BA74FFEA8C91E7F7C8150CE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3FD0EF470F34A328CE2C6CD0BCD83CC1">
    <w:name w:val="83FD0EF470F34A328CE2C6CD0BCD83CC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B05E2F1F2554F69A3702A5C166A16531">
    <w:name w:val="9B05E2F1F2554F69A3702A5C166A1653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EEA3ADFE0484A60B4A6AF75928E8C741">
    <w:name w:val="7EEA3ADFE0484A60B4A6AF75928E8C74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D520A7A5324B91B70B698E225FE8B71">
    <w:name w:val="D6D520A7A5324B91B70B698E225FE8B7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1B231188958483499A82C61D56C65331">
    <w:name w:val="D1B231188958483499A82C61D56C6533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D5CC2F6ACD426285FB8176CAA343071">
    <w:name w:val="48D5CC2F6ACD426285FB8176CAA34307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7C9E42A3F534BD7BE1669FEA3FAC1701">
    <w:name w:val="97C9E42A3F534BD7BE1669FEA3FAC170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57656F08956466D8DAD6C52DCDC413B1">
    <w:name w:val="E57656F08956466D8DAD6C52DCDC413B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642716C58DF4FC49D8F53E2FC6CDE7C1">
    <w:name w:val="C642716C58DF4FC49D8F53E2FC6CDE7C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B9EA7DAD8474C5D8FF1D4530D4D8D1B1">
    <w:name w:val="7B9EA7DAD8474C5D8FF1D4530D4D8D1B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3EDD114EFD5497B8C51F80DE393950E1">
    <w:name w:val="33EDD114EFD5497B8C51F80DE393950E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C79813A76474C619E79CE27818289F61">
    <w:name w:val="CC79813A76474C619E79CE27818289F6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A8222C7B092467D9E185937FDE24B0B1">
    <w:name w:val="2A8222C7B092467D9E185937FDE24B0B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F25FA170F6649CD8645058D0D35A7511">
    <w:name w:val="EF25FA170F6649CD8645058D0D35A751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F7E5FB88C37492F9B94719D4D6D7F821">
    <w:name w:val="EF7E5FB88C37492F9B94719D4D6D7F82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6BBF368F74846ACA305DC08A1BE0BF81">
    <w:name w:val="46BBF368F74846ACA305DC08A1BE0BF8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446ECE03AF14C24876AFDB9BA2A79091">
    <w:name w:val="3446ECE03AF14C24876AFDB9BA2A7909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3957B26B0AF47C690A2EB038D218A3F1">
    <w:name w:val="B3957B26B0AF47C690A2EB038D218A3F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6749FE2939947C89D7831C25D56F75C1">
    <w:name w:val="A6749FE2939947C89D7831C25D56F75C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9DAA78258084158AB029702A050116E1">
    <w:name w:val="F9DAA78258084158AB029702A050116E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FF5B1B2EC004C7D82FF14D403A210FC1">
    <w:name w:val="FFF5B1B2EC004C7D82FF14D403A210FC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F311768B6744C4E86300943DA4E49A71">
    <w:name w:val="5F311768B6744C4E86300943DA4E49A7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5B55CAC227A48FEA8ED2F143EF6AB921">
    <w:name w:val="25B55CAC227A48FEA8ED2F143EF6AB92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11CBD932504E65AC0B6B65B8BE3F00">
    <w:name w:val="4811CBD932504E65AC0B6B65B8BE3F00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1E55DB5B631472796000754D4929AEB">
    <w:name w:val="31E55DB5B631472796000754D4929AEB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F27D90D5AAD457AAB951AD0E108AEC9">
    <w:name w:val="EF27D90D5AAD457AAB951AD0E108AEC9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C82612EA9FC43A88111D1AFF3EB4686">
    <w:name w:val="8C82612EA9FC43A88111D1AFF3EB4686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14B4F80B6C24B859E260B5B39B1FC69">
    <w:name w:val="E14B4F80B6C24B859E260B5B39B1FC69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5CB097EF06944B6A8458ADEF2BF5EF0">
    <w:name w:val="35CB097EF06944B6A8458ADEF2BF5EF0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99AFFBE43C4F50928137B66A4B3033">
    <w:name w:val="4899AFFBE43C4F50928137B66A4B3033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7BCF01EE1AC447F9D0BB44A000D79BB">
    <w:name w:val="37BCF01EE1AC447F9D0BB44A000D79BB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21306EB364F4C94AC6CF7BFD845C7FD">
    <w:name w:val="C21306EB364F4C94AC6CF7BFD845C7FD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FC97486E08F4A9BBBAEFC56DCA6B4E5">
    <w:name w:val="CFC97486E08F4A9BBBAEFC56DCA6B4E5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046C35D770F4EFBB98BCBF640A7BE8F">
    <w:name w:val="D046C35D770F4EFBB98BCBF640A7BE8F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7E83D380C7348D2A1187EE92D03B852">
    <w:name w:val="77E83D380C7348D2A1187EE92D03B85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2B08BC7EE3F41F0AD662F54DFFD1C47">
    <w:name w:val="62B08BC7EE3F41F0AD662F54DFFD1C47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0D2C961C4CC46F1AEE9DD36FA34B742">
    <w:name w:val="D0D2C961C4CC46F1AEE9DD36FA34B74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4CF407600504E048ED8629AAAAB1CF2">
    <w:name w:val="84CF407600504E048ED8629AAAAB1CF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A74E32A41E34B48BE4496464383E64D">
    <w:name w:val="BA74E32A41E34B48BE4496464383E64D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0CEBF1A499647B49229F0D581420B12">
    <w:name w:val="10CEBF1A499647B49229F0D581420B1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BBFDA4A7BB042EB81E506BB5E7F4870">
    <w:name w:val="7BBFDA4A7BB042EB81E506BB5E7F4870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CB7A508C0194468A22842EB9D1CE5A0">
    <w:name w:val="8CB7A508C0194468A22842EB9D1CE5A0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488E0D0F3F34643981CE61B060AA699">
    <w:name w:val="2488E0D0F3F34643981CE61B060AA699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59547C418064861847ECD87CFB1A840">
    <w:name w:val="C59547C418064861847ECD87CFB1A840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1F5D39E78384CCCBC6F262B80F49C84">
    <w:name w:val="51F5D39E78384CCCBC6F262B80F49C84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32448A5EBC8432F9E53D3DE86BC3357">
    <w:name w:val="632448A5EBC8432F9E53D3DE86BC3357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4F99CCA02DA4BED9E3CFD868846CB02">
    <w:name w:val="D4F99CCA02DA4BED9E3CFD868846CB0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E0430D6A406422F9900B1AEFE509514">
    <w:name w:val="3E0430D6A406422F9900B1AEFE509514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2967BB3D49A4DDCB960EB78B42B5928">
    <w:name w:val="12967BB3D49A4DDCB960EB78B42B5928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80BA54C9D3F4F30B9150BE1250A1754">
    <w:name w:val="380BA54C9D3F4F30B9150BE1250A1754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4FAFD60B5B04BC4BF0A9E8060A5F0DE">
    <w:name w:val="E4FAFD60B5B04BC4BF0A9E8060A5F0DE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1E1E71381C94E49BA5F878400727A7E">
    <w:name w:val="41E1E71381C94E49BA5F878400727A7E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F02B06CFA8F46FEB98376F2878CDF37">
    <w:name w:val="4F02B06CFA8F46FEB98376F2878CDF37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F3A4CF619EF49F8975DC1F53B94C2D2">
    <w:name w:val="EF3A4CF619EF49F8975DC1F53B94C2D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CABCC52AB064499A888B1EB31C4346C">
    <w:name w:val="0CABCC52AB064499A888B1EB31C4346C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7DAFED455DB4CECAB4F624AE009EC5E">
    <w:name w:val="57DAFED455DB4CECAB4F624AE009EC5E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CA03AE634AE4ECFAB5FC4BAC2338AF4">
    <w:name w:val="FCA03AE634AE4ECFAB5FC4BAC2338AF4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F25A64230334B5CAD58E36796B5ECA4">
    <w:name w:val="9F25A64230334B5CAD58E36796B5ECA4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B6C3D1229184CC28D981F8029A2238B">
    <w:name w:val="AB6C3D1229184CC28D981F8029A2238B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45FA47772FD40BCAE6CCF7F54D8993C">
    <w:name w:val="045FA47772FD40BCAE6CCF7F54D8993C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59E7D1A5ED94FAC9714C9591566F6B1">
    <w:name w:val="D59E7D1A5ED94FAC9714C9591566F6B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4053EC5FE814A44AC669F2B3CE1C147">
    <w:name w:val="64053EC5FE814A44AC669F2B3CE1C147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76FB794C74B4AA98CD2326AAE846E25">
    <w:name w:val="876FB794C74B4AA98CD2326AAE846E25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96BE85AFC6142348A35E9FCEFA17994">
    <w:name w:val="196BE85AFC6142348A35E9FCEFA17994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1CB810E8C30452FAB67CBC8ED3A70EA">
    <w:name w:val="31CB810E8C30452FAB67CBC8ED3A70EA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DECCF6CDD784707B7C45E5DC69AD2AF">
    <w:name w:val="6DECCF6CDD784707B7C45E5DC69AD2AF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3F6DC2DBBE44E9395EE74C5F0CA6539">
    <w:name w:val="43F6DC2DBBE44E9395EE74C5F0CA6539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0A72F25F9C34A098100F7FDEB284CA2">
    <w:name w:val="10A72F25F9C34A098100F7FDEB284CA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DFD1F5D84FF4C20A94D9DFCDDC46C83">
    <w:name w:val="8DFD1F5D84FF4C20A94D9DFCDDC46C83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86F4C85E4144012AEE73AB232D6B2EF1">
    <w:name w:val="186F4C85E4144012AEE73AB232D6B2EF1"/>
    <w:rsid w:val="0089639F"/>
    <w:pPr>
      <w:tabs>
        <w:tab w:val="center" w:pos="4536"/>
        <w:tab w:val="right" w:pos="9072"/>
      </w:tabs>
      <w:spacing w:before="40" w:after="40" w:line="240" w:lineRule="auto"/>
    </w:pPr>
    <w:rPr>
      <w:rFonts w:ascii="Arial" w:eastAsia="Times New Roman" w:hAnsi="Arial" w:cs="Arial"/>
      <w:vanish/>
      <w:color w:val="0000FF"/>
      <w:sz w:val="16"/>
      <w:szCs w:val="24"/>
    </w:rPr>
  </w:style>
  <w:style w:type="paragraph" w:customStyle="1" w:styleId="80FA3E8897304BADA425BE88FDF4B299">
    <w:name w:val="80FA3E8897304BADA425BE88FDF4B299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096502681FA4AB78C1FBCAB07288186">
    <w:name w:val="6096502681FA4AB78C1FBCAB07288186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BA7E936ED9041E28EB07D7EED8BEEFB">
    <w:name w:val="2BA7E936ED9041E28EB07D7EED8BEEFB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45912F9997D48E7A4E650873ECF344E">
    <w:name w:val="045912F9997D48E7A4E650873ECF344E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88642F1844644FB94779EECCD590B17">
    <w:name w:val="E88642F1844644FB94779EECCD590B17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A59F6B241F34B53A3BB9AD55F6225E4">
    <w:name w:val="3A59F6B241F34B53A3BB9AD55F6225E4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6B78AD0032D408B935C034D70D39421">
    <w:name w:val="F6B78AD0032D408B935C034D70D3942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618D4F5DE2E41D6A6F2888CE571A8BB">
    <w:name w:val="8618D4F5DE2E41D6A6F2888CE571A8BB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37E2CFACDF84906B22627183B439F78">
    <w:name w:val="637E2CFACDF84906B22627183B439F78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ABEC0D616EF452C97D8F892416D994A">
    <w:name w:val="7ABEC0D616EF452C97D8F892416D994A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686528376C94E46BC7024D1A788EBC7">
    <w:name w:val="C686528376C94E46BC7024D1A788EBC7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3427122B2924FCC9010B44CBDD363681">
    <w:name w:val="D3427122B2924FCC9010B44CBDD363681"/>
    <w:rsid w:val="0089639F"/>
    <w:pPr>
      <w:tabs>
        <w:tab w:val="center" w:pos="4536"/>
        <w:tab w:val="right" w:pos="9072"/>
      </w:tabs>
      <w:spacing w:before="40" w:after="40" w:line="240" w:lineRule="auto"/>
    </w:pPr>
    <w:rPr>
      <w:rFonts w:ascii="Arial" w:eastAsia="Times New Roman" w:hAnsi="Arial" w:cs="Arial"/>
      <w:vanish/>
      <w:color w:val="0000FF"/>
      <w:sz w:val="16"/>
      <w:szCs w:val="24"/>
    </w:rPr>
  </w:style>
  <w:style w:type="paragraph" w:customStyle="1" w:styleId="7C62AB04BF754395AE56BA451EAF6D291">
    <w:name w:val="7C62AB04BF754395AE56BA451EAF6D29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50725124B444B1CB539DD76B97FF484">
    <w:name w:val="F50725124B444B1CB539DD76B97FF484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7FEE21228F643DDB553C370C83FA5DE">
    <w:name w:val="67FEE21228F643DDB553C370C83FA5DE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1B09EE2B7904308A8479E03E19BD4A3">
    <w:name w:val="91B09EE2B7904308A8479E03E19BD4A3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3C64BA7D4C344979BB6C9C1CB8B14C0">
    <w:name w:val="E3C64BA7D4C344979BB6C9C1CB8B14C0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87C25BEBAC443A5B42F56AFF57C2F93">
    <w:name w:val="087C25BEBAC443A5B42F56AFF57C2F93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3139F0B32F040B2A79B0C77F186AEE9">
    <w:name w:val="93139F0B32F040B2A79B0C77F186AEE9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671689945C34865A797E930E211157F">
    <w:name w:val="0671689945C34865A797E930E211157F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BF8C2ED79034017B483EAED1452BA7C">
    <w:name w:val="DBF8C2ED79034017B483EAED1452BA7C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FC21FED7C1E466EB561F81A8E6780C2">
    <w:name w:val="9FC21FED7C1E466EB561F81A8E6780C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B0E5CDC60FA48C39BD469EFBCC5248F">
    <w:name w:val="FB0E5CDC60FA48C39BD469EFBCC5248F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EBDD00795534557A494ACC1B3CE24DF">
    <w:name w:val="DEBDD00795534557A494ACC1B3CE24DF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8AB21C839DB43EC8BA2F569778B6B74">
    <w:name w:val="38AB21C839DB43EC8BA2F569778B6B74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87AC12604CE4289B9ECA3AAC1274921">
    <w:name w:val="B87AC12604CE4289B9ECA3AAC1274921"/>
    <w:rsid w:val="0089639F"/>
  </w:style>
  <w:style w:type="paragraph" w:customStyle="1" w:styleId="74BBF675AB45465C889FCA39C9A92498">
    <w:name w:val="74BBF675AB45465C889FCA39C9A92498"/>
    <w:rsid w:val="0089639F"/>
  </w:style>
  <w:style w:type="paragraph" w:customStyle="1" w:styleId="F9F7FE5F66E541B8A1261A636AD0D68A">
    <w:name w:val="F9F7FE5F66E541B8A1261A636AD0D68A"/>
    <w:rsid w:val="0089639F"/>
  </w:style>
  <w:style w:type="paragraph" w:customStyle="1" w:styleId="D5EADF1CE9A94D61A9C1AA437794E3BF">
    <w:name w:val="D5EADF1CE9A94D61A9C1AA437794E3BF"/>
    <w:rsid w:val="0089639F"/>
  </w:style>
  <w:style w:type="paragraph" w:customStyle="1" w:styleId="97E763A4F1774637B90762D699EE3510">
    <w:name w:val="97E763A4F1774637B90762D699EE3510"/>
    <w:rsid w:val="0089639F"/>
  </w:style>
  <w:style w:type="paragraph" w:customStyle="1" w:styleId="5BA198D211A6497C9E0CDB8E57A82A5D">
    <w:name w:val="5BA198D211A6497C9E0CDB8E57A82A5D"/>
    <w:rsid w:val="0089639F"/>
  </w:style>
  <w:style w:type="paragraph" w:customStyle="1" w:styleId="28BFF5C5E9104670892C065753415B242">
    <w:name w:val="28BFF5C5E9104670892C065753415B24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D55373F85CD4BCD92FA1E3AF9F9A0342">
    <w:name w:val="ED55373F85CD4BCD92FA1E3AF9F9A034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018DD4174114447838E4222EC62CCD22">
    <w:name w:val="3018DD4174114447838E4222EC62CCD2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99668025837499F9DD313115E937E122">
    <w:name w:val="499668025837499F9DD313115E937E12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10962645704621A420FDC915805BD32">
    <w:name w:val="4810962645704621A420FDC915805BD3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87662CDAE8643ACA61D000B390D48E12">
    <w:name w:val="787662CDAE8643ACA61D000B390D48E1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6A03D15359B42D186DDC1DD83DE93242">
    <w:name w:val="36A03D15359B42D186DDC1DD83DE9324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CAEC4AB4C8473DA4176731FB638F0E2">
    <w:name w:val="02CAEC4AB4C8473DA4176731FB638F0E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BEB2E2370964B39878C61D60A4E4CFE2">
    <w:name w:val="9BEB2E2370964B39878C61D60A4E4CFE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9C787E4B040431AAE8C6B101341584E2">
    <w:name w:val="99C787E4B040431AAE8C6B101341584E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A395100EFF446392E430920B9027ED2">
    <w:name w:val="90A395100EFF446392E430920B9027ED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1D9E3B3B0F548E8A2AC207BA8837CDD2">
    <w:name w:val="61D9E3B3B0F548E8A2AC207BA8837CDD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45834A62F16445CA0376226346E3DC22">
    <w:name w:val="E45834A62F16445CA0376226346E3DC2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45FB16FC8B547AC80D480082264F22A2">
    <w:name w:val="745FB16FC8B547AC80D480082264F22A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842075463914D2B8E15ECE6670328082">
    <w:name w:val="E842075463914D2B8E15ECE667032808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E2ADA5779A54B079C3787947C8AE5FA2">
    <w:name w:val="BE2ADA5779A54B079C3787947C8AE5FA2"/>
    <w:rsid w:val="0089639F"/>
    <w:pPr>
      <w:tabs>
        <w:tab w:val="center" w:pos="4536"/>
        <w:tab w:val="right" w:pos="9072"/>
      </w:tabs>
      <w:spacing w:before="40" w:after="40" w:line="240" w:lineRule="auto"/>
      <w:ind w:left="454"/>
    </w:pPr>
    <w:rPr>
      <w:rFonts w:ascii="Arial" w:eastAsia="Times New Roman" w:hAnsi="Arial" w:cs="Arial"/>
      <w:sz w:val="16"/>
      <w:szCs w:val="24"/>
    </w:rPr>
  </w:style>
  <w:style w:type="paragraph" w:customStyle="1" w:styleId="DD1C3903CCE0497EAE1B056D259E0C4A2">
    <w:name w:val="DD1C3903CCE0497EAE1B056D259E0C4A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2C82A435F36454D9568B20666E9BA4C2">
    <w:name w:val="A2C82A435F36454D9568B20666E9BA4C2"/>
    <w:rsid w:val="0089639F"/>
    <w:pPr>
      <w:tabs>
        <w:tab w:val="center" w:pos="4536"/>
        <w:tab w:val="right" w:pos="9072"/>
      </w:tabs>
      <w:spacing w:before="40" w:after="40" w:line="240" w:lineRule="auto"/>
      <w:ind w:left="454"/>
    </w:pPr>
    <w:rPr>
      <w:rFonts w:ascii="Arial" w:eastAsia="Times New Roman" w:hAnsi="Arial" w:cs="Arial"/>
      <w:sz w:val="16"/>
      <w:szCs w:val="24"/>
    </w:rPr>
  </w:style>
  <w:style w:type="paragraph" w:customStyle="1" w:styleId="1CD9EDFF224D4480B7B81433F9F2F8A12">
    <w:name w:val="1CD9EDFF224D4480B7B81433F9F2F8A1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CCFF6C269574583A72319B3D777A27F2">
    <w:name w:val="0CCFF6C269574583A72319B3D777A27F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796BF94894439BAFDA2E34A093C0CB2">
    <w:name w:val="D6796BF94894439BAFDA2E34A093C0CB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0F6057CC8374DEDBD5EB9091D7FC5CC2">
    <w:name w:val="30F6057CC8374DEDBD5EB9091D7FC5CC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CB5C856E81D41AE85C87E48B2B875862">
    <w:name w:val="1CB5C856E81D41AE85C87E48B2B87586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AD53843F3C94AA993D5FE559E20CB2E2">
    <w:name w:val="0AD53843F3C94AA993D5FE559E20CB2E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3BD7B8C879343528B9141A6DFE268B52">
    <w:name w:val="33BD7B8C879343528B9141A6DFE268B5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F813ABA0D2F4416BA303624689AA0BA2">
    <w:name w:val="2F813ABA0D2F4416BA303624689AA0BA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A5FA0C5C25242A9B0B9C812D83403E72">
    <w:name w:val="DA5FA0C5C25242A9B0B9C812D83403E7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277D3FF483D4E82B3BABE3181CC5D1A2">
    <w:name w:val="A277D3FF483D4E82B3BABE3181CC5D1A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634D920D76E493BA61C547130FC87CC2">
    <w:name w:val="B634D920D76E493BA61C547130FC87CC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397E3F6CC5D4E9FB4A3C7F71D898F152">
    <w:name w:val="9397E3F6CC5D4E9FB4A3C7F71D898F15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E6F5B021D8E4487A1C869AEE4367FDD2">
    <w:name w:val="4E6F5B021D8E4487A1C869AEE4367FDD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4D6CF74A1A4C8682C7B764BC9C13B02">
    <w:name w:val="024D6CF74A1A4C8682C7B764BC9C13B0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75677E9C4CF4E32B79F9E5B522360472">
    <w:name w:val="375677E9C4CF4E32B79F9E5B52236047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B459505A08044E6849955B9EC08BDF62">
    <w:name w:val="8B459505A08044E6849955B9EC08BDF6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051BBDE2BA74FFEA8C91E7F7C8150CE2">
    <w:name w:val="6051BBDE2BA74FFEA8C91E7F7C8150CE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3FD0EF470F34A328CE2C6CD0BCD83CC2">
    <w:name w:val="83FD0EF470F34A328CE2C6CD0BCD83CC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B05E2F1F2554F69A3702A5C166A16532">
    <w:name w:val="9B05E2F1F2554F69A3702A5C166A1653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EEA3ADFE0484A60B4A6AF75928E8C742">
    <w:name w:val="7EEA3ADFE0484A60B4A6AF75928E8C74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D520A7A5324B91B70B698E225FE8B72">
    <w:name w:val="D6D520A7A5324B91B70B698E225FE8B7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1B231188958483499A82C61D56C65332">
    <w:name w:val="D1B231188958483499A82C61D56C6533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D5CC2F6ACD426285FB8176CAA343072">
    <w:name w:val="48D5CC2F6ACD426285FB8176CAA34307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7C9E42A3F534BD7BE1669FEA3FAC1702">
    <w:name w:val="97C9E42A3F534BD7BE1669FEA3FAC170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57656F08956466D8DAD6C52DCDC413B2">
    <w:name w:val="E57656F08956466D8DAD6C52DCDC413B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642716C58DF4FC49D8F53E2FC6CDE7C2">
    <w:name w:val="C642716C58DF4FC49D8F53E2FC6CDE7C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B9EA7DAD8474C5D8FF1D4530D4D8D1B2">
    <w:name w:val="7B9EA7DAD8474C5D8FF1D4530D4D8D1B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3EDD114EFD5497B8C51F80DE393950E2">
    <w:name w:val="33EDD114EFD5497B8C51F80DE393950E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C79813A76474C619E79CE27818289F62">
    <w:name w:val="CC79813A76474C619E79CE27818289F6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A8222C7B092467D9E185937FDE24B0B2">
    <w:name w:val="2A8222C7B092467D9E185937FDE24B0B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F25FA170F6649CD8645058D0D35A7512">
    <w:name w:val="EF25FA170F6649CD8645058D0D35A751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F7E5FB88C37492F9B94719D4D6D7F822">
    <w:name w:val="EF7E5FB88C37492F9B94719D4D6D7F82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6BBF368F74846ACA305DC08A1BE0BF82">
    <w:name w:val="46BBF368F74846ACA305DC08A1BE0BF8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446ECE03AF14C24876AFDB9BA2A79092">
    <w:name w:val="3446ECE03AF14C24876AFDB9BA2A7909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3957B26B0AF47C690A2EB038D218A3F2">
    <w:name w:val="B3957B26B0AF47C690A2EB038D218A3F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6749FE2939947C89D7831C25D56F75C2">
    <w:name w:val="A6749FE2939947C89D7831C25D56F75C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9DAA78258084158AB029702A050116E2">
    <w:name w:val="F9DAA78258084158AB029702A050116E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FF5B1B2EC004C7D82FF14D403A210FC2">
    <w:name w:val="FFF5B1B2EC004C7D82FF14D403A210FC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F311768B6744C4E86300943DA4E49A72">
    <w:name w:val="5F311768B6744C4E86300943DA4E49A7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5B55CAC227A48FEA8ED2F143EF6AB922">
    <w:name w:val="25B55CAC227A48FEA8ED2F143EF6AB922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11CBD932504E65AC0B6B65B8BE3F001">
    <w:name w:val="4811CBD932504E65AC0B6B65B8BE3F00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1E55DB5B631472796000754D4929AEB1">
    <w:name w:val="31E55DB5B631472796000754D4929AEB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F27D90D5AAD457AAB951AD0E108AEC91">
    <w:name w:val="EF27D90D5AAD457AAB951AD0E108AEC9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C82612EA9FC43A88111D1AFF3EB46861">
    <w:name w:val="8C82612EA9FC43A88111D1AFF3EB4686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14B4F80B6C24B859E260B5B39B1FC691">
    <w:name w:val="E14B4F80B6C24B859E260B5B39B1FC69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5CB097EF06944B6A8458ADEF2BF5EF01">
    <w:name w:val="35CB097EF06944B6A8458ADEF2BF5EF0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99AFFBE43C4F50928137B66A4B30331">
    <w:name w:val="4899AFFBE43C4F50928137B66A4B3033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7BCF01EE1AC447F9D0BB44A000D79BB1">
    <w:name w:val="37BCF01EE1AC447F9D0BB44A000D79BB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21306EB364F4C94AC6CF7BFD845C7FD1">
    <w:name w:val="C21306EB364F4C94AC6CF7BFD845C7FD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FC97486E08F4A9BBBAEFC56DCA6B4E51">
    <w:name w:val="CFC97486E08F4A9BBBAEFC56DCA6B4E5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046C35D770F4EFBB98BCBF640A7BE8F1">
    <w:name w:val="D046C35D770F4EFBB98BCBF640A7BE8F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7E83D380C7348D2A1187EE92D03B8521">
    <w:name w:val="77E83D380C7348D2A1187EE92D03B852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2B08BC7EE3F41F0AD662F54DFFD1C471">
    <w:name w:val="62B08BC7EE3F41F0AD662F54DFFD1C47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0D2C961C4CC46F1AEE9DD36FA34B7421">
    <w:name w:val="D0D2C961C4CC46F1AEE9DD36FA34B742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4CF407600504E048ED8629AAAAB1CF21">
    <w:name w:val="84CF407600504E048ED8629AAAAB1CF2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A74E32A41E34B48BE4496464383E64D1">
    <w:name w:val="BA74E32A41E34B48BE4496464383E64D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0CEBF1A499647B49229F0D581420B121">
    <w:name w:val="10CEBF1A499647B49229F0D581420B12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BBFDA4A7BB042EB81E506BB5E7F48701">
    <w:name w:val="7BBFDA4A7BB042EB81E506BB5E7F4870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CB7A508C0194468A22842EB9D1CE5A01">
    <w:name w:val="8CB7A508C0194468A22842EB9D1CE5A0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488E0D0F3F34643981CE61B060AA6991">
    <w:name w:val="2488E0D0F3F34643981CE61B060AA699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59547C418064861847ECD87CFB1A8401">
    <w:name w:val="C59547C418064861847ECD87CFB1A840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1F5D39E78384CCCBC6F262B80F49C841">
    <w:name w:val="51F5D39E78384CCCBC6F262B80F49C84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32448A5EBC8432F9E53D3DE86BC33571">
    <w:name w:val="632448A5EBC8432F9E53D3DE86BC3357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4F99CCA02DA4BED9E3CFD868846CB021">
    <w:name w:val="D4F99CCA02DA4BED9E3CFD868846CB02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E0430D6A406422F9900B1AEFE5095141">
    <w:name w:val="3E0430D6A406422F9900B1AEFE509514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2967BB3D49A4DDCB960EB78B42B59281">
    <w:name w:val="12967BB3D49A4DDCB960EB78B42B5928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80BA54C9D3F4F30B9150BE1250A17541">
    <w:name w:val="380BA54C9D3F4F30B9150BE1250A1754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4FAFD60B5B04BC4BF0A9E8060A5F0DE1">
    <w:name w:val="E4FAFD60B5B04BC4BF0A9E8060A5F0DE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1E1E71381C94E49BA5F878400727A7E1">
    <w:name w:val="41E1E71381C94E49BA5F878400727A7E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F02B06CFA8F46FEB98376F2878CDF371">
    <w:name w:val="4F02B06CFA8F46FEB98376F2878CDF37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F3A4CF619EF49F8975DC1F53B94C2D21">
    <w:name w:val="EF3A4CF619EF49F8975DC1F53B94C2D2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CABCC52AB064499A888B1EB31C4346C1">
    <w:name w:val="0CABCC52AB064499A888B1EB31C4346C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7DAFED455DB4CECAB4F624AE009EC5E1">
    <w:name w:val="57DAFED455DB4CECAB4F624AE009EC5E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CA03AE634AE4ECFAB5FC4BAC2338AF41">
    <w:name w:val="FCA03AE634AE4ECFAB5FC4BAC2338AF4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F25A64230334B5CAD58E36796B5ECA41">
    <w:name w:val="9F25A64230334B5CAD58E36796B5ECA4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B6C3D1229184CC28D981F8029A2238B1">
    <w:name w:val="AB6C3D1229184CC28D981F8029A2238B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45FA47772FD40BCAE6CCF7F54D8993C1">
    <w:name w:val="045FA47772FD40BCAE6CCF7F54D8993C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59E7D1A5ED94FAC9714C9591566F6B11">
    <w:name w:val="D59E7D1A5ED94FAC9714C9591566F6B1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4053EC5FE814A44AC669F2B3CE1C1471">
    <w:name w:val="64053EC5FE814A44AC669F2B3CE1C147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76FB794C74B4AA98CD2326AAE846E251">
    <w:name w:val="876FB794C74B4AA98CD2326AAE846E25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96BE85AFC6142348A35E9FCEFA179941">
    <w:name w:val="196BE85AFC6142348A35E9FCEFA17994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1CB810E8C30452FAB67CBC8ED3A70EA1">
    <w:name w:val="31CB810E8C30452FAB67CBC8ED3A70EA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DECCF6CDD784707B7C45E5DC69AD2AF1">
    <w:name w:val="6DECCF6CDD784707B7C45E5DC69AD2AF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3F6DC2DBBE44E9395EE74C5F0CA65391">
    <w:name w:val="43F6DC2DBBE44E9395EE74C5F0CA6539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0A72F25F9C34A098100F7FDEB284CA21">
    <w:name w:val="10A72F25F9C34A098100F7FDEB284CA2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DFD1F5D84FF4C20A94D9DFCDDC46C831">
    <w:name w:val="8DFD1F5D84FF4C20A94D9DFCDDC46C83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87AC12604CE4289B9ECA3AAC12749211">
    <w:name w:val="B87AC12604CE4289B9ECA3AAC1274921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4BBF675AB45465C889FCA39C9A924981">
    <w:name w:val="74BBF675AB45465C889FCA39C9A92498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9F7FE5F66E541B8A1261A636AD0D68A1">
    <w:name w:val="F9F7FE5F66E541B8A1261A636AD0D68A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0FA3E8897304BADA425BE88FDF4B2991">
    <w:name w:val="80FA3E8897304BADA425BE88FDF4B299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096502681FA4AB78C1FBCAB072881861">
    <w:name w:val="6096502681FA4AB78C1FBCAB07288186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BA7E936ED9041E28EB07D7EED8BEEFB1">
    <w:name w:val="2BA7E936ED9041E28EB07D7EED8BEEFB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45912F9997D48E7A4E650873ECF344E1">
    <w:name w:val="045912F9997D48E7A4E650873ECF344E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88642F1844644FB94779EECCD590B171">
    <w:name w:val="E88642F1844644FB94779EECCD590B17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A59F6B241F34B53A3BB9AD55F6225E41">
    <w:name w:val="3A59F6B241F34B53A3BB9AD55F6225E4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6B78AD0032D408B935C034D70D394211">
    <w:name w:val="F6B78AD0032D408B935C034D70D39421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618D4F5DE2E41D6A6F2888CE571A8BB1">
    <w:name w:val="8618D4F5DE2E41D6A6F2888CE571A8BB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37E2CFACDF84906B22627183B439F781">
    <w:name w:val="637E2CFACDF84906B22627183B439F78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ABEC0D616EF452C97D8F892416D994A1">
    <w:name w:val="7ABEC0D616EF452C97D8F892416D994A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686528376C94E46BC7024D1A788EBC71">
    <w:name w:val="C686528376C94E46BC7024D1A788EBC7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5EADF1CE9A94D61A9C1AA437794E3BF1">
    <w:name w:val="D5EADF1CE9A94D61A9C1AA437794E3BF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7E763A4F1774637B90762D699EE35101">
    <w:name w:val="97E763A4F1774637B90762D699EE3510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BA198D211A6497C9E0CDB8E57A82A5D1">
    <w:name w:val="5BA198D211A6497C9E0CDB8E57A82A5D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50725124B444B1CB539DD76B97FF4841">
    <w:name w:val="F50725124B444B1CB539DD76B97FF484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7FEE21228F643DDB553C370C83FA5DE1">
    <w:name w:val="67FEE21228F643DDB553C370C83FA5DE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1B09EE2B7904308A8479E03E19BD4A31">
    <w:name w:val="91B09EE2B7904308A8479E03E19BD4A3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3C64BA7D4C344979BB6C9C1CB8B14C01">
    <w:name w:val="E3C64BA7D4C344979BB6C9C1CB8B14C0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87C25BEBAC443A5B42F56AFF57C2F931">
    <w:name w:val="087C25BEBAC443A5B42F56AFF57C2F93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3139F0B32F040B2A79B0C77F186AEE91">
    <w:name w:val="93139F0B32F040B2A79B0C77F186AEE9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671689945C34865A797E930E211157F1">
    <w:name w:val="0671689945C34865A797E930E211157F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BF8C2ED79034017B483EAED1452BA7C1">
    <w:name w:val="DBF8C2ED79034017B483EAED1452BA7C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FC21FED7C1E466EB561F81A8E6780C21">
    <w:name w:val="9FC21FED7C1E466EB561F81A8E6780C2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B0E5CDC60FA48C39BD469EFBCC5248F1">
    <w:name w:val="FB0E5CDC60FA48C39BD469EFBCC5248F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EBDD00795534557A494ACC1B3CE24DF1">
    <w:name w:val="DEBDD00795534557A494ACC1B3CE24DF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8AB21C839DB43EC8BA2F569778B6B741">
    <w:name w:val="38AB21C839DB43EC8BA2F569778B6B741"/>
    <w:rsid w:val="0089639F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A7364D96930428684F67088F8113F1F">
    <w:name w:val="9A7364D96930428684F67088F8113F1F"/>
    <w:rsid w:val="0089639F"/>
  </w:style>
  <w:style w:type="paragraph" w:customStyle="1" w:styleId="77E35ECF082A4BD7867126FC0BB3792B">
    <w:name w:val="77E35ECF082A4BD7867126FC0BB3792B"/>
    <w:rsid w:val="0089639F"/>
  </w:style>
  <w:style w:type="paragraph" w:customStyle="1" w:styleId="338D90A76A504012B8D89D25C00035E7">
    <w:name w:val="338D90A76A504012B8D89D25C00035E7"/>
    <w:rsid w:val="0089639F"/>
  </w:style>
  <w:style w:type="paragraph" w:customStyle="1" w:styleId="DC1C1D5B5FD74442B27EE9F5CC783860">
    <w:name w:val="DC1C1D5B5FD74442B27EE9F5CC783860"/>
    <w:rsid w:val="0089639F"/>
  </w:style>
  <w:style w:type="paragraph" w:customStyle="1" w:styleId="6E61853A3F0A4D96AA91F5599B0DFC95">
    <w:name w:val="6E61853A3F0A4D96AA91F5599B0DFC95"/>
    <w:rsid w:val="0089639F"/>
  </w:style>
  <w:style w:type="paragraph" w:customStyle="1" w:styleId="CE4F0AF781B24E7482C8E382A5C517A0">
    <w:name w:val="CE4F0AF781B24E7482C8E382A5C517A0"/>
    <w:rsid w:val="0089639F"/>
  </w:style>
  <w:style w:type="paragraph" w:customStyle="1" w:styleId="E03AC1940FF74E71A363ED143BEB0ECA">
    <w:name w:val="E03AC1940FF74E71A363ED143BEB0ECA"/>
    <w:rsid w:val="0089639F"/>
  </w:style>
  <w:style w:type="paragraph" w:customStyle="1" w:styleId="548F64197CE6406BAAC83E456E5890C5">
    <w:name w:val="548F64197CE6406BAAC83E456E5890C5"/>
    <w:rsid w:val="0089639F"/>
  </w:style>
  <w:style w:type="paragraph" w:customStyle="1" w:styleId="3FA1FD426CAD49B787C03DFF114E8805">
    <w:name w:val="3FA1FD426CAD49B787C03DFF114E8805"/>
    <w:rsid w:val="0089639F"/>
  </w:style>
  <w:style w:type="paragraph" w:customStyle="1" w:styleId="23C27539BFB942739688777BD2241C93">
    <w:name w:val="23C27539BFB942739688777BD2241C93"/>
    <w:rsid w:val="0089639F"/>
  </w:style>
  <w:style w:type="paragraph" w:customStyle="1" w:styleId="62CF4114FF174A9987801189954C83A1">
    <w:name w:val="62CF4114FF174A9987801189954C83A1"/>
    <w:rsid w:val="0089639F"/>
  </w:style>
  <w:style w:type="paragraph" w:customStyle="1" w:styleId="B1D749F3362B4725B6E405232CE60C4E">
    <w:name w:val="B1D749F3362B4725B6E405232CE60C4E"/>
    <w:rsid w:val="0089639F"/>
  </w:style>
  <w:style w:type="paragraph" w:customStyle="1" w:styleId="71C572CBD7E14838A5604897D9A1572A">
    <w:name w:val="71C572CBD7E14838A5604897D9A1572A"/>
    <w:rsid w:val="0089639F"/>
  </w:style>
  <w:style w:type="paragraph" w:customStyle="1" w:styleId="BC9B0897ECC7469482CBEE315F525B5C">
    <w:name w:val="BC9B0897ECC7469482CBEE315F525B5C"/>
    <w:rsid w:val="0089639F"/>
  </w:style>
  <w:style w:type="paragraph" w:customStyle="1" w:styleId="A929B0BEE34E4A3ABFF6D0D0AFBBC32F">
    <w:name w:val="A929B0BEE34E4A3ABFF6D0D0AFBBC32F"/>
    <w:rsid w:val="0089639F"/>
  </w:style>
  <w:style w:type="paragraph" w:customStyle="1" w:styleId="2F88903076A14DBBBF381FC2243D6437">
    <w:name w:val="2F88903076A14DBBBF381FC2243D6437"/>
    <w:rsid w:val="0089639F"/>
  </w:style>
  <w:style w:type="paragraph" w:customStyle="1" w:styleId="EF3713328E6C4C6394D9318660E4F8E1">
    <w:name w:val="EF3713328E6C4C6394D9318660E4F8E1"/>
    <w:rsid w:val="0089639F"/>
  </w:style>
  <w:style w:type="paragraph" w:customStyle="1" w:styleId="4065A972E93C4A7BA604CA635CA8CD48">
    <w:name w:val="4065A972E93C4A7BA604CA635CA8CD48"/>
    <w:rsid w:val="0089639F"/>
  </w:style>
  <w:style w:type="paragraph" w:customStyle="1" w:styleId="83B3CD1118124C40A06C638B9484BE34">
    <w:name w:val="83B3CD1118124C40A06C638B9484BE34"/>
    <w:rsid w:val="0089639F"/>
  </w:style>
  <w:style w:type="paragraph" w:customStyle="1" w:styleId="1D36B112AF954D938D5B494D82031E3A">
    <w:name w:val="1D36B112AF954D938D5B494D82031E3A"/>
    <w:rsid w:val="0089639F"/>
  </w:style>
  <w:style w:type="paragraph" w:customStyle="1" w:styleId="989B1C7A9275434E81EF0FD3E92FABC8">
    <w:name w:val="989B1C7A9275434E81EF0FD3E92FABC8"/>
    <w:rsid w:val="0089639F"/>
  </w:style>
  <w:style w:type="paragraph" w:customStyle="1" w:styleId="E1B53DF7062344C2ABFD0B03FE381759">
    <w:name w:val="E1B53DF7062344C2ABFD0B03FE381759"/>
    <w:rsid w:val="0089639F"/>
  </w:style>
  <w:style w:type="paragraph" w:customStyle="1" w:styleId="2E33717853C04B699377722823E0034C">
    <w:name w:val="2E33717853C04B699377722823E0034C"/>
    <w:rsid w:val="0089639F"/>
  </w:style>
  <w:style w:type="paragraph" w:customStyle="1" w:styleId="0FECC07D670D46599B3DDBC003607E98">
    <w:name w:val="0FECC07D670D46599B3DDBC003607E98"/>
    <w:rsid w:val="0089639F"/>
  </w:style>
  <w:style w:type="paragraph" w:customStyle="1" w:styleId="67E2C8E772A84A9BBF9BA8E905F5F848">
    <w:name w:val="67E2C8E772A84A9BBF9BA8E905F5F848"/>
    <w:rsid w:val="0089639F"/>
  </w:style>
  <w:style w:type="paragraph" w:customStyle="1" w:styleId="DAC08E396D164A67BAF7AD0C65B73D8A">
    <w:name w:val="DAC08E396D164A67BAF7AD0C65B73D8A"/>
    <w:rsid w:val="0089639F"/>
  </w:style>
  <w:style w:type="paragraph" w:customStyle="1" w:styleId="18885615E7D948259C0AA50A1D6D8C9A">
    <w:name w:val="18885615E7D948259C0AA50A1D6D8C9A"/>
    <w:rsid w:val="0089639F"/>
  </w:style>
  <w:style w:type="paragraph" w:customStyle="1" w:styleId="52DC9A177AFD41BE9E7B4112E82F4257">
    <w:name w:val="52DC9A177AFD41BE9E7B4112E82F4257"/>
    <w:rsid w:val="0089639F"/>
  </w:style>
  <w:style w:type="paragraph" w:customStyle="1" w:styleId="64FFFCF34DCE45B89A58C47103EE4488">
    <w:name w:val="64FFFCF34DCE45B89A58C47103EE4488"/>
    <w:rsid w:val="0089639F"/>
  </w:style>
  <w:style w:type="paragraph" w:customStyle="1" w:styleId="2125AD7FAAAB44AB89F5A82B9ED648BE">
    <w:name w:val="2125AD7FAAAB44AB89F5A82B9ED648BE"/>
    <w:rsid w:val="0089639F"/>
  </w:style>
  <w:style w:type="paragraph" w:customStyle="1" w:styleId="8F225B46750846299A3C10B688188860">
    <w:name w:val="8F225B46750846299A3C10B688188860"/>
    <w:rsid w:val="0089639F"/>
  </w:style>
  <w:style w:type="paragraph" w:customStyle="1" w:styleId="EA5EE8825CEF4FF2B2D1657202533FD2">
    <w:name w:val="EA5EE8825CEF4FF2B2D1657202533FD2"/>
    <w:rsid w:val="0089639F"/>
  </w:style>
  <w:style w:type="paragraph" w:customStyle="1" w:styleId="FB8D8FCCD1AF46A29D691A32D53E3B77">
    <w:name w:val="FB8D8FCCD1AF46A29D691A32D53E3B77"/>
    <w:rsid w:val="0089639F"/>
  </w:style>
  <w:style w:type="paragraph" w:customStyle="1" w:styleId="6FF7CD8018C34FEDBDD8FD47C1A2A36A">
    <w:name w:val="6FF7CD8018C34FEDBDD8FD47C1A2A36A"/>
    <w:rsid w:val="0089639F"/>
  </w:style>
  <w:style w:type="paragraph" w:customStyle="1" w:styleId="AE77404842F445E5820B3BC7C59E700F">
    <w:name w:val="AE77404842F445E5820B3BC7C59E700F"/>
    <w:rsid w:val="0089639F"/>
  </w:style>
  <w:style w:type="paragraph" w:customStyle="1" w:styleId="11B2B8190B074464AFEA12C7D7C8332D">
    <w:name w:val="11B2B8190B074464AFEA12C7D7C8332D"/>
    <w:rsid w:val="0089639F"/>
  </w:style>
  <w:style w:type="paragraph" w:customStyle="1" w:styleId="797C1D8B8F374B27980649E44CF06451">
    <w:name w:val="797C1D8B8F374B27980649E44CF06451"/>
    <w:rsid w:val="0089639F"/>
  </w:style>
  <w:style w:type="paragraph" w:customStyle="1" w:styleId="A75F3C4EF6794390B2ACBDF6B24189EA">
    <w:name w:val="A75F3C4EF6794390B2ACBDF6B24189EA"/>
    <w:rsid w:val="0089639F"/>
  </w:style>
  <w:style w:type="paragraph" w:customStyle="1" w:styleId="1186B68C47874DF3B5A7F615E3F21451">
    <w:name w:val="1186B68C47874DF3B5A7F615E3F21451"/>
    <w:rsid w:val="0089639F"/>
  </w:style>
  <w:style w:type="paragraph" w:customStyle="1" w:styleId="529F5B4729E24E73AA0AFBE2B5C5D47F">
    <w:name w:val="529F5B4729E24E73AA0AFBE2B5C5D47F"/>
    <w:rsid w:val="0089639F"/>
  </w:style>
  <w:style w:type="paragraph" w:customStyle="1" w:styleId="1C8204AD33034101875EB7DA5FDBFFF5">
    <w:name w:val="1C8204AD33034101875EB7DA5FDBFFF5"/>
    <w:rsid w:val="0089639F"/>
  </w:style>
  <w:style w:type="paragraph" w:customStyle="1" w:styleId="43CEBE0A670E463EABF8AAA2168B3F28">
    <w:name w:val="43CEBE0A670E463EABF8AAA2168B3F28"/>
    <w:rsid w:val="0089639F"/>
  </w:style>
  <w:style w:type="paragraph" w:customStyle="1" w:styleId="DBC4841C165D42F3A6919A702BA12F1B">
    <w:name w:val="DBC4841C165D42F3A6919A702BA12F1B"/>
    <w:rsid w:val="0089639F"/>
  </w:style>
  <w:style w:type="paragraph" w:customStyle="1" w:styleId="16F1EBF4E9314352AD4D38F21CF55ADD">
    <w:name w:val="16F1EBF4E9314352AD4D38F21CF55ADD"/>
    <w:rsid w:val="0089639F"/>
  </w:style>
  <w:style w:type="paragraph" w:customStyle="1" w:styleId="F34E92F3E7A44B7EBC735FC22D739FB8">
    <w:name w:val="F34E92F3E7A44B7EBC735FC22D739FB8"/>
    <w:rsid w:val="0089639F"/>
  </w:style>
  <w:style w:type="paragraph" w:customStyle="1" w:styleId="0257943330884041B86CEDA659227074">
    <w:name w:val="0257943330884041B86CEDA659227074"/>
    <w:rsid w:val="0089639F"/>
  </w:style>
  <w:style w:type="paragraph" w:customStyle="1" w:styleId="EAD49E6837B24962ACBC31617C5771E9">
    <w:name w:val="EAD49E6837B24962ACBC31617C5771E9"/>
    <w:rsid w:val="0089639F"/>
  </w:style>
  <w:style w:type="paragraph" w:customStyle="1" w:styleId="32BA725B815447DE889F618893AC1154">
    <w:name w:val="32BA725B815447DE889F618893AC1154"/>
    <w:rsid w:val="0089639F"/>
  </w:style>
  <w:style w:type="paragraph" w:customStyle="1" w:styleId="2136B0E901D94E7AAA4E5DAF47CBB842">
    <w:name w:val="2136B0E901D94E7AAA4E5DAF47CBB842"/>
    <w:rsid w:val="0089639F"/>
  </w:style>
  <w:style w:type="paragraph" w:customStyle="1" w:styleId="752377F6442A407390E790A037C3D395">
    <w:name w:val="752377F6442A407390E790A037C3D395"/>
    <w:rsid w:val="0089639F"/>
  </w:style>
  <w:style w:type="paragraph" w:customStyle="1" w:styleId="6A7DEC1B21B34214A0DF9BB50C629AD0">
    <w:name w:val="6A7DEC1B21B34214A0DF9BB50C629AD0"/>
    <w:rsid w:val="0089639F"/>
  </w:style>
  <w:style w:type="paragraph" w:customStyle="1" w:styleId="E4B933991EF3470C9CB20F8DE4A6F4C8">
    <w:name w:val="E4B933991EF3470C9CB20F8DE4A6F4C8"/>
    <w:rsid w:val="0089639F"/>
  </w:style>
  <w:style w:type="paragraph" w:customStyle="1" w:styleId="A36B0AF4967542B7995C733D8E60B198">
    <w:name w:val="A36B0AF4967542B7995C733D8E60B198"/>
    <w:rsid w:val="0089639F"/>
  </w:style>
  <w:style w:type="paragraph" w:customStyle="1" w:styleId="B6E4D310C2D945A99659CE61940F9E40">
    <w:name w:val="B6E4D310C2D945A99659CE61940F9E40"/>
    <w:rsid w:val="0089639F"/>
  </w:style>
  <w:style w:type="paragraph" w:customStyle="1" w:styleId="260AC60EAFBB4217861FE852D290A300">
    <w:name w:val="260AC60EAFBB4217861FE852D290A300"/>
    <w:rsid w:val="0089639F"/>
  </w:style>
  <w:style w:type="paragraph" w:customStyle="1" w:styleId="8C7A3FC349524375AD8BDCD54859ABC8">
    <w:name w:val="8C7A3FC349524375AD8BDCD54859ABC8"/>
    <w:rsid w:val="0089639F"/>
  </w:style>
  <w:style w:type="paragraph" w:customStyle="1" w:styleId="916F50C4CAB14AA094C0579D50A82ADD">
    <w:name w:val="916F50C4CAB14AA094C0579D50A82ADD"/>
    <w:rsid w:val="0089639F"/>
  </w:style>
  <w:style w:type="paragraph" w:customStyle="1" w:styleId="4E07CED6A314484BADB7F56FE9BD53AD">
    <w:name w:val="4E07CED6A314484BADB7F56FE9BD53AD"/>
    <w:rsid w:val="0089639F"/>
  </w:style>
  <w:style w:type="paragraph" w:customStyle="1" w:styleId="2ECB25EEF2464C63A6306D6198F510F1">
    <w:name w:val="2ECB25EEF2464C63A6306D6198F510F1"/>
    <w:rsid w:val="0089639F"/>
  </w:style>
  <w:style w:type="paragraph" w:customStyle="1" w:styleId="4466D1E40EC749EE8BEE5A4DB35EBE35">
    <w:name w:val="4466D1E40EC749EE8BEE5A4DB35EBE35"/>
    <w:rsid w:val="0089639F"/>
  </w:style>
  <w:style w:type="paragraph" w:customStyle="1" w:styleId="AC413D4577284D8798AAECCA208ACD40">
    <w:name w:val="AC413D4577284D8798AAECCA208ACD40"/>
    <w:rsid w:val="0089639F"/>
  </w:style>
  <w:style w:type="paragraph" w:customStyle="1" w:styleId="B6E8ADF237014E728F41DCC1626EA3F5">
    <w:name w:val="B6E8ADF237014E728F41DCC1626EA3F5"/>
    <w:rsid w:val="007677B0"/>
  </w:style>
  <w:style w:type="paragraph" w:customStyle="1" w:styleId="499B9A57098044748F6EAFE04D91A03B">
    <w:name w:val="499B9A57098044748F6EAFE04D91A03B"/>
    <w:rsid w:val="007677B0"/>
  </w:style>
  <w:style w:type="paragraph" w:customStyle="1" w:styleId="159B95693AA749208C30CA60C9C3941B">
    <w:name w:val="159B95693AA749208C30CA60C9C3941B"/>
    <w:rsid w:val="007677B0"/>
  </w:style>
  <w:style w:type="paragraph" w:customStyle="1" w:styleId="137CDB04905141D488256462B0EB3376">
    <w:name w:val="137CDB04905141D488256462B0EB3376"/>
    <w:rsid w:val="007677B0"/>
  </w:style>
  <w:style w:type="paragraph" w:customStyle="1" w:styleId="7FF878583B2340C29107B56F87C4F25F">
    <w:name w:val="7FF878583B2340C29107B56F87C4F25F"/>
    <w:rsid w:val="007677B0"/>
  </w:style>
  <w:style w:type="paragraph" w:customStyle="1" w:styleId="7C2E54FA9DAE4A82A31B809CDD1E59B9">
    <w:name w:val="7C2E54FA9DAE4A82A31B809CDD1E59B9"/>
    <w:rsid w:val="007677B0"/>
  </w:style>
  <w:style w:type="paragraph" w:customStyle="1" w:styleId="E64E7251804B478683847369C673E7DC">
    <w:name w:val="E64E7251804B478683847369C673E7DC"/>
    <w:rsid w:val="007677B0"/>
  </w:style>
  <w:style w:type="paragraph" w:customStyle="1" w:styleId="61D45F58821C4DA58B35CCF6BD66892A">
    <w:name w:val="61D45F58821C4DA58B35CCF6BD66892A"/>
    <w:rsid w:val="007677B0"/>
  </w:style>
  <w:style w:type="paragraph" w:customStyle="1" w:styleId="46BA9A915F4B471EB2A4EBCB10057162">
    <w:name w:val="46BA9A915F4B471EB2A4EBCB10057162"/>
    <w:rsid w:val="007677B0"/>
  </w:style>
  <w:style w:type="paragraph" w:customStyle="1" w:styleId="FE8757A328EA49E7B323AF40F02F142D">
    <w:name w:val="FE8757A328EA49E7B323AF40F02F142D"/>
    <w:rsid w:val="007677B0"/>
  </w:style>
  <w:style w:type="paragraph" w:customStyle="1" w:styleId="85AF18D938214EDDAB67DA5C2E9B8DCE">
    <w:name w:val="85AF18D938214EDDAB67DA5C2E9B8DCE"/>
    <w:rsid w:val="007677B0"/>
  </w:style>
  <w:style w:type="paragraph" w:customStyle="1" w:styleId="E54B54DD18D04119BC51B97617B8EB17">
    <w:name w:val="E54B54DD18D04119BC51B97617B8EB17"/>
    <w:rsid w:val="007677B0"/>
  </w:style>
  <w:style w:type="paragraph" w:customStyle="1" w:styleId="755ECFC83B124A94AB3D2B9ACA64C746">
    <w:name w:val="755ECFC83B124A94AB3D2B9ACA64C746"/>
    <w:rsid w:val="007677B0"/>
  </w:style>
  <w:style w:type="paragraph" w:customStyle="1" w:styleId="83B93D3BEF4C475C97CF21EED85E4B88">
    <w:name w:val="83B93D3BEF4C475C97CF21EED85E4B88"/>
    <w:rsid w:val="007677B0"/>
  </w:style>
  <w:style w:type="paragraph" w:customStyle="1" w:styleId="CF2EF3D9730E4D968EEF15D27923E9B6">
    <w:name w:val="CF2EF3D9730E4D968EEF15D27923E9B6"/>
    <w:rsid w:val="007677B0"/>
  </w:style>
  <w:style w:type="paragraph" w:customStyle="1" w:styleId="860114FD8BAA4453A8DA198708A0165E">
    <w:name w:val="860114FD8BAA4453A8DA198708A0165E"/>
    <w:rsid w:val="007677B0"/>
  </w:style>
  <w:style w:type="paragraph" w:customStyle="1" w:styleId="B1B1A6C3ADCE479685741992669D1E89">
    <w:name w:val="B1B1A6C3ADCE479685741992669D1E89"/>
    <w:rsid w:val="007677B0"/>
  </w:style>
  <w:style w:type="paragraph" w:customStyle="1" w:styleId="25AE47A7908E4ED9A4F6E5C7D98A3926">
    <w:name w:val="25AE47A7908E4ED9A4F6E5C7D98A3926"/>
    <w:rsid w:val="007677B0"/>
  </w:style>
  <w:style w:type="paragraph" w:customStyle="1" w:styleId="485CAFC0F6B34E0F8D0323B760A5017F">
    <w:name w:val="485CAFC0F6B34E0F8D0323B760A5017F"/>
    <w:rsid w:val="007677B0"/>
  </w:style>
  <w:style w:type="paragraph" w:customStyle="1" w:styleId="A6DF9A3BC23448DF80D1985CEE20614D">
    <w:name w:val="A6DF9A3BC23448DF80D1985CEE20614D"/>
    <w:rsid w:val="007677B0"/>
  </w:style>
  <w:style w:type="paragraph" w:customStyle="1" w:styleId="ED029C4BCBEB4C3888E6B98233DD9354">
    <w:name w:val="ED029C4BCBEB4C3888E6B98233DD9354"/>
    <w:rsid w:val="007677B0"/>
  </w:style>
  <w:style w:type="paragraph" w:customStyle="1" w:styleId="1335B3EE659F4B609216A1262B04C101">
    <w:name w:val="1335B3EE659F4B609216A1262B04C101"/>
    <w:rsid w:val="007677B0"/>
  </w:style>
  <w:style w:type="paragraph" w:customStyle="1" w:styleId="A280C6AACD584FA580F6C5FA1AC37AB2">
    <w:name w:val="A280C6AACD584FA580F6C5FA1AC37AB2"/>
    <w:rsid w:val="007677B0"/>
  </w:style>
  <w:style w:type="paragraph" w:customStyle="1" w:styleId="F2A5385D69CE4E6394D71943BFA2BD86">
    <w:name w:val="F2A5385D69CE4E6394D71943BFA2BD86"/>
    <w:rsid w:val="007677B0"/>
  </w:style>
  <w:style w:type="paragraph" w:customStyle="1" w:styleId="5A138967F79F446280B21580F6B98125">
    <w:name w:val="5A138967F79F446280B21580F6B98125"/>
    <w:rsid w:val="007677B0"/>
  </w:style>
  <w:style w:type="paragraph" w:customStyle="1" w:styleId="68253793FB9B44438A766CF38E9D8100">
    <w:name w:val="68253793FB9B44438A766CF38E9D8100"/>
    <w:rsid w:val="007677B0"/>
  </w:style>
  <w:style w:type="paragraph" w:customStyle="1" w:styleId="1E77753ED2534571BA359C377768F0AF">
    <w:name w:val="1E77753ED2534571BA359C377768F0AF"/>
    <w:rsid w:val="007677B0"/>
  </w:style>
  <w:style w:type="paragraph" w:customStyle="1" w:styleId="C7DC95580CC34981AEDB03DBA567031A">
    <w:name w:val="C7DC95580CC34981AEDB03DBA567031A"/>
    <w:rsid w:val="007677B0"/>
  </w:style>
  <w:style w:type="paragraph" w:customStyle="1" w:styleId="248C977261AC45FCB860602D37E02C3A">
    <w:name w:val="248C977261AC45FCB860602D37E02C3A"/>
    <w:rsid w:val="007677B0"/>
  </w:style>
  <w:style w:type="paragraph" w:customStyle="1" w:styleId="A9C68C17247146B49A2F1497C8B06D88">
    <w:name w:val="A9C68C17247146B49A2F1497C8B06D88"/>
    <w:rsid w:val="007677B0"/>
  </w:style>
  <w:style w:type="paragraph" w:customStyle="1" w:styleId="5DBFC6D2742448EDB3C97F9079F7315D">
    <w:name w:val="5DBFC6D2742448EDB3C97F9079F7315D"/>
    <w:rsid w:val="007677B0"/>
  </w:style>
  <w:style w:type="paragraph" w:customStyle="1" w:styleId="C5121C87EB6345D9B6CABCE4C3B8744B">
    <w:name w:val="C5121C87EB6345D9B6CABCE4C3B8744B"/>
    <w:rsid w:val="007677B0"/>
  </w:style>
  <w:style w:type="paragraph" w:customStyle="1" w:styleId="C7AF2277AB2847EA85D2FE77A14E45EF">
    <w:name w:val="C7AF2277AB2847EA85D2FE77A14E45EF"/>
    <w:rsid w:val="007677B0"/>
  </w:style>
  <w:style w:type="paragraph" w:customStyle="1" w:styleId="9B74DA9E09BC422BB5D8E792F98B62B5">
    <w:name w:val="9B74DA9E09BC422BB5D8E792F98B62B5"/>
    <w:rsid w:val="007677B0"/>
  </w:style>
  <w:style w:type="paragraph" w:customStyle="1" w:styleId="68828BD93D6E452A9CC0FF69DD904B5E">
    <w:name w:val="68828BD93D6E452A9CC0FF69DD904B5E"/>
    <w:rsid w:val="007677B0"/>
  </w:style>
  <w:style w:type="paragraph" w:customStyle="1" w:styleId="E39CB20F02EC42638FBADFEA4CDBE53E">
    <w:name w:val="E39CB20F02EC42638FBADFEA4CDBE53E"/>
    <w:rsid w:val="007677B0"/>
  </w:style>
  <w:style w:type="paragraph" w:customStyle="1" w:styleId="39657249B5444F199EA5ACE8F817DDB4">
    <w:name w:val="39657249B5444F199EA5ACE8F817DDB4"/>
    <w:rsid w:val="007677B0"/>
  </w:style>
  <w:style w:type="paragraph" w:customStyle="1" w:styleId="B8849B015609494D963FEFE26D29EA7B">
    <w:name w:val="B8849B015609494D963FEFE26D29EA7B"/>
    <w:rsid w:val="007677B0"/>
  </w:style>
  <w:style w:type="paragraph" w:customStyle="1" w:styleId="BE7D819E710B49D886B13AA7979C1615">
    <w:name w:val="BE7D819E710B49D886B13AA7979C1615"/>
    <w:rsid w:val="007677B0"/>
  </w:style>
  <w:style w:type="paragraph" w:customStyle="1" w:styleId="FC1555F4CC6E4148899AA46789263245">
    <w:name w:val="FC1555F4CC6E4148899AA46789263245"/>
    <w:rsid w:val="007677B0"/>
  </w:style>
  <w:style w:type="paragraph" w:customStyle="1" w:styleId="187A519DF11940DD815CB7A2FC93990A">
    <w:name w:val="187A519DF11940DD815CB7A2FC93990A"/>
    <w:rsid w:val="007677B0"/>
  </w:style>
  <w:style w:type="paragraph" w:customStyle="1" w:styleId="28E0E861EA9348A2BBE7CA552A0EDDF3">
    <w:name w:val="28E0E861EA9348A2BBE7CA552A0EDDF3"/>
    <w:rsid w:val="007677B0"/>
  </w:style>
  <w:style w:type="paragraph" w:customStyle="1" w:styleId="24853F8B472A4C27A1DF0676D7853F4F">
    <w:name w:val="24853F8B472A4C27A1DF0676D7853F4F"/>
    <w:rsid w:val="007677B0"/>
  </w:style>
  <w:style w:type="paragraph" w:customStyle="1" w:styleId="1541540BD7BB4CAEAE6357EB22921654">
    <w:name w:val="1541540BD7BB4CAEAE6357EB22921654"/>
    <w:rsid w:val="007677B0"/>
  </w:style>
  <w:style w:type="paragraph" w:customStyle="1" w:styleId="C3AFDBCE2348403AA1F464D1316F8E32">
    <w:name w:val="C3AFDBCE2348403AA1F464D1316F8E32"/>
    <w:rsid w:val="007677B0"/>
  </w:style>
  <w:style w:type="paragraph" w:customStyle="1" w:styleId="14459BC028A9499EA57434942F5023F4">
    <w:name w:val="14459BC028A9499EA57434942F5023F4"/>
    <w:rsid w:val="007677B0"/>
  </w:style>
  <w:style w:type="paragraph" w:customStyle="1" w:styleId="D5787DCBEC5B4AA0BAB195CE71FAFA8F">
    <w:name w:val="D5787DCBEC5B4AA0BAB195CE71FAFA8F"/>
    <w:rsid w:val="007677B0"/>
  </w:style>
  <w:style w:type="paragraph" w:customStyle="1" w:styleId="F613999DC9E84481AE9E42413CBDAFBD">
    <w:name w:val="F613999DC9E84481AE9E42413CBDAFBD"/>
    <w:rsid w:val="007677B0"/>
  </w:style>
  <w:style w:type="paragraph" w:customStyle="1" w:styleId="DC1752746E6A485582C31087F0F7D085">
    <w:name w:val="DC1752746E6A485582C31087F0F7D085"/>
    <w:rsid w:val="007677B0"/>
  </w:style>
  <w:style w:type="paragraph" w:customStyle="1" w:styleId="B42DCABA183B4DEB82C80543676EEAB8">
    <w:name w:val="B42DCABA183B4DEB82C80543676EEAB8"/>
    <w:rsid w:val="007677B0"/>
  </w:style>
  <w:style w:type="paragraph" w:customStyle="1" w:styleId="98B7DC6E2A9146129A23074ACD22E779">
    <w:name w:val="98B7DC6E2A9146129A23074ACD22E779"/>
    <w:rsid w:val="007677B0"/>
  </w:style>
  <w:style w:type="paragraph" w:customStyle="1" w:styleId="BFCAD43BFBBB4EB38601FC3E6BEE304F">
    <w:name w:val="BFCAD43BFBBB4EB38601FC3E6BEE304F"/>
    <w:rsid w:val="007677B0"/>
  </w:style>
  <w:style w:type="paragraph" w:customStyle="1" w:styleId="94C1553664D645779308058688743F5E">
    <w:name w:val="94C1553664D645779308058688743F5E"/>
    <w:rsid w:val="007677B0"/>
  </w:style>
  <w:style w:type="paragraph" w:customStyle="1" w:styleId="A57AE5F364824E37857B3394776D660D">
    <w:name w:val="A57AE5F364824E37857B3394776D660D"/>
    <w:rsid w:val="007677B0"/>
  </w:style>
  <w:style w:type="paragraph" w:customStyle="1" w:styleId="82664D2E94144BD9AFD88C8D91A6FC1D">
    <w:name w:val="82664D2E94144BD9AFD88C8D91A6FC1D"/>
    <w:rsid w:val="007677B0"/>
  </w:style>
  <w:style w:type="paragraph" w:customStyle="1" w:styleId="BF618DCAD0974208BD345B2AF26272A0">
    <w:name w:val="BF618DCAD0974208BD345B2AF26272A0"/>
    <w:rsid w:val="007677B0"/>
  </w:style>
  <w:style w:type="paragraph" w:customStyle="1" w:styleId="A8E6C947BAAA489E8D6D45AFC6162536">
    <w:name w:val="A8E6C947BAAA489E8D6D45AFC6162536"/>
    <w:rsid w:val="007677B0"/>
  </w:style>
  <w:style w:type="paragraph" w:customStyle="1" w:styleId="28BFF5C5E9104670892C065753415B243">
    <w:name w:val="28BFF5C5E9104670892C065753415B24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D55373F85CD4BCD92FA1E3AF9F9A0343">
    <w:name w:val="ED55373F85CD4BCD92FA1E3AF9F9A034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018DD4174114447838E4222EC62CCD23">
    <w:name w:val="3018DD4174114447838E4222EC62CCD2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99668025837499F9DD313115E937E123">
    <w:name w:val="499668025837499F9DD313115E937E12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10962645704621A420FDC915805BD33">
    <w:name w:val="4810962645704621A420FDC915805BD3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87662CDAE8643ACA61D000B390D48E13">
    <w:name w:val="787662CDAE8643ACA61D000B390D48E1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6A03D15359B42D186DDC1DD83DE93243">
    <w:name w:val="36A03D15359B42D186DDC1DD83DE9324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CAEC4AB4C8473DA4176731FB638F0E3">
    <w:name w:val="02CAEC4AB4C8473DA4176731FB638F0E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BEB2E2370964B39878C61D60A4E4CFE3">
    <w:name w:val="9BEB2E2370964B39878C61D60A4E4CFE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9C787E4B040431AAE8C6B101341584E3">
    <w:name w:val="99C787E4B040431AAE8C6B101341584E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A395100EFF446392E430920B9027ED3">
    <w:name w:val="90A395100EFF446392E430920B9027ED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1D9E3B3B0F548E8A2AC207BA8837CDD3">
    <w:name w:val="61D9E3B3B0F548E8A2AC207BA8837CDD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45834A62F16445CA0376226346E3DC23">
    <w:name w:val="E45834A62F16445CA0376226346E3DC2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45FB16FC8B547AC80D480082264F22A3">
    <w:name w:val="745FB16FC8B547AC80D480082264F22A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842075463914D2B8E15ECE6670328083">
    <w:name w:val="E842075463914D2B8E15ECE667032808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E2ADA5779A54B079C3787947C8AE5FA3">
    <w:name w:val="BE2ADA5779A54B079C3787947C8AE5FA3"/>
    <w:rsid w:val="007677B0"/>
    <w:pPr>
      <w:tabs>
        <w:tab w:val="center" w:pos="4536"/>
        <w:tab w:val="right" w:pos="9072"/>
      </w:tabs>
      <w:spacing w:before="40" w:after="40" w:line="240" w:lineRule="auto"/>
      <w:ind w:left="454"/>
    </w:pPr>
    <w:rPr>
      <w:rFonts w:ascii="Arial" w:eastAsia="Times New Roman" w:hAnsi="Arial" w:cs="Arial"/>
      <w:sz w:val="16"/>
      <w:szCs w:val="24"/>
    </w:rPr>
  </w:style>
  <w:style w:type="paragraph" w:customStyle="1" w:styleId="DD1C3903CCE0497EAE1B056D259E0C4A3">
    <w:name w:val="DD1C3903CCE0497EAE1B056D259E0C4A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2C82A435F36454D9568B20666E9BA4C3">
    <w:name w:val="A2C82A435F36454D9568B20666E9BA4C3"/>
    <w:rsid w:val="007677B0"/>
    <w:pPr>
      <w:tabs>
        <w:tab w:val="center" w:pos="4536"/>
        <w:tab w:val="right" w:pos="9072"/>
      </w:tabs>
      <w:spacing w:before="40" w:after="40" w:line="240" w:lineRule="auto"/>
      <w:ind w:left="454"/>
    </w:pPr>
    <w:rPr>
      <w:rFonts w:ascii="Arial" w:eastAsia="Times New Roman" w:hAnsi="Arial" w:cs="Arial"/>
      <w:sz w:val="16"/>
      <w:szCs w:val="24"/>
    </w:rPr>
  </w:style>
  <w:style w:type="paragraph" w:customStyle="1" w:styleId="1CD9EDFF224D4480B7B81433F9F2F8A13">
    <w:name w:val="1CD9EDFF224D4480B7B81433F9F2F8A1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CCFF6C269574583A72319B3D777A27F3">
    <w:name w:val="0CCFF6C269574583A72319B3D777A27F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796BF94894439BAFDA2E34A093C0CB3">
    <w:name w:val="D6796BF94894439BAFDA2E34A093C0CB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0F6057CC8374DEDBD5EB9091D7FC5CC3">
    <w:name w:val="30F6057CC8374DEDBD5EB9091D7FC5CC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CB5C856E81D41AE85C87E48B2B875863">
    <w:name w:val="1CB5C856E81D41AE85C87E48B2B87586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AD53843F3C94AA993D5FE559E20CB2E3">
    <w:name w:val="0AD53843F3C94AA993D5FE559E20CB2E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3BD7B8C879343528B9141A6DFE268B53">
    <w:name w:val="33BD7B8C879343528B9141A6DFE268B5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F813ABA0D2F4416BA303624689AA0BA3">
    <w:name w:val="2F813ABA0D2F4416BA303624689AA0BA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A5FA0C5C25242A9B0B9C812D83403E73">
    <w:name w:val="DA5FA0C5C25242A9B0B9C812D83403E7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277D3FF483D4E82B3BABE3181CC5D1A3">
    <w:name w:val="A277D3FF483D4E82B3BABE3181CC5D1A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634D920D76E493BA61C547130FC87CC3">
    <w:name w:val="B634D920D76E493BA61C547130FC87CC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397E3F6CC5D4E9FB4A3C7F71D898F153">
    <w:name w:val="9397E3F6CC5D4E9FB4A3C7F71D898F15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E6F5B021D8E4487A1C869AEE4367FDD3">
    <w:name w:val="4E6F5B021D8E4487A1C869AEE4367FDD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4D6CF74A1A4C8682C7B764BC9C13B03">
    <w:name w:val="024D6CF74A1A4C8682C7B764BC9C13B0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75677E9C4CF4E32B79F9E5B522360473">
    <w:name w:val="375677E9C4CF4E32B79F9E5B52236047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8828BD93D6E452A9CC0FF69DD904B5E1">
    <w:name w:val="68828BD93D6E452A9CC0FF69DD904B5E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051BBDE2BA74FFEA8C91E7F7C8150CE3">
    <w:name w:val="6051BBDE2BA74FFEA8C91E7F7C8150CE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39CB20F02EC42638FBADFEA4CDBE53E1">
    <w:name w:val="E39CB20F02EC42638FBADFEA4CDBE53E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B05E2F1F2554F69A3702A5C166A16533">
    <w:name w:val="9B05E2F1F2554F69A3702A5C166A1653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9657249B5444F199EA5ACE8F817DDB41">
    <w:name w:val="39657249B5444F199EA5ACE8F817DDB4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D520A7A5324B91B70B698E225FE8B73">
    <w:name w:val="D6D520A7A5324B91B70B698E225FE8B7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8849B015609494D963FEFE26D29EA7B1">
    <w:name w:val="B8849B015609494D963FEFE26D29EA7B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D5CC2F6ACD426285FB8176CAA343073">
    <w:name w:val="48D5CC2F6ACD426285FB8176CAA34307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E7D819E710B49D886B13AA7979C16151">
    <w:name w:val="BE7D819E710B49D886B13AA7979C1615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57656F08956466D8DAD6C52DCDC413B3">
    <w:name w:val="E57656F08956466D8DAD6C52DCDC413B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C1555F4CC6E4148899AA467892632451">
    <w:name w:val="FC1555F4CC6E4148899AA46789263245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B9EA7DAD8474C5D8FF1D4530D4D8D1B3">
    <w:name w:val="7B9EA7DAD8474C5D8FF1D4530D4D8D1B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87A519DF11940DD815CB7A2FC93990A1">
    <w:name w:val="187A519DF11940DD815CB7A2FC93990A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C79813A76474C619E79CE27818289F63">
    <w:name w:val="CC79813A76474C619E79CE27818289F6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8E0E861EA9348A2BBE7CA552A0EDDF31">
    <w:name w:val="28E0E861EA9348A2BBE7CA552A0EDDF3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F25FA170F6649CD8645058D0D35A7513">
    <w:name w:val="EF25FA170F6649CD8645058D0D35A751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4853F8B472A4C27A1DF0676D7853F4F1">
    <w:name w:val="24853F8B472A4C27A1DF0676D7853F4F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6BBF368F74846ACA305DC08A1BE0BF83">
    <w:name w:val="46BBF368F74846ACA305DC08A1BE0BF8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446ECE03AF14C24876AFDB9BA2A79093">
    <w:name w:val="3446ECE03AF14C24876AFDB9BA2A7909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541540BD7BB4CAEAE6357EB229216541">
    <w:name w:val="1541540BD7BB4CAEAE6357EB22921654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6749FE2939947C89D7831C25D56F75C3">
    <w:name w:val="A6749FE2939947C89D7831C25D56F75C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9DAA78258084158AB029702A050116E3">
    <w:name w:val="F9DAA78258084158AB029702A050116E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FF5B1B2EC004C7D82FF14D403A210FC3">
    <w:name w:val="FFF5B1B2EC004C7D82FF14D403A210FC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F311768B6744C4E86300943DA4E49A73">
    <w:name w:val="5F311768B6744C4E86300943DA4E49A73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3AFDBCE2348403AA1F464D1316F8E321">
    <w:name w:val="C3AFDBCE2348403AA1F464D1316F8E32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11CBD932504E65AC0B6B65B8BE3F002">
    <w:name w:val="4811CBD932504E65AC0B6B65B8BE3F00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4459BC028A9499EA57434942F5023F41">
    <w:name w:val="14459BC028A9499EA57434942F5023F4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F27D90D5AAD457AAB951AD0E108AEC92">
    <w:name w:val="EF27D90D5AAD457AAB951AD0E108AEC9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5787DCBEC5B4AA0BAB195CE71FAFA8F1">
    <w:name w:val="D5787DCBEC5B4AA0BAB195CE71FAFA8F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14B4F80B6C24B859E260B5B39B1FC692">
    <w:name w:val="E14B4F80B6C24B859E260B5B39B1FC69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613999DC9E84481AE9E42413CBDAFBD1">
    <w:name w:val="F613999DC9E84481AE9E42413CBDAFBD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99AFFBE43C4F50928137B66A4B30332">
    <w:name w:val="4899AFFBE43C4F50928137B66A4B3033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C1752746E6A485582C31087F0F7D0851">
    <w:name w:val="DC1752746E6A485582C31087F0F7D085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21306EB364F4C94AC6CF7BFD845C7FD2">
    <w:name w:val="C21306EB364F4C94AC6CF7BFD845C7FD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42DCABA183B4DEB82C80543676EEAB81">
    <w:name w:val="B42DCABA183B4DEB82C80543676EEAB8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046C35D770F4EFBB98BCBF640A7BE8F2">
    <w:name w:val="D046C35D770F4EFBB98BCBF640A7BE8F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8B7DC6E2A9146129A23074ACD22E7791">
    <w:name w:val="98B7DC6E2A9146129A23074ACD22E779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2B08BC7EE3F41F0AD662F54DFFD1C472">
    <w:name w:val="62B08BC7EE3F41F0AD662F54DFFD1C47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FCAD43BFBBB4EB38601FC3E6BEE304F1">
    <w:name w:val="BFCAD43BFBBB4EB38601FC3E6BEE304F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4CF407600504E048ED8629AAAAB1CF22">
    <w:name w:val="84CF407600504E048ED8629AAAAB1CF2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A74E32A41E34B48BE4496464383E64D2">
    <w:name w:val="BA74E32A41E34B48BE4496464383E64D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4C1553664D645779308058688743F5E1">
    <w:name w:val="94C1553664D645779308058688743F5E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BBFDA4A7BB042EB81E506BB5E7F48702">
    <w:name w:val="7BBFDA4A7BB042EB81E506BB5E7F4870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CB7A508C0194468A22842EB9D1CE5A02">
    <w:name w:val="8CB7A508C0194468A22842EB9D1CE5A0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488E0D0F3F34643981CE61B060AA6992">
    <w:name w:val="2488E0D0F3F34643981CE61B060AA699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59547C418064861847ECD87CFB1A8402">
    <w:name w:val="C59547C418064861847ECD87CFB1A840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57AE5F364824E37857B3394776D660D1">
    <w:name w:val="A57AE5F364824E37857B3394776D660D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32448A5EBC8432F9E53D3DE86BC33572">
    <w:name w:val="632448A5EBC8432F9E53D3DE86BC3357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2664D2E94144BD9AFD88C8D91A6FC1D1">
    <w:name w:val="82664D2E94144BD9AFD88C8D91A6FC1D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E0430D6A406422F9900B1AEFE5095142">
    <w:name w:val="3E0430D6A406422F9900B1AEFE509514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F618DCAD0974208BD345B2AF26272A01">
    <w:name w:val="BF618DCAD0974208BD345B2AF26272A0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80BA54C9D3F4F30B9150BE1250A17542">
    <w:name w:val="380BA54C9D3F4F30B9150BE1250A1754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4FAFD60B5B04BC4BF0A9E8060A5F0DE2">
    <w:name w:val="E4FAFD60B5B04BC4BF0A9E8060A5F0DE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8E6C947BAAA489E8D6D45AFC61625361">
    <w:name w:val="A8E6C947BAAA489E8D6D45AFC61625361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F02B06CFA8F46FEB98376F2878CDF372">
    <w:name w:val="4F02B06CFA8F46FEB98376F2878CDF37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F3A4CF619EF49F8975DC1F53B94C2D22">
    <w:name w:val="EF3A4CF619EF49F8975DC1F53B94C2D2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CABCC52AB064499A888B1EB31C4346C2">
    <w:name w:val="0CABCC52AB064499A888B1EB31C4346C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7DAFED455DB4CECAB4F624AE009EC5E2">
    <w:name w:val="57DAFED455DB4CECAB4F624AE009EC5E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CA03AE634AE4ECFAB5FC4BAC2338AF42">
    <w:name w:val="FCA03AE634AE4ECFAB5FC4BAC2338AF4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F25A64230334B5CAD58E36796B5ECA42">
    <w:name w:val="9F25A64230334B5CAD58E36796B5ECA4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B6C3D1229184CC28D981F8029A2238B2">
    <w:name w:val="AB6C3D1229184CC28D981F8029A2238B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45FA47772FD40BCAE6CCF7F54D8993C2">
    <w:name w:val="045FA47772FD40BCAE6CCF7F54D8993C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59E7D1A5ED94FAC9714C9591566F6B12">
    <w:name w:val="D59E7D1A5ED94FAC9714C9591566F6B1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4053EC5FE814A44AC669F2B3CE1C1472">
    <w:name w:val="64053EC5FE814A44AC669F2B3CE1C147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76FB794C74B4AA98CD2326AAE846E252">
    <w:name w:val="876FB794C74B4AA98CD2326AAE846E25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96BE85AFC6142348A35E9FCEFA179942">
    <w:name w:val="196BE85AFC6142348A35E9FCEFA17994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1CB810E8C30452FAB67CBC8ED3A70EA2">
    <w:name w:val="31CB810E8C30452FAB67CBC8ED3A70EA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DECCF6CDD784707B7C45E5DC69AD2AF2">
    <w:name w:val="6DECCF6CDD784707B7C45E5DC69AD2AF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3F6DC2DBBE44E9395EE74C5F0CA65392">
    <w:name w:val="43F6DC2DBBE44E9395EE74C5F0CA6539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0A72F25F9C34A098100F7FDEB284CA22">
    <w:name w:val="10A72F25F9C34A098100F7FDEB284CA2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DFD1F5D84FF4C20A94D9DFCDDC46C832">
    <w:name w:val="8DFD1F5D84FF4C20A94D9DFCDDC46C83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0FA3E8897304BADA425BE88FDF4B2992">
    <w:name w:val="80FA3E8897304BADA425BE88FDF4B299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096502681FA4AB78C1FBCAB072881862">
    <w:name w:val="6096502681FA4AB78C1FBCAB07288186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BA7E936ED9041E28EB07D7EED8BEEFB2">
    <w:name w:val="2BA7E936ED9041E28EB07D7EED8BEEFB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45912F9997D48E7A4E650873ECF344E2">
    <w:name w:val="045912F9997D48E7A4E650873ECF344E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88642F1844644FB94779EECCD590B172">
    <w:name w:val="E88642F1844644FB94779EECCD590B17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A59F6B241F34B53A3BB9AD55F6225E42">
    <w:name w:val="3A59F6B241F34B53A3BB9AD55F6225E4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6B78AD0032D408B935C034D70D394212">
    <w:name w:val="F6B78AD0032D408B935C034D70D39421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618D4F5DE2E41D6A6F2888CE571A8BB2">
    <w:name w:val="8618D4F5DE2E41D6A6F2888CE571A8BB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37E2CFACDF84906B22627183B439F782">
    <w:name w:val="637E2CFACDF84906B22627183B439F78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ABEC0D616EF452C97D8F892416D994A2">
    <w:name w:val="7ABEC0D616EF452C97D8F892416D994A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686528376C94E46BC7024D1A788EBC72">
    <w:name w:val="C686528376C94E46BC7024D1A788EBC7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50725124B444B1CB539DD76B97FF4842">
    <w:name w:val="F50725124B444B1CB539DD76B97FF484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7FEE21228F643DDB553C370C83FA5DE2">
    <w:name w:val="67FEE21228F643DDB553C370C83FA5DE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1B09EE2B7904308A8479E03E19BD4A32">
    <w:name w:val="91B09EE2B7904308A8479E03E19BD4A3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3C64BA7D4C344979BB6C9C1CB8B14C02">
    <w:name w:val="E3C64BA7D4C344979BB6C9C1CB8B14C0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87C25BEBAC443A5B42F56AFF57C2F932">
    <w:name w:val="087C25BEBAC443A5B42F56AFF57C2F93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3139F0B32F040B2A79B0C77F186AEE92">
    <w:name w:val="93139F0B32F040B2A79B0C77F186AEE9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671689945C34865A797E930E211157F2">
    <w:name w:val="0671689945C34865A797E930E211157F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BF8C2ED79034017B483EAED1452BA7C2">
    <w:name w:val="DBF8C2ED79034017B483EAED1452BA7C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FC21FED7C1E466EB561F81A8E6780C22">
    <w:name w:val="9FC21FED7C1E466EB561F81A8E6780C2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B0E5CDC60FA48C39BD469EFBCC5248F2">
    <w:name w:val="FB0E5CDC60FA48C39BD469EFBCC5248F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EBDD00795534557A494ACC1B3CE24DF2">
    <w:name w:val="DEBDD00795534557A494ACC1B3CE24DF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8AB21C839DB43EC8BA2F569778B6B742">
    <w:name w:val="38AB21C839DB43EC8BA2F569778B6B742"/>
    <w:rsid w:val="007677B0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4097BD1C0944FD5B1BA0496B08A1F79">
    <w:name w:val="B4097BD1C0944FD5B1BA0496B08A1F79"/>
    <w:rsid w:val="007677B0"/>
  </w:style>
  <w:style w:type="paragraph" w:customStyle="1" w:styleId="6C613203EBDB4A20B5B95800EC8BD53E">
    <w:name w:val="6C613203EBDB4A20B5B95800EC8BD53E"/>
    <w:rsid w:val="007677B0"/>
  </w:style>
  <w:style w:type="paragraph" w:customStyle="1" w:styleId="2CD547F1B2304028A822CD791B46D785">
    <w:name w:val="2CD547F1B2304028A822CD791B46D785"/>
    <w:rsid w:val="007677B0"/>
  </w:style>
  <w:style w:type="paragraph" w:customStyle="1" w:styleId="FDA2CCA6B1744CDE9F46CC8579E13F81">
    <w:name w:val="FDA2CCA6B1744CDE9F46CC8579E13F81"/>
    <w:rsid w:val="007677B0"/>
  </w:style>
  <w:style w:type="paragraph" w:customStyle="1" w:styleId="EB57D7D4CF564EF1B528D18AAB806CD0">
    <w:name w:val="EB57D7D4CF564EF1B528D18AAB806CD0"/>
    <w:rsid w:val="007677B0"/>
  </w:style>
  <w:style w:type="paragraph" w:customStyle="1" w:styleId="7B5E3B142D734B3ABE73847ACBD71599">
    <w:name w:val="7B5E3B142D734B3ABE73847ACBD71599"/>
    <w:rsid w:val="007677B0"/>
  </w:style>
  <w:style w:type="paragraph" w:customStyle="1" w:styleId="86AB2B5976554528927AE32D15344D4F">
    <w:name w:val="86AB2B5976554528927AE32D15344D4F"/>
    <w:rsid w:val="00D167B3"/>
  </w:style>
  <w:style w:type="paragraph" w:customStyle="1" w:styleId="4C69F76443A84451945EBDBFB88B8896">
    <w:name w:val="4C69F76443A84451945EBDBFB88B8896"/>
    <w:rsid w:val="00D167B3"/>
  </w:style>
  <w:style w:type="paragraph" w:customStyle="1" w:styleId="0D540B87A02F42C9878FAD7E3C7A224C">
    <w:name w:val="0D540B87A02F42C9878FAD7E3C7A224C"/>
    <w:rsid w:val="00D167B3"/>
  </w:style>
  <w:style w:type="paragraph" w:customStyle="1" w:styleId="C4642B856D4B48EF8D609CE99303560D">
    <w:name w:val="C4642B856D4B48EF8D609CE99303560D"/>
    <w:rsid w:val="00D167B3"/>
  </w:style>
  <w:style w:type="paragraph" w:customStyle="1" w:styleId="3ACA52321B7C458894B68FAF0DD42D61">
    <w:name w:val="3ACA52321B7C458894B68FAF0DD42D61"/>
    <w:rsid w:val="00D167B3"/>
  </w:style>
  <w:style w:type="paragraph" w:customStyle="1" w:styleId="659F192DBC0141BABBFC2628904074AF">
    <w:name w:val="659F192DBC0141BABBFC2628904074AF"/>
    <w:rsid w:val="00D167B3"/>
  </w:style>
  <w:style w:type="paragraph" w:customStyle="1" w:styleId="B87DB47A6F684A3DAE2E875B2366F623">
    <w:name w:val="B87DB47A6F684A3DAE2E875B2366F623"/>
    <w:rsid w:val="00D167B3"/>
  </w:style>
  <w:style w:type="paragraph" w:customStyle="1" w:styleId="48989DBBCBF94921A2D32C5D283DB76D">
    <w:name w:val="48989DBBCBF94921A2D32C5D283DB76D"/>
    <w:rsid w:val="00D167B3"/>
  </w:style>
  <w:style w:type="paragraph" w:customStyle="1" w:styleId="16B7BE1A86DC42C29DB2BD87C8461CD3">
    <w:name w:val="16B7BE1A86DC42C29DB2BD87C8461CD3"/>
    <w:rsid w:val="00D167B3"/>
  </w:style>
  <w:style w:type="paragraph" w:customStyle="1" w:styleId="D8442A7932A748C68E743D6CEDBF5144">
    <w:name w:val="D8442A7932A748C68E743D6CEDBF5144"/>
    <w:rsid w:val="00D167B3"/>
  </w:style>
  <w:style w:type="paragraph" w:customStyle="1" w:styleId="E2FF27CF99BA4CE9ADDA0B0B22036BD5">
    <w:name w:val="E2FF27CF99BA4CE9ADDA0B0B22036BD5"/>
    <w:rsid w:val="00D167B3"/>
  </w:style>
  <w:style w:type="paragraph" w:customStyle="1" w:styleId="766A87BE6B3F435EB5CBB3D0C9733021">
    <w:name w:val="766A87BE6B3F435EB5CBB3D0C9733021"/>
    <w:rsid w:val="00D167B3"/>
  </w:style>
  <w:style w:type="paragraph" w:customStyle="1" w:styleId="52D5829C0CB946EEA029086ABDC68F48">
    <w:name w:val="52D5829C0CB946EEA029086ABDC68F48"/>
    <w:rsid w:val="00D167B3"/>
  </w:style>
  <w:style w:type="paragraph" w:customStyle="1" w:styleId="1EA0CB8C4A264101A77B8B19C5AD50AD">
    <w:name w:val="1EA0CB8C4A264101A77B8B19C5AD50AD"/>
    <w:rsid w:val="00D167B3"/>
  </w:style>
  <w:style w:type="paragraph" w:customStyle="1" w:styleId="6439058EF85A401795C3B99E2A088871">
    <w:name w:val="6439058EF85A401795C3B99E2A088871"/>
    <w:rsid w:val="00D167B3"/>
  </w:style>
  <w:style w:type="paragraph" w:customStyle="1" w:styleId="DC19841173064ADCA337C658EA7FEFF9">
    <w:name w:val="DC19841173064ADCA337C658EA7FEFF9"/>
    <w:rsid w:val="00D167B3"/>
  </w:style>
  <w:style w:type="paragraph" w:customStyle="1" w:styleId="9B246C2AF95A4167962C1205BAF1513F">
    <w:name w:val="9B246C2AF95A4167962C1205BAF1513F"/>
    <w:rsid w:val="00D167B3"/>
  </w:style>
  <w:style w:type="paragraph" w:customStyle="1" w:styleId="8924650FA18E4E4DBC8C0EC27BDF403B">
    <w:name w:val="8924650FA18E4E4DBC8C0EC27BDF403B"/>
    <w:rsid w:val="00D167B3"/>
  </w:style>
  <w:style w:type="paragraph" w:customStyle="1" w:styleId="A0EA4E91F50D4581A7586F33B7E6A468">
    <w:name w:val="A0EA4E91F50D4581A7586F33B7E6A468"/>
    <w:rsid w:val="00D167B3"/>
  </w:style>
  <w:style w:type="paragraph" w:customStyle="1" w:styleId="2B50C5DDD9BB419DBD41622FE7E0BE76">
    <w:name w:val="2B50C5DDD9BB419DBD41622FE7E0BE76"/>
    <w:rsid w:val="00D167B3"/>
  </w:style>
  <w:style w:type="paragraph" w:customStyle="1" w:styleId="AB143A460B194FE89B8DF8016FB21056">
    <w:name w:val="AB143A460B194FE89B8DF8016FB21056"/>
    <w:rsid w:val="00D167B3"/>
  </w:style>
  <w:style w:type="paragraph" w:customStyle="1" w:styleId="669CD28113D54FF282C8DCADC1B2A0FB">
    <w:name w:val="669CD28113D54FF282C8DCADC1B2A0FB"/>
    <w:rsid w:val="00D167B3"/>
  </w:style>
  <w:style w:type="paragraph" w:customStyle="1" w:styleId="90FDAEFA13204B1E9C18C37F8FB0F34A">
    <w:name w:val="90FDAEFA13204B1E9C18C37F8FB0F34A"/>
    <w:rsid w:val="00D167B3"/>
  </w:style>
  <w:style w:type="paragraph" w:customStyle="1" w:styleId="4F036ADC364448ED812351797D02963F">
    <w:name w:val="4F036ADC364448ED812351797D02963F"/>
    <w:rsid w:val="00D167B3"/>
  </w:style>
  <w:style w:type="paragraph" w:customStyle="1" w:styleId="6A302A3819EE46D496C6DEB83E57A9A4">
    <w:name w:val="6A302A3819EE46D496C6DEB83E57A9A4"/>
    <w:rsid w:val="00D167B3"/>
  </w:style>
  <w:style w:type="paragraph" w:customStyle="1" w:styleId="6DEC96E2F26B4C2CA36348D07BEB0675">
    <w:name w:val="6DEC96E2F26B4C2CA36348D07BEB0675"/>
    <w:rsid w:val="00D167B3"/>
  </w:style>
  <w:style w:type="paragraph" w:customStyle="1" w:styleId="0F318E2EAB9445E6954B7D04DA6A6ADB">
    <w:name w:val="0F318E2EAB9445E6954B7D04DA6A6ADB"/>
    <w:rsid w:val="00D167B3"/>
  </w:style>
  <w:style w:type="paragraph" w:customStyle="1" w:styleId="8BF3C6789F7E4246ADC7199225336308">
    <w:name w:val="8BF3C6789F7E4246ADC7199225336308"/>
    <w:rsid w:val="00D167B3"/>
  </w:style>
  <w:style w:type="paragraph" w:customStyle="1" w:styleId="0AA5A5BD299449E6A02039EFD452F32A">
    <w:name w:val="0AA5A5BD299449E6A02039EFD452F32A"/>
    <w:rsid w:val="00D167B3"/>
  </w:style>
  <w:style w:type="paragraph" w:customStyle="1" w:styleId="909D0276E6E843ECB3B85EFCDEAF4CE8">
    <w:name w:val="909D0276E6E843ECB3B85EFCDEAF4CE8"/>
    <w:rsid w:val="00D167B3"/>
  </w:style>
  <w:style w:type="paragraph" w:customStyle="1" w:styleId="DBB39214E51140C7B11DF4FD9091E27E">
    <w:name w:val="DBB39214E51140C7B11DF4FD9091E27E"/>
    <w:rsid w:val="00D167B3"/>
  </w:style>
  <w:style w:type="paragraph" w:customStyle="1" w:styleId="1FF30269FD7541E48041BAFCC94A8681">
    <w:name w:val="1FF30269FD7541E48041BAFCC94A8681"/>
    <w:rsid w:val="00D167B3"/>
  </w:style>
  <w:style w:type="paragraph" w:customStyle="1" w:styleId="7DEA4E3E1936430EA888E7E500FACE37">
    <w:name w:val="7DEA4E3E1936430EA888E7E500FACE37"/>
    <w:rsid w:val="00D167B3"/>
  </w:style>
  <w:style w:type="paragraph" w:customStyle="1" w:styleId="0212BB2DD2F94EC5AF1C26A1DAB14564">
    <w:name w:val="0212BB2DD2F94EC5AF1C26A1DAB14564"/>
    <w:rsid w:val="00D167B3"/>
  </w:style>
  <w:style w:type="paragraph" w:customStyle="1" w:styleId="28BFF5C5E9104670892C065753415B244">
    <w:name w:val="28BFF5C5E9104670892C065753415B24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D55373F85CD4BCD92FA1E3AF9F9A0344">
    <w:name w:val="ED55373F85CD4BCD92FA1E3AF9F9A034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018DD4174114447838E4222EC62CCD24">
    <w:name w:val="3018DD4174114447838E4222EC62CCD2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99668025837499F9DD313115E937E124">
    <w:name w:val="499668025837499F9DD313115E937E12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10962645704621A420FDC915805BD34">
    <w:name w:val="4810962645704621A420FDC915805BD3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87662CDAE8643ACA61D000B390D48E14">
    <w:name w:val="787662CDAE8643ACA61D000B390D48E1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6A03D15359B42D186DDC1DD83DE93244">
    <w:name w:val="36A03D15359B42D186DDC1DD83DE9324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CAEC4AB4C8473DA4176731FB638F0E4">
    <w:name w:val="02CAEC4AB4C8473DA4176731FB638F0E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BEB2E2370964B39878C61D60A4E4CFE4">
    <w:name w:val="9BEB2E2370964B39878C61D60A4E4CFE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9C787E4B040431AAE8C6B101341584E4">
    <w:name w:val="99C787E4B040431AAE8C6B101341584E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A395100EFF446392E430920B9027ED4">
    <w:name w:val="90A395100EFF446392E430920B9027ED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1D9E3B3B0F548E8A2AC207BA8837CDD4">
    <w:name w:val="61D9E3B3B0F548E8A2AC207BA8837CDD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45834A62F16445CA0376226346E3DC24">
    <w:name w:val="E45834A62F16445CA0376226346E3DC2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45FB16FC8B547AC80D480082264F22A4">
    <w:name w:val="745FB16FC8B547AC80D480082264F22A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842075463914D2B8E15ECE6670328084">
    <w:name w:val="E842075463914D2B8E15ECE667032808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E2ADA5779A54B079C3787947C8AE5FA4">
    <w:name w:val="BE2ADA5779A54B079C3787947C8AE5FA4"/>
    <w:rsid w:val="00D167B3"/>
    <w:pPr>
      <w:tabs>
        <w:tab w:val="center" w:pos="4536"/>
        <w:tab w:val="right" w:pos="9072"/>
      </w:tabs>
      <w:spacing w:before="40" w:after="40" w:line="240" w:lineRule="auto"/>
      <w:ind w:left="454"/>
    </w:pPr>
    <w:rPr>
      <w:rFonts w:ascii="Arial" w:eastAsia="Times New Roman" w:hAnsi="Arial" w:cs="Arial"/>
      <w:sz w:val="16"/>
      <w:szCs w:val="24"/>
    </w:rPr>
  </w:style>
  <w:style w:type="paragraph" w:customStyle="1" w:styleId="DD1C3903CCE0497EAE1B056D259E0C4A4">
    <w:name w:val="DD1C3903CCE0497EAE1B056D259E0C4A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2C82A435F36454D9568B20666E9BA4C4">
    <w:name w:val="A2C82A435F36454D9568B20666E9BA4C4"/>
    <w:rsid w:val="00D167B3"/>
    <w:pPr>
      <w:tabs>
        <w:tab w:val="center" w:pos="4536"/>
        <w:tab w:val="right" w:pos="9072"/>
      </w:tabs>
      <w:spacing w:before="40" w:after="40" w:line="240" w:lineRule="auto"/>
      <w:ind w:left="454"/>
    </w:pPr>
    <w:rPr>
      <w:rFonts w:ascii="Arial" w:eastAsia="Times New Roman" w:hAnsi="Arial" w:cs="Arial"/>
      <w:sz w:val="16"/>
      <w:szCs w:val="24"/>
    </w:rPr>
  </w:style>
  <w:style w:type="paragraph" w:customStyle="1" w:styleId="1CD9EDFF224D4480B7B81433F9F2F8A14">
    <w:name w:val="1CD9EDFF224D4480B7B81433F9F2F8A1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CCFF6C269574583A72319B3D777A27F4">
    <w:name w:val="0CCFF6C269574583A72319B3D777A27F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796BF94894439BAFDA2E34A093C0CB4">
    <w:name w:val="D6796BF94894439BAFDA2E34A093C0CB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0F6057CC8374DEDBD5EB9091D7FC5CC4">
    <w:name w:val="30F6057CC8374DEDBD5EB9091D7FC5CC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CB5C856E81D41AE85C87E48B2B875864">
    <w:name w:val="1CB5C856E81D41AE85C87E48B2B87586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AD53843F3C94AA993D5FE559E20CB2E4">
    <w:name w:val="0AD53843F3C94AA993D5FE559E20CB2E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3BD7B8C879343528B9141A6DFE268B54">
    <w:name w:val="33BD7B8C879343528B9141A6DFE268B5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F813ABA0D2F4416BA303624689AA0BA4">
    <w:name w:val="2F813ABA0D2F4416BA303624689AA0BA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A5FA0C5C25242A9B0B9C812D83403E74">
    <w:name w:val="DA5FA0C5C25242A9B0B9C812D83403E7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277D3FF483D4E82B3BABE3181CC5D1A4">
    <w:name w:val="A277D3FF483D4E82B3BABE3181CC5D1A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634D920D76E493BA61C547130FC87CC4">
    <w:name w:val="B634D920D76E493BA61C547130FC87CC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397E3F6CC5D4E9FB4A3C7F71D898F154">
    <w:name w:val="9397E3F6CC5D4E9FB4A3C7F71D898F15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E6F5B021D8E4487A1C869AEE4367FDD4">
    <w:name w:val="4E6F5B021D8E4487A1C869AEE4367FDD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4D6CF74A1A4C8682C7B764BC9C13B04">
    <w:name w:val="024D6CF74A1A4C8682C7B764BC9C13B0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75677E9C4CF4E32B79F9E5B522360474">
    <w:name w:val="375677E9C4CF4E32B79F9E5B52236047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8828BD93D6E452A9CC0FF69DD904B5E2">
    <w:name w:val="68828BD93D6E452A9CC0FF69DD904B5E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051BBDE2BA74FFEA8C91E7F7C8150CE4">
    <w:name w:val="6051BBDE2BA74FFEA8C91E7F7C8150CE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39CB20F02EC42638FBADFEA4CDBE53E2">
    <w:name w:val="E39CB20F02EC42638FBADFEA4CDBE53E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B05E2F1F2554F69A3702A5C166A16534">
    <w:name w:val="9B05E2F1F2554F69A3702A5C166A1653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9657249B5444F199EA5ACE8F817DDB42">
    <w:name w:val="39657249B5444F199EA5ACE8F817DDB4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D520A7A5324B91B70B698E225FE8B74">
    <w:name w:val="D6D520A7A5324B91B70B698E225FE8B7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8849B015609494D963FEFE26D29EA7B2">
    <w:name w:val="B8849B015609494D963FEFE26D29EA7B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D5CC2F6ACD426285FB8176CAA343074">
    <w:name w:val="48D5CC2F6ACD426285FB8176CAA34307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E7D819E710B49D886B13AA7979C16152">
    <w:name w:val="BE7D819E710B49D886B13AA7979C1615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57656F08956466D8DAD6C52DCDC413B4">
    <w:name w:val="E57656F08956466D8DAD6C52DCDC413B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C1555F4CC6E4148899AA467892632452">
    <w:name w:val="FC1555F4CC6E4148899AA46789263245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B9EA7DAD8474C5D8FF1D4530D4D8D1B4">
    <w:name w:val="7B9EA7DAD8474C5D8FF1D4530D4D8D1B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87A519DF11940DD815CB7A2FC93990A2">
    <w:name w:val="187A519DF11940DD815CB7A2FC93990A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C79813A76474C619E79CE27818289F64">
    <w:name w:val="CC79813A76474C619E79CE27818289F6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8E0E861EA9348A2BBE7CA552A0EDDF32">
    <w:name w:val="28E0E861EA9348A2BBE7CA552A0EDDF3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F25FA170F6649CD8645058D0D35A7514">
    <w:name w:val="EF25FA170F6649CD8645058D0D35A751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4853F8B472A4C27A1DF0676D7853F4F2">
    <w:name w:val="24853F8B472A4C27A1DF0676D7853F4F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6BBF368F74846ACA305DC08A1BE0BF84">
    <w:name w:val="46BBF368F74846ACA305DC08A1BE0BF8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446ECE03AF14C24876AFDB9BA2A79094">
    <w:name w:val="3446ECE03AF14C24876AFDB9BA2A7909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541540BD7BB4CAEAE6357EB229216542">
    <w:name w:val="1541540BD7BB4CAEAE6357EB22921654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6749FE2939947C89D7831C25D56F75C4">
    <w:name w:val="A6749FE2939947C89D7831C25D56F75C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9DAA78258084158AB029702A050116E4">
    <w:name w:val="F9DAA78258084158AB029702A050116E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FF5B1B2EC004C7D82FF14D403A210FC4">
    <w:name w:val="FFF5B1B2EC004C7D82FF14D403A210FC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F311768B6744C4E86300943DA4E49A74">
    <w:name w:val="5F311768B6744C4E86300943DA4E49A7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3AFDBCE2348403AA1F464D1316F8E322">
    <w:name w:val="C3AFDBCE2348403AA1F464D1316F8E32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11CBD932504E65AC0B6B65B8BE3F003">
    <w:name w:val="4811CBD932504E65AC0B6B65B8BE3F00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4459BC028A9499EA57434942F5023F42">
    <w:name w:val="14459BC028A9499EA57434942F5023F4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F27D90D5AAD457AAB951AD0E108AEC93">
    <w:name w:val="EF27D90D5AAD457AAB951AD0E108AEC9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5787DCBEC5B4AA0BAB195CE71FAFA8F2">
    <w:name w:val="D5787DCBEC5B4AA0BAB195CE71FAFA8F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14B4F80B6C24B859E260B5B39B1FC693">
    <w:name w:val="E14B4F80B6C24B859E260B5B39B1FC69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613999DC9E84481AE9E42413CBDAFBD2">
    <w:name w:val="F613999DC9E84481AE9E42413CBDAFBD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99AFFBE43C4F50928137B66A4B30333">
    <w:name w:val="4899AFFBE43C4F50928137B66A4B3033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C1752746E6A485582C31087F0F7D0852">
    <w:name w:val="DC1752746E6A485582C31087F0F7D085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21306EB364F4C94AC6CF7BFD845C7FD3">
    <w:name w:val="C21306EB364F4C94AC6CF7BFD845C7FD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42DCABA183B4DEB82C80543676EEAB82">
    <w:name w:val="B42DCABA183B4DEB82C80543676EEAB8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046C35D770F4EFBB98BCBF640A7BE8F3">
    <w:name w:val="D046C35D770F4EFBB98BCBF640A7BE8F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8B7DC6E2A9146129A23074ACD22E7792">
    <w:name w:val="98B7DC6E2A9146129A23074ACD22E779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2B08BC7EE3F41F0AD662F54DFFD1C473">
    <w:name w:val="62B08BC7EE3F41F0AD662F54DFFD1C47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FCAD43BFBBB4EB38601FC3E6BEE304F2">
    <w:name w:val="BFCAD43BFBBB4EB38601FC3E6BEE304F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4CF407600504E048ED8629AAAAB1CF23">
    <w:name w:val="84CF407600504E048ED8629AAAAB1CF2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A74E32A41E34B48BE4496464383E64D3">
    <w:name w:val="BA74E32A41E34B48BE4496464383E64D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4C1553664D645779308058688743F5E2">
    <w:name w:val="94C1553664D645779308058688743F5E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BBFDA4A7BB042EB81E506BB5E7F48703">
    <w:name w:val="7BBFDA4A7BB042EB81E506BB5E7F4870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CB7A508C0194468A22842EB9D1CE5A03">
    <w:name w:val="8CB7A508C0194468A22842EB9D1CE5A0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12BB2DD2F94EC5AF1C26A1DAB145641">
    <w:name w:val="0212BB2DD2F94EC5AF1C26A1DAB14564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A1B2C272F6442BA910FB3D7A1A5E00D">
    <w:name w:val="6A1B2C272F6442BA910FB3D7A1A5E00D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3866BC9661545FD8600D752E7CE5EAF">
    <w:name w:val="53866BC9661545FD8600D752E7CE5EAF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B3E1DF736D74AA2974A514C7F5AEF56">
    <w:name w:val="6B3E1DF736D74AA2974A514C7F5AEF5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C74194741CE4880A0DD1F7A224B86E7">
    <w:name w:val="9C74194741CE4880A0DD1F7A224B86E7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51BF0B4C6614B1AA304BEE8E774E3E0">
    <w:name w:val="451BF0B4C6614B1AA304BEE8E774E3E0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CC4C06110FE4FB0B856B065F20CEA31">
    <w:name w:val="9CC4C06110FE4FB0B856B065F20CEA3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6AB2B5976554528927AE32D15344D4F1">
    <w:name w:val="86AB2B5976554528927AE32D15344D4F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7E8DA58BE8A4EE8874B7D5EC4DA97F5">
    <w:name w:val="C7E8DA58BE8A4EE8874B7D5EC4DA97F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8A646F0721244B4AE84BDEFB190B017">
    <w:name w:val="D8A646F0721244B4AE84BDEFB190B017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C69F76443A84451945EBDBFB88B88961">
    <w:name w:val="4C69F76443A84451945EBDBFB88B8896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C572D487834420CA2A790CB800A6C77">
    <w:name w:val="2C572D487834420CA2A790CB800A6C77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80888796B414CAB9E408C907AE6330C">
    <w:name w:val="580888796B414CAB9E408C907AE6330C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D540B87A02F42C9878FAD7E3C7A224C1">
    <w:name w:val="0D540B87A02F42C9878FAD7E3C7A224C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532A9348C2A47CF8C63A4FCC7C79786">
    <w:name w:val="4532A9348C2A47CF8C63A4FCC7C7978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1343D8B0C545279C6ABF361CE94CA0">
    <w:name w:val="481343D8B0C545279C6ABF361CE94CA0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4642B856D4B48EF8D609CE99303560D1">
    <w:name w:val="C4642B856D4B48EF8D609CE99303560D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9F3EF60E6894CDD87682E301ACE1482">
    <w:name w:val="B9F3EF60E6894CDD87682E301ACE148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BD956C0D8C244529E2F3BDB9553A93B">
    <w:name w:val="FBD956C0D8C244529E2F3BDB9553A93B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ACA52321B7C458894B68FAF0DD42D611">
    <w:name w:val="3ACA52321B7C458894B68FAF0DD42D61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C0AE7100508463BB21C262B0F09809A">
    <w:name w:val="9C0AE7100508463BB21C262B0F09809A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859BB548C1744759B823F48643D5AAE">
    <w:name w:val="A859BB548C1744759B823F48643D5AAE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59F192DBC0141BABBFC2628904074AF1">
    <w:name w:val="659F192DBC0141BABBFC2628904074AF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B54ED760A734E108F209E2DC71733A0">
    <w:name w:val="0B54ED760A734E108F209E2DC71733A0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87DB47A6F684A3DAE2E875B2366F6231">
    <w:name w:val="B87DB47A6F684A3DAE2E875B2366F623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989DBBCBF94921A2D32C5D283DB76D1">
    <w:name w:val="48989DBBCBF94921A2D32C5D283DB76D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6B7BE1A86DC42C29DB2BD87C8461CD31">
    <w:name w:val="16B7BE1A86DC42C29DB2BD87C8461CD3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F318E2EAB9445E6954B7D04DA6A6ADB1">
    <w:name w:val="0F318E2EAB9445E6954B7D04DA6A6ADB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BF3C6789F7E4246ADC71992253363081">
    <w:name w:val="8BF3C6789F7E4246ADC7199225336308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AA5A5BD299449E6A02039EFD452F32A1">
    <w:name w:val="0AA5A5BD299449E6A02039EFD452F32A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9D0276E6E843ECB3B85EFCDEAF4CE81">
    <w:name w:val="909D0276E6E843ECB3B85EFCDEAF4CE8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2FF27CF99BA4CE9ADDA0B0B22036BD51">
    <w:name w:val="E2FF27CF99BA4CE9ADDA0B0B22036BD5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66A87BE6B3F435EB5CBB3D0C97330211">
    <w:name w:val="766A87BE6B3F435EB5CBB3D0C9733021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8442A7932A748C68E743D6CEDBF51441">
    <w:name w:val="D8442A7932A748C68E743D6CEDBF5144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2D5829C0CB946EEA029086ABDC68F481">
    <w:name w:val="52D5829C0CB946EEA029086ABDC68F48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BB39214E51140C7B11DF4FD9091E27E1">
    <w:name w:val="DBB39214E51140C7B11DF4FD9091E27E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439058EF85A401795C3B99E2A0888711">
    <w:name w:val="6439058EF85A401795C3B99E2A088871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C19841173064ADCA337C658EA7FEFF91">
    <w:name w:val="DC19841173064ADCA337C658EA7FEFF9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FF30269FD7541E48041BAFCC94A86811">
    <w:name w:val="1FF30269FD7541E48041BAFCC94A8681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B143A460B194FE89B8DF8016FB210561">
    <w:name w:val="AB143A460B194FE89B8DF8016FB21056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69CD28113D54FF282C8DCADC1B2A0FB1">
    <w:name w:val="669CD28113D54FF282C8DCADC1B2A0FB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FDAEFA13204B1E9C18C37F8FB0F34A1">
    <w:name w:val="90FDAEFA13204B1E9C18C37F8FB0F34A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F036ADC364448ED812351797D02963F1">
    <w:name w:val="4F036ADC364448ED812351797D02963F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A302A3819EE46D496C6DEB83E57A9A41">
    <w:name w:val="6A302A3819EE46D496C6DEB83E57A9A4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DEC96E2F26B4C2CA36348D07BEB06751">
    <w:name w:val="6DEC96E2F26B4C2CA36348D07BEB0675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DEA4E3E1936430EA888E7E500FACE371">
    <w:name w:val="7DEA4E3E1936430EA888E7E500FACE37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B246C2AF95A4167962C1205BAF1513F1">
    <w:name w:val="9B246C2AF95A4167962C1205BAF1513F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924650FA18E4E4DBC8C0EC27BDF403B1">
    <w:name w:val="8924650FA18E4E4DBC8C0EC27BDF403B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0EA4E91F50D4581A7586F33B7E6A4681">
    <w:name w:val="A0EA4E91F50D4581A7586F33B7E6A468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B50C5DDD9BB419DBD41622FE7E0BE761">
    <w:name w:val="2B50C5DDD9BB419DBD41622FE7E0BE76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40323EA7D6C46D58B84577D31ED4C82">
    <w:name w:val="B40323EA7D6C46D58B84577D31ED4C82"/>
    <w:rsid w:val="00D167B3"/>
  </w:style>
  <w:style w:type="paragraph" w:customStyle="1" w:styleId="D537FC1E805241A7BAE6132C12437AAF">
    <w:name w:val="D537FC1E805241A7BAE6132C12437AAF"/>
    <w:rsid w:val="00D167B3"/>
  </w:style>
  <w:style w:type="paragraph" w:customStyle="1" w:styleId="F3F93B43AFE34EC4AC24BDF52C221208">
    <w:name w:val="F3F93B43AFE34EC4AC24BDF52C221208"/>
    <w:rsid w:val="00D167B3"/>
  </w:style>
  <w:style w:type="paragraph" w:customStyle="1" w:styleId="C7CD5F9D96094BBFBFB13C03CA2AC6EA">
    <w:name w:val="C7CD5F9D96094BBFBFB13C03CA2AC6EA"/>
    <w:rsid w:val="00D167B3"/>
  </w:style>
  <w:style w:type="paragraph" w:customStyle="1" w:styleId="CD98CC672C0B4782B5736704A31FBFE6">
    <w:name w:val="CD98CC672C0B4782B5736704A31FBFE6"/>
    <w:rsid w:val="00D167B3"/>
  </w:style>
  <w:style w:type="paragraph" w:customStyle="1" w:styleId="28BFF5C5E9104670892C065753415B245">
    <w:name w:val="28BFF5C5E9104670892C065753415B24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D55373F85CD4BCD92FA1E3AF9F9A0345">
    <w:name w:val="ED55373F85CD4BCD92FA1E3AF9F9A034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018DD4174114447838E4222EC62CCD25">
    <w:name w:val="3018DD4174114447838E4222EC62CCD2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99668025837499F9DD313115E937E125">
    <w:name w:val="499668025837499F9DD313115E937E12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10962645704621A420FDC915805BD35">
    <w:name w:val="4810962645704621A420FDC915805BD3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87662CDAE8643ACA61D000B390D48E15">
    <w:name w:val="787662CDAE8643ACA61D000B390D48E1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6A03D15359B42D186DDC1DD83DE93245">
    <w:name w:val="36A03D15359B42D186DDC1DD83DE9324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CAEC4AB4C8473DA4176731FB638F0E5">
    <w:name w:val="02CAEC4AB4C8473DA4176731FB638F0E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BEB2E2370964B39878C61D60A4E4CFE5">
    <w:name w:val="9BEB2E2370964B39878C61D60A4E4CFE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9C787E4B040431AAE8C6B101341584E5">
    <w:name w:val="99C787E4B040431AAE8C6B101341584E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A395100EFF446392E430920B9027ED5">
    <w:name w:val="90A395100EFF446392E430920B9027ED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1D9E3B3B0F548E8A2AC207BA8837CDD5">
    <w:name w:val="61D9E3B3B0F548E8A2AC207BA8837CDD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45834A62F16445CA0376226346E3DC25">
    <w:name w:val="E45834A62F16445CA0376226346E3DC2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45FB16FC8B547AC80D480082264F22A5">
    <w:name w:val="745FB16FC8B547AC80D480082264F22A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842075463914D2B8E15ECE6670328085">
    <w:name w:val="E842075463914D2B8E15ECE667032808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E2ADA5779A54B079C3787947C8AE5FA5">
    <w:name w:val="BE2ADA5779A54B079C3787947C8AE5FA5"/>
    <w:rsid w:val="00D167B3"/>
    <w:pPr>
      <w:tabs>
        <w:tab w:val="center" w:pos="4536"/>
        <w:tab w:val="right" w:pos="9072"/>
      </w:tabs>
      <w:spacing w:before="40" w:after="40" w:line="240" w:lineRule="auto"/>
      <w:ind w:left="454"/>
    </w:pPr>
    <w:rPr>
      <w:rFonts w:ascii="Arial" w:eastAsia="Times New Roman" w:hAnsi="Arial" w:cs="Arial"/>
      <w:sz w:val="16"/>
      <w:szCs w:val="24"/>
    </w:rPr>
  </w:style>
  <w:style w:type="paragraph" w:customStyle="1" w:styleId="DD1C3903CCE0497EAE1B056D259E0C4A5">
    <w:name w:val="DD1C3903CCE0497EAE1B056D259E0C4A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2C82A435F36454D9568B20666E9BA4C5">
    <w:name w:val="A2C82A435F36454D9568B20666E9BA4C5"/>
    <w:rsid w:val="00D167B3"/>
    <w:pPr>
      <w:tabs>
        <w:tab w:val="center" w:pos="4536"/>
        <w:tab w:val="right" w:pos="9072"/>
      </w:tabs>
      <w:spacing w:before="40" w:after="40" w:line="240" w:lineRule="auto"/>
      <w:ind w:left="454"/>
    </w:pPr>
    <w:rPr>
      <w:rFonts w:ascii="Arial" w:eastAsia="Times New Roman" w:hAnsi="Arial" w:cs="Arial"/>
      <w:sz w:val="16"/>
      <w:szCs w:val="24"/>
    </w:rPr>
  </w:style>
  <w:style w:type="paragraph" w:customStyle="1" w:styleId="1CD9EDFF224D4480B7B81433F9F2F8A15">
    <w:name w:val="1CD9EDFF224D4480B7B81433F9F2F8A1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CCFF6C269574583A72319B3D777A27F5">
    <w:name w:val="0CCFF6C269574583A72319B3D777A27F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796BF94894439BAFDA2E34A093C0CB5">
    <w:name w:val="D6796BF94894439BAFDA2E34A093C0CB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0F6057CC8374DEDBD5EB9091D7FC5CC5">
    <w:name w:val="30F6057CC8374DEDBD5EB9091D7FC5CC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CB5C856E81D41AE85C87E48B2B875865">
    <w:name w:val="1CB5C856E81D41AE85C87E48B2B87586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AD53843F3C94AA993D5FE559E20CB2E5">
    <w:name w:val="0AD53843F3C94AA993D5FE559E20CB2E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3BD7B8C879343528B9141A6DFE268B55">
    <w:name w:val="33BD7B8C879343528B9141A6DFE268B5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F813ABA0D2F4416BA303624689AA0BA5">
    <w:name w:val="2F813ABA0D2F4416BA303624689AA0BA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A5FA0C5C25242A9B0B9C812D83403E75">
    <w:name w:val="DA5FA0C5C25242A9B0B9C812D83403E7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277D3FF483D4E82B3BABE3181CC5D1A5">
    <w:name w:val="A277D3FF483D4E82B3BABE3181CC5D1A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634D920D76E493BA61C547130FC87CC5">
    <w:name w:val="B634D920D76E493BA61C547130FC87CC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397E3F6CC5D4E9FB4A3C7F71D898F155">
    <w:name w:val="9397E3F6CC5D4E9FB4A3C7F71D898F15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E6F5B021D8E4487A1C869AEE4367FDD5">
    <w:name w:val="4E6F5B021D8E4487A1C869AEE4367FDD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4D6CF74A1A4C8682C7B764BC9C13B05">
    <w:name w:val="024D6CF74A1A4C8682C7B764BC9C13B0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75677E9C4CF4E32B79F9E5B522360475">
    <w:name w:val="375677E9C4CF4E32B79F9E5B52236047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8828BD93D6E452A9CC0FF69DD904B5E3">
    <w:name w:val="68828BD93D6E452A9CC0FF69DD904B5E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051BBDE2BA74FFEA8C91E7F7C8150CE5">
    <w:name w:val="6051BBDE2BA74FFEA8C91E7F7C8150CE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39CB20F02EC42638FBADFEA4CDBE53E3">
    <w:name w:val="E39CB20F02EC42638FBADFEA4CDBE53E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B05E2F1F2554F69A3702A5C166A16535">
    <w:name w:val="9B05E2F1F2554F69A3702A5C166A1653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9657249B5444F199EA5ACE8F817DDB43">
    <w:name w:val="39657249B5444F199EA5ACE8F817DDB4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D520A7A5324B91B70B698E225FE8B75">
    <w:name w:val="D6D520A7A5324B91B70B698E225FE8B7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8849B015609494D963FEFE26D29EA7B3">
    <w:name w:val="B8849B015609494D963FEFE26D29EA7B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D5CC2F6ACD426285FB8176CAA343075">
    <w:name w:val="48D5CC2F6ACD426285FB8176CAA34307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E7D819E710B49D886B13AA7979C16153">
    <w:name w:val="BE7D819E710B49D886B13AA7979C1615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57656F08956466D8DAD6C52DCDC413B5">
    <w:name w:val="E57656F08956466D8DAD6C52DCDC413B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C1555F4CC6E4148899AA467892632453">
    <w:name w:val="FC1555F4CC6E4148899AA46789263245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B9EA7DAD8474C5D8FF1D4530D4D8D1B5">
    <w:name w:val="7B9EA7DAD8474C5D8FF1D4530D4D8D1B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87A519DF11940DD815CB7A2FC93990A3">
    <w:name w:val="187A519DF11940DD815CB7A2FC93990A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C79813A76474C619E79CE27818289F65">
    <w:name w:val="CC79813A76474C619E79CE27818289F6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8E0E861EA9348A2BBE7CA552A0EDDF33">
    <w:name w:val="28E0E861EA9348A2BBE7CA552A0EDDF3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F25FA170F6649CD8645058D0D35A7515">
    <w:name w:val="EF25FA170F6649CD8645058D0D35A751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4853F8B472A4C27A1DF0676D7853F4F3">
    <w:name w:val="24853F8B472A4C27A1DF0676D7853F4F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6BBF368F74846ACA305DC08A1BE0BF85">
    <w:name w:val="46BBF368F74846ACA305DC08A1BE0BF8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446ECE03AF14C24876AFDB9BA2A79095">
    <w:name w:val="3446ECE03AF14C24876AFDB9BA2A7909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541540BD7BB4CAEAE6357EB229216543">
    <w:name w:val="1541540BD7BB4CAEAE6357EB22921654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6749FE2939947C89D7831C25D56F75C5">
    <w:name w:val="A6749FE2939947C89D7831C25D56F75C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9DAA78258084158AB029702A050116E5">
    <w:name w:val="F9DAA78258084158AB029702A050116E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FF5B1B2EC004C7D82FF14D403A210FC5">
    <w:name w:val="FFF5B1B2EC004C7D82FF14D403A210FC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F311768B6744C4E86300943DA4E49A75">
    <w:name w:val="5F311768B6744C4E86300943DA4E49A7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3AFDBCE2348403AA1F464D1316F8E323">
    <w:name w:val="C3AFDBCE2348403AA1F464D1316F8E32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11CBD932504E65AC0B6B65B8BE3F004">
    <w:name w:val="4811CBD932504E65AC0B6B65B8BE3F00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4459BC028A9499EA57434942F5023F43">
    <w:name w:val="14459BC028A9499EA57434942F5023F4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F27D90D5AAD457AAB951AD0E108AEC94">
    <w:name w:val="EF27D90D5AAD457AAB951AD0E108AEC9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5787DCBEC5B4AA0BAB195CE71FAFA8F3">
    <w:name w:val="D5787DCBEC5B4AA0BAB195CE71FAFA8F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14B4F80B6C24B859E260B5B39B1FC694">
    <w:name w:val="E14B4F80B6C24B859E260B5B39B1FC69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613999DC9E84481AE9E42413CBDAFBD3">
    <w:name w:val="F613999DC9E84481AE9E42413CBDAFBD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99AFFBE43C4F50928137B66A4B30334">
    <w:name w:val="4899AFFBE43C4F50928137B66A4B3033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C1752746E6A485582C31087F0F7D0853">
    <w:name w:val="DC1752746E6A485582C31087F0F7D085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21306EB364F4C94AC6CF7BFD845C7FD4">
    <w:name w:val="C21306EB364F4C94AC6CF7BFD845C7FD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42DCABA183B4DEB82C80543676EEAB83">
    <w:name w:val="B42DCABA183B4DEB82C80543676EEAB8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046C35D770F4EFBB98BCBF640A7BE8F4">
    <w:name w:val="D046C35D770F4EFBB98BCBF640A7BE8F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8B7DC6E2A9146129A23074ACD22E7793">
    <w:name w:val="98B7DC6E2A9146129A23074ACD22E779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2B08BC7EE3F41F0AD662F54DFFD1C474">
    <w:name w:val="62B08BC7EE3F41F0AD662F54DFFD1C47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FCAD43BFBBB4EB38601FC3E6BEE304F3">
    <w:name w:val="BFCAD43BFBBB4EB38601FC3E6BEE304F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4CF407600504E048ED8629AAAAB1CF24">
    <w:name w:val="84CF407600504E048ED8629AAAAB1CF2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A74E32A41E34B48BE4496464383E64D4">
    <w:name w:val="BA74E32A41E34B48BE4496464383E64D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4C1553664D645779308058688743F5E3">
    <w:name w:val="94C1553664D645779308058688743F5E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BBFDA4A7BB042EB81E506BB5E7F48704">
    <w:name w:val="7BBFDA4A7BB042EB81E506BB5E7F4870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CB7A508C0194468A22842EB9D1CE5A04">
    <w:name w:val="8CB7A508C0194468A22842EB9D1CE5A0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12BB2DD2F94EC5AF1C26A1DAB145642">
    <w:name w:val="0212BB2DD2F94EC5AF1C26A1DAB14564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A1B2C272F6442BA910FB3D7A1A5E00D1">
    <w:name w:val="6A1B2C272F6442BA910FB3D7A1A5E00D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40323EA7D6C46D58B84577D31ED4C821">
    <w:name w:val="B40323EA7D6C46D58B84577D31ED4C82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B3E1DF736D74AA2974A514C7F5AEF561">
    <w:name w:val="6B3E1DF736D74AA2974A514C7F5AEF56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537FC1E805241A7BAE6132C12437AAF1">
    <w:name w:val="D537FC1E805241A7BAE6132C12437AAF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51BF0B4C6614B1AA304BEE8E774E3E01">
    <w:name w:val="451BF0B4C6614B1AA304BEE8E774E3E0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3F93B43AFE34EC4AC24BDF52C2212081">
    <w:name w:val="F3F93B43AFE34EC4AC24BDF52C221208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6AB2B5976554528927AE32D15344D4F2">
    <w:name w:val="86AB2B5976554528927AE32D15344D4F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7E8DA58BE8A4EE8874B7D5EC4DA97F51">
    <w:name w:val="C7E8DA58BE8A4EE8874B7D5EC4DA97F5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7CD5F9D96094BBFBFB13C03CA2AC6EA1">
    <w:name w:val="C7CD5F9D96094BBFBFB13C03CA2AC6EA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C69F76443A84451945EBDBFB88B88962">
    <w:name w:val="4C69F76443A84451945EBDBFB88B8896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C572D487834420CA2A790CB800A6C771">
    <w:name w:val="2C572D487834420CA2A790CB800A6C77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D98CC672C0B4782B5736704A31FBFE61">
    <w:name w:val="CD98CC672C0B4782B5736704A31FBFE6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D540B87A02F42C9878FAD7E3C7A224C2">
    <w:name w:val="0D540B87A02F42C9878FAD7E3C7A224C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532A9348C2A47CF8C63A4FCC7C797861">
    <w:name w:val="4532A9348C2A47CF8C63A4FCC7C79786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4642B856D4B48EF8D609CE99303560D2">
    <w:name w:val="C4642B856D4B48EF8D609CE99303560D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9F3EF60E6894CDD87682E301ACE14821">
    <w:name w:val="B9F3EF60E6894CDD87682E301ACE1482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BD956C0D8C244529E2F3BDB9553A93B1">
    <w:name w:val="FBD956C0D8C244529E2F3BDB9553A93B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ACA52321B7C458894B68FAF0DD42D612">
    <w:name w:val="3ACA52321B7C458894B68FAF0DD42D61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C0AE7100508463BB21C262B0F09809A1">
    <w:name w:val="9C0AE7100508463BB21C262B0F09809A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859BB548C1744759B823F48643D5AAE1">
    <w:name w:val="A859BB548C1744759B823F48643D5AAE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59F192DBC0141BABBFC2628904074AF2">
    <w:name w:val="659F192DBC0141BABBFC2628904074AF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B54ED760A734E108F209E2DC71733A01">
    <w:name w:val="0B54ED760A734E108F209E2DC71733A0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87DB47A6F684A3DAE2E875B2366F6232">
    <w:name w:val="B87DB47A6F684A3DAE2E875B2366F623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989DBBCBF94921A2D32C5D283DB76D2">
    <w:name w:val="48989DBBCBF94921A2D32C5D283DB76D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6B7BE1A86DC42C29DB2BD87C8461CD32">
    <w:name w:val="16B7BE1A86DC42C29DB2BD87C8461CD3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F318E2EAB9445E6954B7D04DA6A6ADB2">
    <w:name w:val="0F318E2EAB9445E6954B7D04DA6A6ADB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BF3C6789F7E4246ADC71992253363082">
    <w:name w:val="8BF3C6789F7E4246ADC7199225336308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AA5A5BD299449E6A02039EFD452F32A2">
    <w:name w:val="0AA5A5BD299449E6A02039EFD452F32A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9D0276E6E843ECB3B85EFCDEAF4CE82">
    <w:name w:val="909D0276E6E843ECB3B85EFCDEAF4CE8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2FF27CF99BA4CE9ADDA0B0B22036BD52">
    <w:name w:val="E2FF27CF99BA4CE9ADDA0B0B22036BD5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66A87BE6B3F435EB5CBB3D0C97330212">
    <w:name w:val="766A87BE6B3F435EB5CBB3D0C9733021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8442A7932A748C68E743D6CEDBF51442">
    <w:name w:val="D8442A7932A748C68E743D6CEDBF5144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2D5829C0CB946EEA029086ABDC68F482">
    <w:name w:val="52D5829C0CB946EEA029086ABDC68F48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BB39214E51140C7B11DF4FD9091E27E2">
    <w:name w:val="DBB39214E51140C7B11DF4FD9091E27E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439058EF85A401795C3B99E2A0888712">
    <w:name w:val="6439058EF85A401795C3B99E2A088871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C19841173064ADCA337C658EA7FEFF92">
    <w:name w:val="DC19841173064ADCA337C658EA7FEFF9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FF30269FD7541E48041BAFCC94A86812">
    <w:name w:val="1FF30269FD7541E48041BAFCC94A8681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B143A460B194FE89B8DF8016FB210562">
    <w:name w:val="AB143A460B194FE89B8DF8016FB21056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69CD28113D54FF282C8DCADC1B2A0FB2">
    <w:name w:val="669CD28113D54FF282C8DCADC1B2A0FB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FDAEFA13204B1E9C18C37F8FB0F34A2">
    <w:name w:val="90FDAEFA13204B1E9C18C37F8FB0F34A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F036ADC364448ED812351797D02963F2">
    <w:name w:val="4F036ADC364448ED812351797D02963F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A302A3819EE46D496C6DEB83E57A9A42">
    <w:name w:val="6A302A3819EE46D496C6DEB83E57A9A4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DEC96E2F26B4C2CA36348D07BEB06752">
    <w:name w:val="6DEC96E2F26B4C2CA36348D07BEB0675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DEA4E3E1936430EA888E7E500FACE372">
    <w:name w:val="7DEA4E3E1936430EA888E7E500FACE37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B246C2AF95A4167962C1205BAF1513F2">
    <w:name w:val="9B246C2AF95A4167962C1205BAF1513F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924650FA18E4E4DBC8C0EC27BDF403B2">
    <w:name w:val="8924650FA18E4E4DBC8C0EC27BDF403B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0EA4E91F50D4581A7586F33B7E6A4682">
    <w:name w:val="A0EA4E91F50D4581A7586F33B7E6A468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B50C5DDD9BB419DBD41622FE7E0BE762">
    <w:name w:val="2B50C5DDD9BB419DBD41622FE7E0BE76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90872A87FE94A39A9DD935A013BF498">
    <w:name w:val="490872A87FE94A39A9DD935A013BF498"/>
    <w:rsid w:val="00D167B3"/>
  </w:style>
  <w:style w:type="paragraph" w:customStyle="1" w:styleId="3D100E832007469A9B0FC4804FA1EB3C">
    <w:name w:val="3D100E832007469A9B0FC4804FA1EB3C"/>
    <w:rsid w:val="00D167B3"/>
  </w:style>
  <w:style w:type="paragraph" w:customStyle="1" w:styleId="28BFF5C5E9104670892C065753415B246">
    <w:name w:val="28BFF5C5E9104670892C065753415B24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D55373F85CD4BCD92FA1E3AF9F9A0346">
    <w:name w:val="ED55373F85CD4BCD92FA1E3AF9F9A034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018DD4174114447838E4222EC62CCD26">
    <w:name w:val="3018DD4174114447838E4222EC62CCD2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99668025837499F9DD313115E937E126">
    <w:name w:val="499668025837499F9DD313115E937E12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10962645704621A420FDC915805BD36">
    <w:name w:val="4810962645704621A420FDC915805BD3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87662CDAE8643ACA61D000B390D48E16">
    <w:name w:val="787662CDAE8643ACA61D000B390D48E1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6A03D15359B42D186DDC1DD83DE93246">
    <w:name w:val="36A03D15359B42D186DDC1DD83DE9324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CAEC4AB4C8473DA4176731FB638F0E6">
    <w:name w:val="02CAEC4AB4C8473DA4176731FB638F0E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BEB2E2370964B39878C61D60A4E4CFE6">
    <w:name w:val="9BEB2E2370964B39878C61D60A4E4CFE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9C787E4B040431AAE8C6B101341584E6">
    <w:name w:val="99C787E4B040431AAE8C6B101341584E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A395100EFF446392E430920B9027ED6">
    <w:name w:val="90A395100EFF446392E430920B9027ED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1D9E3B3B0F548E8A2AC207BA8837CDD6">
    <w:name w:val="61D9E3B3B0F548E8A2AC207BA8837CDD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45834A62F16445CA0376226346E3DC26">
    <w:name w:val="E45834A62F16445CA0376226346E3DC2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45FB16FC8B547AC80D480082264F22A6">
    <w:name w:val="745FB16FC8B547AC80D480082264F22A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842075463914D2B8E15ECE6670328086">
    <w:name w:val="E842075463914D2B8E15ECE667032808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E2ADA5779A54B079C3787947C8AE5FA6">
    <w:name w:val="BE2ADA5779A54B079C3787947C8AE5FA6"/>
    <w:rsid w:val="00D167B3"/>
    <w:pPr>
      <w:tabs>
        <w:tab w:val="center" w:pos="4536"/>
        <w:tab w:val="right" w:pos="9072"/>
      </w:tabs>
      <w:spacing w:before="40" w:after="40" w:line="240" w:lineRule="auto"/>
      <w:ind w:left="454"/>
    </w:pPr>
    <w:rPr>
      <w:rFonts w:ascii="Arial" w:eastAsia="Times New Roman" w:hAnsi="Arial" w:cs="Arial"/>
      <w:sz w:val="16"/>
      <w:szCs w:val="24"/>
    </w:rPr>
  </w:style>
  <w:style w:type="paragraph" w:customStyle="1" w:styleId="DD1C3903CCE0497EAE1B056D259E0C4A6">
    <w:name w:val="DD1C3903CCE0497EAE1B056D259E0C4A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2C82A435F36454D9568B20666E9BA4C6">
    <w:name w:val="A2C82A435F36454D9568B20666E9BA4C6"/>
    <w:rsid w:val="00D167B3"/>
    <w:pPr>
      <w:tabs>
        <w:tab w:val="center" w:pos="4536"/>
        <w:tab w:val="right" w:pos="9072"/>
      </w:tabs>
      <w:spacing w:before="40" w:after="40" w:line="240" w:lineRule="auto"/>
      <w:ind w:left="454"/>
    </w:pPr>
    <w:rPr>
      <w:rFonts w:ascii="Arial" w:eastAsia="Times New Roman" w:hAnsi="Arial" w:cs="Arial"/>
      <w:sz w:val="16"/>
      <w:szCs w:val="24"/>
    </w:rPr>
  </w:style>
  <w:style w:type="paragraph" w:customStyle="1" w:styleId="1CD9EDFF224D4480B7B81433F9F2F8A16">
    <w:name w:val="1CD9EDFF224D4480B7B81433F9F2F8A1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CCFF6C269574583A72319B3D777A27F6">
    <w:name w:val="0CCFF6C269574583A72319B3D777A27F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796BF94894439BAFDA2E34A093C0CB6">
    <w:name w:val="D6796BF94894439BAFDA2E34A093C0CB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0F6057CC8374DEDBD5EB9091D7FC5CC6">
    <w:name w:val="30F6057CC8374DEDBD5EB9091D7FC5CC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CB5C856E81D41AE85C87E48B2B875866">
    <w:name w:val="1CB5C856E81D41AE85C87E48B2B87586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AD53843F3C94AA993D5FE559E20CB2E6">
    <w:name w:val="0AD53843F3C94AA993D5FE559E20CB2E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3BD7B8C879343528B9141A6DFE268B56">
    <w:name w:val="33BD7B8C879343528B9141A6DFE268B5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F813ABA0D2F4416BA303624689AA0BA6">
    <w:name w:val="2F813ABA0D2F4416BA303624689AA0BA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A5FA0C5C25242A9B0B9C812D83403E76">
    <w:name w:val="DA5FA0C5C25242A9B0B9C812D83403E7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277D3FF483D4E82B3BABE3181CC5D1A6">
    <w:name w:val="A277D3FF483D4E82B3BABE3181CC5D1A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634D920D76E493BA61C547130FC87CC6">
    <w:name w:val="B634D920D76E493BA61C547130FC87CC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397E3F6CC5D4E9FB4A3C7F71D898F156">
    <w:name w:val="9397E3F6CC5D4E9FB4A3C7F71D898F15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E6F5B021D8E4487A1C869AEE4367FDD6">
    <w:name w:val="4E6F5B021D8E4487A1C869AEE4367FDD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4D6CF74A1A4C8682C7B764BC9C13B06">
    <w:name w:val="024D6CF74A1A4C8682C7B764BC9C13B0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75677E9C4CF4E32B79F9E5B522360476">
    <w:name w:val="375677E9C4CF4E32B79F9E5B52236047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8828BD93D6E452A9CC0FF69DD904B5E4">
    <w:name w:val="68828BD93D6E452A9CC0FF69DD904B5E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051BBDE2BA74FFEA8C91E7F7C8150CE6">
    <w:name w:val="6051BBDE2BA74FFEA8C91E7F7C8150CE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39CB20F02EC42638FBADFEA4CDBE53E4">
    <w:name w:val="E39CB20F02EC42638FBADFEA4CDBE53E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B05E2F1F2554F69A3702A5C166A16536">
    <w:name w:val="9B05E2F1F2554F69A3702A5C166A1653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9657249B5444F199EA5ACE8F817DDB44">
    <w:name w:val="39657249B5444F199EA5ACE8F817DDB4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D520A7A5324B91B70B698E225FE8B76">
    <w:name w:val="D6D520A7A5324B91B70B698E225FE8B7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8849B015609494D963FEFE26D29EA7B4">
    <w:name w:val="B8849B015609494D963FEFE26D29EA7B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D5CC2F6ACD426285FB8176CAA343076">
    <w:name w:val="48D5CC2F6ACD426285FB8176CAA34307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E7D819E710B49D886B13AA7979C16154">
    <w:name w:val="BE7D819E710B49D886B13AA7979C1615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57656F08956466D8DAD6C52DCDC413B6">
    <w:name w:val="E57656F08956466D8DAD6C52DCDC413B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C1555F4CC6E4148899AA467892632454">
    <w:name w:val="FC1555F4CC6E4148899AA46789263245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B9EA7DAD8474C5D8FF1D4530D4D8D1B6">
    <w:name w:val="7B9EA7DAD8474C5D8FF1D4530D4D8D1B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87A519DF11940DD815CB7A2FC93990A4">
    <w:name w:val="187A519DF11940DD815CB7A2FC93990A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C79813A76474C619E79CE27818289F66">
    <w:name w:val="CC79813A76474C619E79CE27818289F6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8E0E861EA9348A2BBE7CA552A0EDDF34">
    <w:name w:val="28E0E861EA9348A2BBE7CA552A0EDDF3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F25FA170F6649CD8645058D0D35A7516">
    <w:name w:val="EF25FA170F6649CD8645058D0D35A751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4853F8B472A4C27A1DF0676D7853F4F4">
    <w:name w:val="24853F8B472A4C27A1DF0676D7853F4F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6BBF368F74846ACA305DC08A1BE0BF86">
    <w:name w:val="46BBF368F74846ACA305DC08A1BE0BF8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446ECE03AF14C24876AFDB9BA2A79096">
    <w:name w:val="3446ECE03AF14C24876AFDB9BA2A7909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541540BD7BB4CAEAE6357EB229216544">
    <w:name w:val="1541540BD7BB4CAEAE6357EB22921654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6749FE2939947C89D7831C25D56F75C6">
    <w:name w:val="A6749FE2939947C89D7831C25D56F75C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9DAA78258084158AB029702A050116E6">
    <w:name w:val="F9DAA78258084158AB029702A050116E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FF5B1B2EC004C7D82FF14D403A210FC6">
    <w:name w:val="FFF5B1B2EC004C7D82FF14D403A210FC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F311768B6744C4E86300943DA4E49A76">
    <w:name w:val="5F311768B6744C4E86300943DA4E49A76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3AFDBCE2348403AA1F464D1316F8E324">
    <w:name w:val="C3AFDBCE2348403AA1F464D1316F8E32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11CBD932504E65AC0B6B65B8BE3F005">
    <w:name w:val="4811CBD932504E65AC0B6B65B8BE3F00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4459BC028A9499EA57434942F5023F44">
    <w:name w:val="14459BC028A9499EA57434942F5023F4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F27D90D5AAD457AAB951AD0E108AEC95">
    <w:name w:val="EF27D90D5AAD457AAB951AD0E108AEC9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5787DCBEC5B4AA0BAB195CE71FAFA8F4">
    <w:name w:val="D5787DCBEC5B4AA0BAB195CE71FAFA8F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14B4F80B6C24B859E260B5B39B1FC695">
    <w:name w:val="E14B4F80B6C24B859E260B5B39B1FC69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613999DC9E84481AE9E42413CBDAFBD4">
    <w:name w:val="F613999DC9E84481AE9E42413CBDAFBD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99AFFBE43C4F50928137B66A4B30335">
    <w:name w:val="4899AFFBE43C4F50928137B66A4B3033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C1752746E6A485582C31087F0F7D0854">
    <w:name w:val="DC1752746E6A485582C31087F0F7D085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21306EB364F4C94AC6CF7BFD845C7FD5">
    <w:name w:val="C21306EB364F4C94AC6CF7BFD845C7FD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42DCABA183B4DEB82C80543676EEAB84">
    <w:name w:val="B42DCABA183B4DEB82C80543676EEAB8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046C35D770F4EFBB98BCBF640A7BE8F5">
    <w:name w:val="D046C35D770F4EFBB98BCBF640A7BE8F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8B7DC6E2A9146129A23074ACD22E7794">
    <w:name w:val="98B7DC6E2A9146129A23074ACD22E779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2B08BC7EE3F41F0AD662F54DFFD1C475">
    <w:name w:val="62B08BC7EE3F41F0AD662F54DFFD1C47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FCAD43BFBBB4EB38601FC3E6BEE304F4">
    <w:name w:val="BFCAD43BFBBB4EB38601FC3E6BEE304F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4CF407600504E048ED8629AAAAB1CF25">
    <w:name w:val="84CF407600504E048ED8629AAAAB1CF2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A74E32A41E34B48BE4496464383E64D5">
    <w:name w:val="BA74E32A41E34B48BE4496464383E64D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4C1553664D645779308058688743F5E4">
    <w:name w:val="94C1553664D645779308058688743F5E4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BBFDA4A7BB042EB81E506BB5E7F48705">
    <w:name w:val="7BBFDA4A7BB042EB81E506BB5E7F4870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CB7A508C0194468A22842EB9D1CE5A05">
    <w:name w:val="8CB7A508C0194468A22842EB9D1CE5A05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12BB2DD2F94EC5AF1C26A1DAB145643">
    <w:name w:val="0212BB2DD2F94EC5AF1C26A1DAB14564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A1B2C272F6442BA910FB3D7A1A5E00D2">
    <w:name w:val="6A1B2C272F6442BA910FB3D7A1A5E00D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40323EA7D6C46D58B84577D31ED4C822">
    <w:name w:val="B40323EA7D6C46D58B84577D31ED4C82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B3E1DF736D74AA2974A514C7F5AEF562">
    <w:name w:val="6B3E1DF736D74AA2974A514C7F5AEF56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537FC1E805241A7BAE6132C12437AAF2">
    <w:name w:val="D537FC1E805241A7BAE6132C12437AAF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51BF0B4C6614B1AA304BEE8E774E3E02">
    <w:name w:val="451BF0B4C6614B1AA304BEE8E774E3E0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3F93B43AFE34EC4AC24BDF52C2212082">
    <w:name w:val="F3F93B43AFE34EC4AC24BDF52C221208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6AB2B5976554528927AE32D15344D4F3">
    <w:name w:val="86AB2B5976554528927AE32D15344D4F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7E8DA58BE8A4EE8874B7D5EC4DA97F52">
    <w:name w:val="C7E8DA58BE8A4EE8874B7D5EC4DA97F5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7CD5F9D96094BBFBFB13C03CA2AC6EA2">
    <w:name w:val="C7CD5F9D96094BBFBFB13C03CA2AC6EA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C69F76443A84451945EBDBFB88B88963">
    <w:name w:val="4C69F76443A84451945EBDBFB88B8896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C572D487834420CA2A790CB800A6C772">
    <w:name w:val="2C572D487834420CA2A790CB800A6C77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D98CC672C0B4782B5736704A31FBFE62">
    <w:name w:val="CD98CC672C0B4782B5736704A31FBFE6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D540B87A02F42C9878FAD7E3C7A224C3">
    <w:name w:val="0D540B87A02F42C9878FAD7E3C7A224C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532A9348C2A47CF8C63A4FCC7C797862">
    <w:name w:val="4532A9348C2A47CF8C63A4FCC7C79786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90872A87FE94A39A9DD935A013BF4981">
    <w:name w:val="490872A87FE94A39A9DD935A013BF498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4642B856D4B48EF8D609CE99303560D3">
    <w:name w:val="C4642B856D4B48EF8D609CE99303560D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9F3EF60E6894CDD87682E301ACE14822">
    <w:name w:val="B9F3EF60E6894CDD87682E301ACE1482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D100E832007469A9B0FC4804FA1EB3C1">
    <w:name w:val="3D100E832007469A9B0FC4804FA1EB3C1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ACA52321B7C458894B68FAF0DD42D613">
    <w:name w:val="3ACA52321B7C458894B68FAF0DD42D61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C0AE7100508463BB21C262B0F09809A2">
    <w:name w:val="9C0AE7100508463BB21C262B0F09809A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59F192DBC0141BABBFC2628904074AF3">
    <w:name w:val="659F192DBC0141BABBFC2628904074AF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B54ED760A734E108F209E2DC71733A02">
    <w:name w:val="0B54ED760A734E108F209E2DC71733A02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87DB47A6F684A3DAE2E875B2366F6233">
    <w:name w:val="B87DB47A6F684A3DAE2E875B2366F623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989DBBCBF94921A2D32C5D283DB76D3">
    <w:name w:val="48989DBBCBF94921A2D32C5D283DB76D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6B7BE1A86DC42C29DB2BD87C8461CD33">
    <w:name w:val="16B7BE1A86DC42C29DB2BD87C8461CD3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F318E2EAB9445E6954B7D04DA6A6ADB3">
    <w:name w:val="0F318E2EAB9445E6954B7D04DA6A6ADB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BF3C6789F7E4246ADC71992253363083">
    <w:name w:val="8BF3C6789F7E4246ADC7199225336308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AA5A5BD299449E6A02039EFD452F32A3">
    <w:name w:val="0AA5A5BD299449E6A02039EFD452F32A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9D0276E6E843ECB3B85EFCDEAF4CE83">
    <w:name w:val="909D0276E6E843ECB3B85EFCDEAF4CE8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2FF27CF99BA4CE9ADDA0B0B22036BD53">
    <w:name w:val="E2FF27CF99BA4CE9ADDA0B0B22036BD5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66A87BE6B3F435EB5CBB3D0C97330213">
    <w:name w:val="766A87BE6B3F435EB5CBB3D0C9733021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8442A7932A748C68E743D6CEDBF51443">
    <w:name w:val="D8442A7932A748C68E743D6CEDBF5144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2D5829C0CB946EEA029086ABDC68F483">
    <w:name w:val="52D5829C0CB946EEA029086ABDC68F48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BB39214E51140C7B11DF4FD9091E27E3">
    <w:name w:val="DBB39214E51140C7B11DF4FD9091E27E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439058EF85A401795C3B99E2A0888713">
    <w:name w:val="6439058EF85A401795C3B99E2A088871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C19841173064ADCA337C658EA7FEFF93">
    <w:name w:val="DC19841173064ADCA337C658EA7FEFF9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FF30269FD7541E48041BAFCC94A86813">
    <w:name w:val="1FF30269FD7541E48041BAFCC94A8681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B143A460B194FE89B8DF8016FB210563">
    <w:name w:val="AB143A460B194FE89B8DF8016FB21056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69CD28113D54FF282C8DCADC1B2A0FB3">
    <w:name w:val="669CD28113D54FF282C8DCADC1B2A0FB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FDAEFA13204B1E9C18C37F8FB0F34A3">
    <w:name w:val="90FDAEFA13204B1E9C18C37F8FB0F34A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F036ADC364448ED812351797D02963F3">
    <w:name w:val="4F036ADC364448ED812351797D02963F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A302A3819EE46D496C6DEB83E57A9A43">
    <w:name w:val="6A302A3819EE46D496C6DEB83E57A9A4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DEC96E2F26B4C2CA36348D07BEB06753">
    <w:name w:val="6DEC96E2F26B4C2CA36348D07BEB0675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DEA4E3E1936430EA888E7E500FACE373">
    <w:name w:val="7DEA4E3E1936430EA888E7E500FACE37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B246C2AF95A4167962C1205BAF1513F3">
    <w:name w:val="9B246C2AF95A4167962C1205BAF1513F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924650FA18E4E4DBC8C0EC27BDF403B3">
    <w:name w:val="8924650FA18E4E4DBC8C0EC27BDF403B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0EA4E91F50D4581A7586F33B7E6A4683">
    <w:name w:val="A0EA4E91F50D4581A7586F33B7E6A468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B50C5DDD9BB419DBD41622FE7E0BE763">
    <w:name w:val="2B50C5DDD9BB419DBD41622FE7E0BE763"/>
    <w:rsid w:val="00D167B3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5AF9CF9E04D4AA996D88E94FAC8C99D">
    <w:name w:val="45AF9CF9E04D4AA996D88E94FAC8C99D"/>
    <w:rsid w:val="00D167B3"/>
  </w:style>
  <w:style w:type="paragraph" w:customStyle="1" w:styleId="DE3CBF1B117E428389F6B227495FB013">
    <w:name w:val="DE3CBF1B117E428389F6B227495FB013"/>
    <w:rsid w:val="00D167B3"/>
  </w:style>
  <w:style w:type="paragraph" w:customStyle="1" w:styleId="F4B0D8C1689D441FB6542F62E2F71A81">
    <w:name w:val="F4B0D8C1689D441FB6542F62E2F71A81"/>
    <w:rsid w:val="00D167B3"/>
  </w:style>
  <w:style w:type="paragraph" w:customStyle="1" w:styleId="8743D128441147BC927A4CD11CA96AC7">
    <w:name w:val="8743D128441147BC927A4CD11CA96AC7"/>
    <w:rsid w:val="00D167B3"/>
  </w:style>
  <w:style w:type="paragraph" w:customStyle="1" w:styleId="F4D9DF04A4DC47FBBB59BD824EA702D8">
    <w:name w:val="F4D9DF04A4DC47FBBB59BD824EA702D8"/>
    <w:rsid w:val="00D167B3"/>
  </w:style>
  <w:style w:type="paragraph" w:customStyle="1" w:styleId="DF1170EF97504DFBB2AE8FB2745BCC73">
    <w:name w:val="DF1170EF97504DFBB2AE8FB2745BCC73"/>
    <w:rsid w:val="00D167B3"/>
  </w:style>
  <w:style w:type="paragraph" w:customStyle="1" w:styleId="A49D92AB516040898273B0F73D353BE0">
    <w:name w:val="A49D92AB516040898273B0F73D353BE0"/>
    <w:rsid w:val="00D167B3"/>
  </w:style>
  <w:style w:type="paragraph" w:customStyle="1" w:styleId="7B35626480664882BC1448B37229DD49">
    <w:name w:val="7B35626480664882BC1448B37229DD49"/>
    <w:rsid w:val="00033238"/>
  </w:style>
  <w:style w:type="paragraph" w:customStyle="1" w:styleId="7F10A4E910ED40AEAEE08E1787BA14E2">
    <w:name w:val="7F10A4E910ED40AEAEE08E1787BA14E2"/>
    <w:rsid w:val="00033238"/>
  </w:style>
  <w:style w:type="paragraph" w:customStyle="1" w:styleId="8DDBA178EF23496DAAD34BB445F4E0DD">
    <w:name w:val="8DDBA178EF23496DAAD34BB445F4E0DD"/>
    <w:rsid w:val="00033238"/>
  </w:style>
  <w:style w:type="paragraph" w:customStyle="1" w:styleId="97E7A9EC5F954A5E91DDC63542B41304">
    <w:name w:val="97E7A9EC5F954A5E91DDC63542B41304"/>
    <w:rsid w:val="00033238"/>
  </w:style>
  <w:style w:type="paragraph" w:customStyle="1" w:styleId="BCD8CAEE2CE9467985BFA238B1BB3618">
    <w:name w:val="BCD8CAEE2CE9467985BFA238B1BB3618"/>
    <w:rsid w:val="00033238"/>
  </w:style>
  <w:style w:type="paragraph" w:customStyle="1" w:styleId="1A7402DDA6024A4587E9E16553B1FEF0">
    <w:name w:val="1A7402DDA6024A4587E9E16553B1FEF0"/>
    <w:rsid w:val="00033238"/>
  </w:style>
  <w:style w:type="paragraph" w:customStyle="1" w:styleId="A5FB3D45503E4536B533EF0345839499">
    <w:name w:val="A5FB3D45503E4536B533EF0345839499"/>
    <w:rsid w:val="00A10373"/>
  </w:style>
  <w:style w:type="paragraph" w:customStyle="1" w:styleId="6C76CDC87B564ADB8B2C748AC6B6B850">
    <w:name w:val="6C76CDC87B564ADB8B2C748AC6B6B850"/>
    <w:rsid w:val="00A10373"/>
  </w:style>
  <w:style w:type="paragraph" w:customStyle="1" w:styleId="DCCAA63B48204EA587203B6BA0E80810">
    <w:name w:val="DCCAA63B48204EA587203B6BA0E80810"/>
    <w:rsid w:val="004F58F3"/>
  </w:style>
  <w:style w:type="paragraph" w:customStyle="1" w:styleId="B117F2AA8E2246FFB50A41B978753FC7">
    <w:name w:val="B117F2AA8E2246FFB50A41B978753FC7"/>
    <w:rsid w:val="004F58F3"/>
  </w:style>
  <w:style w:type="paragraph" w:customStyle="1" w:styleId="EB7DD2C42B594EB58B87524E337174F0">
    <w:name w:val="EB7DD2C42B594EB58B87524E337174F0"/>
    <w:rsid w:val="0073788B"/>
  </w:style>
  <w:style w:type="paragraph" w:customStyle="1" w:styleId="27ECC88FB23E4A498D752B4D4AB3A0AE">
    <w:name w:val="27ECC88FB23E4A498D752B4D4AB3A0AE"/>
    <w:rsid w:val="0073788B"/>
  </w:style>
  <w:style w:type="paragraph" w:customStyle="1" w:styleId="30CA166EAEAD48C3ACE1B407A05F174C">
    <w:name w:val="30CA166EAEAD48C3ACE1B407A05F174C"/>
    <w:rsid w:val="0073788B"/>
  </w:style>
  <w:style w:type="paragraph" w:customStyle="1" w:styleId="C6EBBEA9E56944D480009D51C86F6F5E">
    <w:name w:val="C6EBBEA9E56944D480009D51C86F6F5E"/>
    <w:rsid w:val="0073788B"/>
  </w:style>
  <w:style w:type="paragraph" w:customStyle="1" w:styleId="3AA007E81EB147FAB03CCFDC704F9551">
    <w:name w:val="3AA007E81EB147FAB03CCFDC704F9551"/>
    <w:rsid w:val="0073788B"/>
  </w:style>
  <w:style w:type="paragraph" w:customStyle="1" w:styleId="9B699E8A2A174C11B71596990843EE16">
    <w:name w:val="9B699E8A2A174C11B71596990843EE16"/>
    <w:rsid w:val="0073788B"/>
  </w:style>
  <w:style w:type="paragraph" w:customStyle="1" w:styleId="614A0F0979DA4B53AD064C376FDDA06B">
    <w:name w:val="614A0F0979DA4B53AD064C376FDDA06B"/>
    <w:rsid w:val="0073788B"/>
  </w:style>
  <w:style w:type="paragraph" w:customStyle="1" w:styleId="77C70856CB184A62BCA7DA005674324D">
    <w:name w:val="77C70856CB184A62BCA7DA005674324D"/>
    <w:rsid w:val="0073788B"/>
  </w:style>
  <w:style w:type="paragraph" w:customStyle="1" w:styleId="28BFF5C5E9104670892C065753415B247">
    <w:name w:val="28BFF5C5E9104670892C065753415B24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D55373F85CD4BCD92FA1E3AF9F9A0347">
    <w:name w:val="ED55373F85CD4BCD92FA1E3AF9F9A034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018DD4174114447838E4222EC62CCD27">
    <w:name w:val="3018DD4174114447838E4222EC62CCD2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99668025837499F9DD313115E937E127">
    <w:name w:val="499668025837499F9DD313115E937E12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10962645704621A420FDC915805BD37">
    <w:name w:val="4810962645704621A420FDC915805BD3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87662CDAE8643ACA61D000B390D48E17">
    <w:name w:val="787662CDAE8643ACA61D000B390D48E1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6A03D15359B42D186DDC1DD83DE93247">
    <w:name w:val="36A03D15359B42D186DDC1DD83DE9324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CAEC4AB4C8473DA4176731FB638F0E7">
    <w:name w:val="02CAEC4AB4C8473DA4176731FB638F0E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BEB2E2370964B39878C61D60A4E4CFE7">
    <w:name w:val="9BEB2E2370964B39878C61D60A4E4CFE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9C787E4B040431AAE8C6B101341584E7">
    <w:name w:val="99C787E4B040431AAE8C6B101341584E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A395100EFF446392E430920B9027ED7">
    <w:name w:val="90A395100EFF446392E430920B9027ED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1D9E3B3B0F548E8A2AC207BA8837CDD7">
    <w:name w:val="61D9E3B3B0F548E8A2AC207BA8837CDD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45834A62F16445CA0376226346E3DC27">
    <w:name w:val="E45834A62F16445CA0376226346E3DC2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45FB16FC8B547AC80D480082264F22A7">
    <w:name w:val="745FB16FC8B547AC80D480082264F22A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842075463914D2B8E15ECE6670328087">
    <w:name w:val="E842075463914D2B8E15ECE667032808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E2ADA5779A54B079C3787947C8AE5FA7">
    <w:name w:val="BE2ADA5779A54B079C3787947C8AE5FA7"/>
    <w:rsid w:val="0073788B"/>
    <w:pPr>
      <w:tabs>
        <w:tab w:val="center" w:pos="4536"/>
        <w:tab w:val="right" w:pos="9072"/>
      </w:tabs>
      <w:spacing w:before="40" w:after="40" w:line="240" w:lineRule="auto"/>
      <w:ind w:left="454"/>
    </w:pPr>
    <w:rPr>
      <w:rFonts w:ascii="Arial" w:eastAsia="Times New Roman" w:hAnsi="Arial" w:cs="Arial"/>
      <w:sz w:val="16"/>
      <w:szCs w:val="24"/>
    </w:rPr>
  </w:style>
  <w:style w:type="paragraph" w:customStyle="1" w:styleId="DD1C3903CCE0497EAE1B056D259E0C4A7">
    <w:name w:val="DD1C3903CCE0497EAE1B056D259E0C4A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2C82A435F36454D9568B20666E9BA4C7">
    <w:name w:val="A2C82A435F36454D9568B20666E9BA4C7"/>
    <w:rsid w:val="0073788B"/>
    <w:pPr>
      <w:tabs>
        <w:tab w:val="center" w:pos="4536"/>
        <w:tab w:val="right" w:pos="9072"/>
      </w:tabs>
      <w:spacing w:before="40" w:after="40" w:line="240" w:lineRule="auto"/>
      <w:ind w:left="454"/>
    </w:pPr>
    <w:rPr>
      <w:rFonts w:ascii="Arial" w:eastAsia="Times New Roman" w:hAnsi="Arial" w:cs="Arial"/>
      <w:sz w:val="16"/>
      <w:szCs w:val="24"/>
    </w:rPr>
  </w:style>
  <w:style w:type="paragraph" w:customStyle="1" w:styleId="1CD9EDFF224D4480B7B81433F9F2F8A17">
    <w:name w:val="1CD9EDFF224D4480B7B81433F9F2F8A1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C76CDC87B564ADB8B2C748AC6B6B8501">
    <w:name w:val="6C76CDC87B564ADB8B2C748AC6B6B850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CCAA63B48204EA587203B6BA0E808101">
    <w:name w:val="DCCAA63B48204EA587203B6BA0E80810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117F2AA8E2246FFB50A41B978753FC71">
    <w:name w:val="B117F2AA8E2246FFB50A41B978753FC7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CCFF6C269574583A72319B3D777A27F7">
    <w:name w:val="0CCFF6C269574583A72319B3D777A27F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796BF94894439BAFDA2E34A093C0CB7">
    <w:name w:val="D6796BF94894439BAFDA2E34A093C0CB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0F6057CC8374DEDBD5EB9091D7FC5CC7">
    <w:name w:val="30F6057CC8374DEDBD5EB9091D7FC5CC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14A0F0979DA4B53AD064C376FDDA06B1">
    <w:name w:val="614A0F0979DA4B53AD064C376FDDA06B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AD53843F3C94AA993D5FE559E20CB2E7">
    <w:name w:val="0AD53843F3C94AA993D5FE559E20CB2E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3BD7B8C879343528B9141A6DFE268B57">
    <w:name w:val="33BD7B8C879343528B9141A6DFE268B5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F813ABA0D2F4416BA303624689AA0BA7">
    <w:name w:val="2F813ABA0D2F4416BA303624689AA0BA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A5FA0C5C25242A9B0B9C812D83403E77">
    <w:name w:val="DA5FA0C5C25242A9B0B9C812D83403E7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7C70856CB184A62BCA7DA005674324D1">
    <w:name w:val="77C70856CB184A62BCA7DA005674324D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277D3FF483D4E82B3BABE3181CC5D1A7">
    <w:name w:val="A277D3FF483D4E82B3BABE3181CC5D1A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634D920D76E493BA61C547130FC87CC7">
    <w:name w:val="B634D920D76E493BA61C547130FC87CC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397E3F6CC5D4E9FB4A3C7F71D898F157">
    <w:name w:val="9397E3F6CC5D4E9FB4A3C7F71D898F15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E6F5B021D8E4487A1C869AEE4367FDD7">
    <w:name w:val="4E6F5B021D8E4487A1C869AEE4367FDD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4D6CF74A1A4C8682C7B764BC9C13B07">
    <w:name w:val="024D6CF74A1A4C8682C7B764BC9C13B0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75677E9C4CF4E32B79F9E5B522360477">
    <w:name w:val="375677E9C4CF4E32B79F9E5B52236047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E0B88CC67FE45AE80DA2E617FA341A0">
    <w:name w:val="CE0B88CC67FE45AE80DA2E617FA341A0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8F4355924DA4399B74046C329C73808">
    <w:name w:val="E8F4355924DA4399B74046C329C7380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DBD54F148564D7099CD32AE4FB39444">
    <w:name w:val="8DBD54F148564D7099CD32AE4FB39444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1EE660CB04D4D6ABC4535CFA5721DD7">
    <w:name w:val="C1EE660CB04D4D6ABC4535CFA5721DD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DB35FE982A6495FB362C05368FAF032">
    <w:name w:val="FDB35FE982A6495FB362C05368FAF032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4EBC96582B84BDBAA89130BD804EE87">
    <w:name w:val="44EBC96582B84BDBAA89130BD804EE8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5D06FB967B441A0B46DC885978E7960">
    <w:name w:val="45D06FB967B441A0B46DC885978E7960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15DDBC1AF184031B617C4BDC3223239">
    <w:name w:val="815DDBC1AF184031B617C4BDC3223239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333FF23EE8F4A928ED9E7EBD89CD024">
    <w:name w:val="E333FF23EE8F4A928ED9E7EBD89CD024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B0325DAB87341FEA97CB1BB32092C46">
    <w:name w:val="3B0325DAB87341FEA97CB1BB32092C46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BF71C5404464CDEA8A9B3E21DDF6B87">
    <w:name w:val="0BF71C5404464CDEA8A9B3E21DDF6B8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2CE2E473A0D42FB98E3480CFC06A105">
    <w:name w:val="C2CE2E473A0D42FB98E3480CFC06A105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84C56AA85CE48C0BC65053A0B62033D">
    <w:name w:val="B84C56AA85CE48C0BC65053A0B62033D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06F6C75D66749DAAA1B73F5BBEA32D5">
    <w:name w:val="B06F6C75D66749DAAA1B73F5BBEA32D5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CE294CA98BA44BEB76738C7ED455ABD">
    <w:name w:val="1CE294CA98BA44BEB76738C7ED455ABD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8325A59BF964AC89DD6FFA04CA9675D">
    <w:name w:val="08325A59BF964AC89DD6FFA04CA9675D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63B3251C9A04B3A90732A89D50FC141">
    <w:name w:val="B63B3251C9A04B3A90732A89D50FC14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21D47136F1F4B9F9A6104D01DF8608C">
    <w:name w:val="D21D47136F1F4B9F9A6104D01DF8608C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90DD354CE7743F09883C1C78B4DBE46">
    <w:name w:val="C90DD354CE7743F09883C1C78B4DBE46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0D97C98F12949CE97E49C73D3FB30ED">
    <w:name w:val="F0D97C98F12949CE97E49C73D3FB30ED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6992E29D3DF445A9A8A780E432469B0">
    <w:name w:val="66992E29D3DF445A9A8A780E432469B0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360432A666F45F4ABC2ECA0E57DD9D8">
    <w:name w:val="8360432A666F45F4ABC2ECA0E57DD9D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2B34838B51440D19AD06400531C5D16">
    <w:name w:val="22B34838B51440D19AD06400531C5D16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6D88E969EB24DFBBB790DC1732EA1AD">
    <w:name w:val="96D88E969EB24DFBBB790DC1732EA1AD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B07A896E5474C15ADE74994AB4A05DE">
    <w:name w:val="BB07A896E5474C15ADE74994AB4A05DE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F041832E3FF4B97A821B1B79E2F82B7">
    <w:name w:val="6F041832E3FF4B97A821B1B79E2F82B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9514C9FFFA541DEB41283CDB32B3389">
    <w:name w:val="E9514C9FFFA541DEB41283CDB32B3389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89081382939491D8A31E8C19A9B4762">
    <w:name w:val="389081382939491D8A31E8C19A9B4762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8F66A86B6A34884ACCE9DE6F58B1838">
    <w:name w:val="88F66A86B6A34884ACCE9DE6F58B183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C79E4402BDE43CAA1EE4FF64E5AE5FC">
    <w:name w:val="4C79E4402BDE43CAA1EE4FF64E5AE5FC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B0331618D3B42D4B884DD7C52070DF9">
    <w:name w:val="EB0331618D3B42D4B884DD7C52070DF9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BA937EF9E1A4221A0CF6BEA71FA705B">
    <w:name w:val="EBA937EF9E1A4221A0CF6BEA71FA705B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0C965BA8F0245C4B5049EA7BC45EC35">
    <w:name w:val="F0C965BA8F0245C4B5049EA7BC45EC35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B448D2935964E1BB3B964F8D9CEC08E">
    <w:name w:val="2B448D2935964E1BB3B964F8D9CEC08E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B711ED7F0C3410E87A65D35C19A2AA5">
    <w:name w:val="6B711ED7F0C3410E87A65D35C19A2AA5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A75F749734143FB9C8D2CAFA6DCFEBA">
    <w:name w:val="4A75F749734143FB9C8D2CAFA6DCFEBA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DD4EE0B5D4D4EB8B327309B222C080B">
    <w:name w:val="CDD4EE0B5D4D4EB8B327309B222C080B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DD40E451A534C2483690B67FF30885A">
    <w:name w:val="7DD40E451A534C2483690B67FF30885A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1BDA0FF5C1F4DEFBD553CB953C5241A">
    <w:name w:val="41BDA0FF5C1F4DEFBD553CB953C5241A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42B43B7FF9E48DE8570095FD0087A64">
    <w:name w:val="E42B43B7FF9E48DE8570095FD0087A64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808723BDC3D44E2A4C0F6822A375118">
    <w:name w:val="2808723BDC3D44E2A4C0F6822A37511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FCC5DE31C124B7AB94212692DA44E02">
    <w:name w:val="9FCC5DE31C124B7AB94212692DA44E02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E61A4EFD353419F8491B7EA03DA628D">
    <w:name w:val="9E61A4EFD353419F8491B7EA03DA628D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6F6ECBA721C48FFA3C020BA823DA732">
    <w:name w:val="16F6ECBA721C48FFA3C020BA823DA732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51AEA701C8C40FB804EE4ED2CBEC42F">
    <w:name w:val="B51AEA701C8C40FB804EE4ED2CBEC42F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D45500061FE448EB4DA80B4C7AD55C5">
    <w:name w:val="CD45500061FE448EB4DA80B4C7AD55C5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F3107C0604D4C498F7F1FD530B0EB5E">
    <w:name w:val="AF3107C0604D4C498F7F1FD530B0EB5E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4A32A4D41B34C478BE057BBBEC0D009">
    <w:name w:val="E4A32A4D41B34C478BE057BBBEC0D009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2F32B11696C496F8843C26409F113F6">
    <w:name w:val="72F32B11696C496F8843C26409F113F6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4760E1D326641D6B6939A4655970401">
    <w:name w:val="64760E1D326641D6B6939A465597040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AA94F045BE64DC4A87923C3D235EA95">
    <w:name w:val="9AA94F045BE64DC4A87923C3D235EA95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6185A05CC374AE3AF845F5C057A2C10">
    <w:name w:val="76185A05CC374AE3AF845F5C057A2C10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66078E2F164495D8280F913050CACD9">
    <w:name w:val="566078E2F164495D8280F913050CACD9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EE068E29AE64901ADB29AA2FB7075FF">
    <w:name w:val="DEE068E29AE64901ADB29AA2FB7075FF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1E28AB115214A45B6A1E04A7DA10906">
    <w:name w:val="F1E28AB115214A45B6A1E04A7DA10906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CF0E10B72B04B44B46DB1FE2AE05249">
    <w:name w:val="9CF0E10B72B04B44B46DB1FE2AE05249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57158BDE248400089AE07B84B97E0C2">
    <w:name w:val="857158BDE248400089AE07B84B97E0C2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10C7139ADB140A69CE3FE74FC5DF750">
    <w:name w:val="210C7139ADB140A69CE3FE74FC5DF750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056CC30960C42818D0864BC10567F0A">
    <w:name w:val="E056CC30960C42818D0864BC10567F0A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1872373A2D24F50954394FD4AA87C72">
    <w:name w:val="41872373A2D24F50954394FD4AA87C72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942A557ED834C4A81D96E5C38148BFC">
    <w:name w:val="1942A557ED834C4A81D96E5C38148BFC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894498A2E6449599E4F6D9B2EDEAAB7">
    <w:name w:val="6894498A2E6449599E4F6D9B2EDEAAB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0C8D9F2896647CC876407B9D4B5D210">
    <w:name w:val="70C8D9F2896647CC876407B9D4B5D210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BC61285DD9E4A9AACE4684411F6F214">
    <w:name w:val="DBC61285DD9E4A9AACE4684411F6F214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4CCD324D07D4371B3FC42514278E0AD">
    <w:name w:val="D4CCD324D07D4371B3FC42514278E0AD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5774A33D14742A48CB9838A4A632274">
    <w:name w:val="15774A33D14742A48CB9838A4A632274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5528270C1FA426794823CE1884A4332">
    <w:name w:val="25528270C1FA426794823CE1884A4332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ACA979FE399401EBF74472E1470C6E9">
    <w:name w:val="CACA979FE399401EBF74472E1470C6E9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C311C5B77A74ED6A8E49C1C88017B7B">
    <w:name w:val="CC311C5B77A74ED6A8E49C1C88017B7B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CD45F1D812E405788B4BC42C6AC1F81">
    <w:name w:val="BCD45F1D812E405788B4BC42C6AC1F8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9F5D54180B64DB98B2129F47575811B">
    <w:name w:val="39F5D54180B64DB98B2129F47575811B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E52BF824C2C46BDBB0223FDB3AE9E67">
    <w:name w:val="4E52BF824C2C46BDBB0223FDB3AE9E6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31F5BDE7F9C4B23B0CFEBDA360904BC">
    <w:name w:val="331F5BDE7F9C4B23B0CFEBDA360904BC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D17AAF1FCA8468F93E54EC35776CB2E">
    <w:name w:val="0D17AAF1FCA8468F93E54EC35776CB2E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49ABA3D0C641B6ABD9972F8ADD975B">
    <w:name w:val="9049ABA3D0C641B6ABD9972F8ADD975B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2A2591E12CD437F89A8DB0DE8DBF56B">
    <w:name w:val="42A2591E12CD437F89A8DB0DE8DBF56B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E3FE5E3D9BB44E8A5C9F0FD36F79705">
    <w:name w:val="7E3FE5E3D9BB44E8A5C9F0FD36F79705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7E10FF1AADD4B169A86A38B5520D381">
    <w:name w:val="B7E10FF1AADD4B169A86A38B5520D38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E0D8B5CEB3F4EAD8AEB82C5AB800F84">
    <w:name w:val="EE0D8B5CEB3F4EAD8AEB82C5AB800F84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747B0B24C9041D7ACEF7ED238ACCA7F">
    <w:name w:val="3747B0B24C9041D7ACEF7ED238ACCA7F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3E4F7DDCEF643D4B2AC1028C3538C72">
    <w:name w:val="43E4F7DDCEF643D4B2AC1028C3538C72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2448BF750A949339D99B23F3747E924">
    <w:name w:val="52448BF750A949339D99B23F3747E924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3894C94CBF74FA0B634C620F360D772">
    <w:name w:val="E3894C94CBF74FA0B634C620F360D772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0EB30A9EE794AC7BE998DBE9D7F9F6C">
    <w:name w:val="F0EB30A9EE794AC7BE998DBE9D7F9F6C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F46CE0CFD2F492989DD22B667EA0839">
    <w:name w:val="DF46CE0CFD2F492989DD22B667EA0839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EB9BEA3532A40CCADBE21B8CB05C5E1">
    <w:name w:val="BEB9BEA3532A40CCADBE21B8CB05C5E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DFFC6FC034946409812E01A75C6E546">
    <w:name w:val="1DFFC6FC034946409812E01A75C6E546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D3BFD9745BD4877AB0C5368AE48FD6A">
    <w:name w:val="2D3BFD9745BD4877AB0C5368AE48FD6A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9763AB142224B3DA4871C7200C630A5">
    <w:name w:val="59763AB142224B3DA4871C7200C630A5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92CD99D835E4D8DBF1FEB0D4F1F5880">
    <w:name w:val="792CD99D835E4D8DBF1FEB0D4F1F5880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0202B9E9CFA42F792CAD33BCBBF8B21">
    <w:name w:val="50202B9E9CFA42F792CAD33BCBBF8B2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46F4A00896042D09A300F14D3422F57">
    <w:name w:val="F46F4A00896042D09A300F14D3422F57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A05FFA262114E9C8C6D25995CECD42E">
    <w:name w:val="DA05FFA262114E9C8C6D25995CECD42E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4B4E6F5DE0F4D56A801E1138D86E8C6">
    <w:name w:val="54B4E6F5DE0F4D56A801E1138D86E8C6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73DA4ADEB54409F9274985B8994F783">
    <w:name w:val="773DA4ADEB54409F9274985B8994F783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8BFF5C5E9104670892C065753415B248">
    <w:name w:val="28BFF5C5E9104670892C065753415B24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D55373F85CD4BCD92FA1E3AF9F9A0348">
    <w:name w:val="ED55373F85CD4BCD92FA1E3AF9F9A034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018DD4174114447838E4222EC62CCD28">
    <w:name w:val="3018DD4174114447838E4222EC62CCD2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99668025837499F9DD313115E937E128">
    <w:name w:val="499668025837499F9DD313115E937E12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10962645704621A420FDC915805BD38">
    <w:name w:val="4810962645704621A420FDC915805BD3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87662CDAE8643ACA61D000B390D48E18">
    <w:name w:val="787662CDAE8643ACA61D000B390D48E1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6A03D15359B42D186DDC1DD83DE93248">
    <w:name w:val="36A03D15359B42D186DDC1DD83DE9324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CAEC4AB4C8473DA4176731FB638F0E8">
    <w:name w:val="02CAEC4AB4C8473DA4176731FB638F0E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BEB2E2370964B39878C61D60A4E4CFE8">
    <w:name w:val="9BEB2E2370964B39878C61D60A4E4CFE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9C787E4B040431AAE8C6B101341584E8">
    <w:name w:val="99C787E4B040431AAE8C6B101341584E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A395100EFF446392E430920B9027ED8">
    <w:name w:val="90A395100EFF446392E430920B9027ED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1D9E3B3B0F548E8A2AC207BA8837CDD8">
    <w:name w:val="61D9E3B3B0F548E8A2AC207BA8837CDD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45834A62F16445CA0376226346E3DC28">
    <w:name w:val="E45834A62F16445CA0376226346E3DC2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45FB16FC8B547AC80D480082264F22A8">
    <w:name w:val="745FB16FC8B547AC80D480082264F22A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842075463914D2B8E15ECE6670328088">
    <w:name w:val="E842075463914D2B8E15ECE667032808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E2ADA5779A54B079C3787947C8AE5FA8">
    <w:name w:val="BE2ADA5779A54B079C3787947C8AE5FA8"/>
    <w:rsid w:val="0073788B"/>
    <w:pPr>
      <w:tabs>
        <w:tab w:val="center" w:pos="4536"/>
        <w:tab w:val="right" w:pos="9072"/>
      </w:tabs>
      <w:spacing w:before="40" w:after="40" w:line="240" w:lineRule="auto"/>
      <w:ind w:left="454"/>
    </w:pPr>
    <w:rPr>
      <w:rFonts w:ascii="Arial" w:eastAsia="Times New Roman" w:hAnsi="Arial" w:cs="Arial"/>
      <w:sz w:val="16"/>
      <w:szCs w:val="24"/>
    </w:rPr>
  </w:style>
  <w:style w:type="paragraph" w:customStyle="1" w:styleId="DD1C3903CCE0497EAE1B056D259E0C4A8">
    <w:name w:val="DD1C3903CCE0497EAE1B056D259E0C4A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2C82A435F36454D9568B20666E9BA4C8">
    <w:name w:val="A2C82A435F36454D9568B20666E9BA4C8"/>
    <w:rsid w:val="0073788B"/>
    <w:pPr>
      <w:tabs>
        <w:tab w:val="center" w:pos="4536"/>
        <w:tab w:val="right" w:pos="9072"/>
      </w:tabs>
      <w:spacing w:before="40" w:after="40" w:line="240" w:lineRule="auto"/>
      <w:ind w:left="454"/>
    </w:pPr>
    <w:rPr>
      <w:rFonts w:ascii="Arial" w:eastAsia="Times New Roman" w:hAnsi="Arial" w:cs="Arial"/>
      <w:sz w:val="16"/>
      <w:szCs w:val="24"/>
    </w:rPr>
  </w:style>
  <w:style w:type="paragraph" w:customStyle="1" w:styleId="1CD9EDFF224D4480B7B81433F9F2F8A18">
    <w:name w:val="1CD9EDFF224D4480B7B81433F9F2F8A1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C76CDC87B564ADB8B2C748AC6B6B8502">
    <w:name w:val="6C76CDC87B564ADB8B2C748AC6B6B8502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CCAA63B48204EA587203B6BA0E808102">
    <w:name w:val="DCCAA63B48204EA587203B6BA0E808102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117F2AA8E2246FFB50A41B978753FC72">
    <w:name w:val="B117F2AA8E2246FFB50A41B978753FC72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CCFF6C269574583A72319B3D777A27F8">
    <w:name w:val="0CCFF6C269574583A72319B3D777A27F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796BF94894439BAFDA2E34A093C0CB8">
    <w:name w:val="D6796BF94894439BAFDA2E34A093C0CB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0F6057CC8374DEDBD5EB9091D7FC5CC8">
    <w:name w:val="30F6057CC8374DEDBD5EB9091D7FC5CC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14A0F0979DA4B53AD064C376FDDA06B2">
    <w:name w:val="614A0F0979DA4B53AD064C376FDDA06B2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AD53843F3C94AA993D5FE559E20CB2E8">
    <w:name w:val="0AD53843F3C94AA993D5FE559E20CB2E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3BD7B8C879343528B9141A6DFE268B58">
    <w:name w:val="33BD7B8C879343528B9141A6DFE268B5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F813ABA0D2F4416BA303624689AA0BA8">
    <w:name w:val="2F813ABA0D2F4416BA303624689AA0BA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A5FA0C5C25242A9B0B9C812D83403E78">
    <w:name w:val="DA5FA0C5C25242A9B0B9C812D83403E7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277D3FF483D4E82B3BABE3181CC5D1A8">
    <w:name w:val="A277D3FF483D4E82B3BABE3181CC5D1A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634D920D76E493BA61C547130FC87CC8">
    <w:name w:val="B634D920D76E493BA61C547130FC87CC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397E3F6CC5D4E9FB4A3C7F71D898F158">
    <w:name w:val="9397E3F6CC5D4E9FB4A3C7F71D898F15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E6F5B021D8E4487A1C869AEE4367FDD8">
    <w:name w:val="4E6F5B021D8E4487A1C869AEE4367FDD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4D6CF74A1A4C8682C7B764BC9C13B08">
    <w:name w:val="024D6CF74A1A4C8682C7B764BC9C13B0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75677E9C4CF4E32B79F9E5B522360478">
    <w:name w:val="375677E9C4CF4E32B79F9E5B522360478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E0B88CC67FE45AE80DA2E617FA341A01">
    <w:name w:val="CE0B88CC67FE45AE80DA2E617FA341A0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8F4355924DA4399B74046C329C738081">
    <w:name w:val="E8F4355924DA4399B74046C329C73808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DBD54F148564D7099CD32AE4FB394441">
    <w:name w:val="8DBD54F148564D7099CD32AE4FB39444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1EE660CB04D4D6ABC4535CFA5721DD71">
    <w:name w:val="C1EE660CB04D4D6ABC4535CFA5721DD7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DB35FE982A6495FB362C05368FAF0321">
    <w:name w:val="FDB35FE982A6495FB362C05368FAF032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4EBC96582B84BDBAA89130BD804EE871">
    <w:name w:val="44EBC96582B84BDBAA89130BD804EE87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5D06FB967B441A0B46DC885978E79601">
    <w:name w:val="45D06FB967B441A0B46DC885978E7960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15DDBC1AF184031B617C4BDC32232391">
    <w:name w:val="815DDBC1AF184031B617C4BDC3223239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333FF23EE8F4A928ED9E7EBD89CD0241">
    <w:name w:val="E333FF23EE8F4A928ED9E7EBD89CD024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B0325DAB87341FEA97CB1BB32092C461">
    <w:name w:val="3B0325DAB87341FEA97CB1BB32092C46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BF71C5404464CDEA8A9B3E21DDF6B871">
    <w:name w:val="0BF71C5404464CDEA8A9B3E21DDF6B87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2CE2E473A0D42FB98E3480CFC06A1051">
    <w:name w:val="C2CE2E473A0D42FB98E3480CFC06A105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84C56AA85CE48C0BC65053A0B62033D1">
    <w:name w:val="B84C56AA85CE48C0BC65053A0B62033D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06F6C75D66749DAAA1B73F5BBEA32D51">
    <w:name w:val="B06F6C75D66749DAAA1B73F5BBEA32D5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CE294CA98BA44BEB76738C7ED455ABD1">
    <w:name w:val="1CE294CA98BA44BEB76738C7ED455ABD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8325A59BF964AC89DD6FFA04CA9675D1">
    <w:name w:val="08325A59BF964AC89DD6FFA04CA9675D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63B3251C9A04B3A90732A89D50FC1411">
    <w:name w:val="B63B3251C9A04B3A90732A89D50FC141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21D47136F1F4B9F9A6104D01DF8608C1">
    <w:name w:val="D21D47136F1F4B9F9A6104D01DF8608C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90DD354CE7743F09883C1C78B4DBE461">
    <w:name w:val="C90DD354CE7743F09883C1C78B4DBE46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0D97C98F12949CE97E49C73D3FB30ED1">
    <w:name w:val="F0D97C98F12949CE97E49C73D3FB30ED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6992E29D3DF445A9A8A780E432469B01">
    <w:name w:val="66992E29D3DF445A9A8A780E432469B0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360432A666F45F4ABC2ECA0E57DD9D81">
    <w:name w:val="8360432A666F45F4ABC2ECA0E57DD9D8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2B34838B51440D19AD06400531C5D161">
    <w:name w:val="22B34838B51440D19AD06400531C5D16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6D88E969EB24DFBBB790DC1732EA1AD1">
    <w:name w:val="96D88E969EB24DFBBB790DC1732EA1AD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B07A896E5474C15ADE74994AB4A05DE1">
    <w:name w:val="BB07A896E5474C15ADE74994AB4A05DE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F041832E3FF4B97A821B1B79E2F82B71">
    <w:name w:val="6F041832E3FF4B97A821B1B79E2F82B7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9514C9FFFA541DEB41283CDB32B33891">
    <w:name w:val="E9514C9FFFA541DEB41283CDB32B3389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89081382939491D8A31E8C19A9B47621">
    <w:name w:val="389081382939491D8A31E8C19A9B4762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8F66A86B6A34884ACCE9DE6F58B18381">
    <w:name w:val="88F66A86B6A34884ACCE9DE6F58B1838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C79E4402BDE43CAA1EE4FF64E5AE5FC1">
    <w:name w:val="4C79E4402BDE43CAA1EE4FF64E5AE5FC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B0331618D3B42D4B884DD7C52070DF91">
    <w:name w:val="EB0331618D3B42D4B884DD7C52070DF9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BA937EF9E1A4221A0CF6BEA71FA705B1">
    <w:name w:val="EBA937EF9E1A4221A0CF6BEA71FA705B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0C965BA8F0245C4B5049EA7BC45EC351">
    <w:name w:val="F0C965BA8F0245C4B5049EA7BC45EC35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B448D2935964E1BB3B964F8D9CEC08E1">
    <w:name w:val="2B448D2935964E1BB3B964F8D9CEC08E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B711ED7F0C3410E87A65D35C19A2AA51">
    <w:name w:val="6B711ED7F0C3410E87A65D35C19A2AA5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A75F749734143FB9C8D2CAFA6DCFEBA1">
    <w:name w:val="4A75F749734143FB9C8D2CAFA6DCFEBA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DD4EE0B5D4D4EB8B327309B222C080B1">
    <w:name w:val="CDD4EE0B5D4D4EB8B327309B222C080B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DD40E451A534C2483690B67FF30885A1">
    <w:name w:val="7DD40E451A534C2483690B67FF30885A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1BDA0FF5C1F4DEFBD553CB953C5241A1">
    <w:name w:val="41BDA0FF5C1F4DEFBD553CB953C5241A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42B43B7FF9E48DE8570095FD0087A641">
    <w:name w:val="E42B43B7FF9E48DE8570095FD0087A64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808723BDC3D44E2A4C0F6822A3751181">
    <w:name w:val="2808723BDC3D44E2A4C0F6822A375118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FCC5DE31C124B7AB94212692DA44E021">
    <w:name w:val="9FCC5DE31C124B7AB94212692DA44E02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E61A4EFD353419F8491B7EA03DA628D1">
    <w:name w:val="9E61A4EFD353419F8491B7EA03DA628D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6F6ECBA721C48FFA3C020BA823DA7321">
    <w:name w:val="16F6ECBA721C48FFA3C020BA823DA732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51AEA701C8C40FB804EE4ED2CBEC42F1">
    <w:name w:val="B51AEA701C8C40FB804EE4ED2CBEC42F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D45500061FE448EB4DA80B4C7AD55C51">
    <w:name w:val="CD45500061FE448EB4DA80B4C7AD55C5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F3107C0604D4C498F7F1FD530B0EB5E1">
    <w:name w:val="AF3107C0604D4C498F7F1FD530B0EB5E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4A32A4D41B34C478BE057BBBEC0D0091">
    <w:name w:val="E4A32A4D41B34C478BE057BBBEC0D009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2F32B11696C496F8843C26409F113F61">
    <w:name w:val="72F32B11696C496F8843C26409F113F6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4760E1D326641D6B6939A46559704011">
    <w:name w:val="64760E1D326641D6B6939A4655970401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AA94F045BE64DC4A87923C3D235EA951">
    <w:name w:val="9AA94F045BE64DC4A87923C3D235EA95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6185A05CC374AE3AF845F5C057A2C101">
    <w:name w:val="76185A05CC374AE3AF845F5C057A2C10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66078E2F164495D8280F913050CACD91">
    <w:name w:val="566078E2F164495D8280F913050CACD9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EE068E29AE64901ADB29AA2FB7075FF1">
    <w:name w:val="DEE068E29AE64901ADB29AA2FB7075FF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1E28AB115214A45B6A1E04A7DA109061">
    <w:name w:val="F1E28AB115214A45B6A1E04A7DA10906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CF0E10B72B04B44B46DB1FE2AE052491">
    <w:name w:val="9CF0E10B72B04B44B46DB1FE2AE05249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57158BDE248400089AE07B84B97E0C21">
    <w:name w:val="857158BDE248400089AE07B84B97E0C2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10C7139ADB140A69CE3FE74FC5DF7501">
    <w:name w:val="210C7139ADB140A69CE3FE74FC5DF750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056CC30960C42818D0864BC10567F0A1">
    <w:name w:val="E056CC30960C42818D0864BC10567F0A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1872373A2D24F50954394FD4AA87C721">
    <w:name w:val="41872373A2D24F50954394FD4AA87C72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942A557ED834C4A81D96E5C38148BFC1">
    <w:name w:val="1942A557ED834C4A81D96E5C38148BFC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894498A2E6449599E4F6D9B2EDEAAB71">
    <w:name w:val="6894498A2E6449599E4F6D9B2EDEAAB7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0C8D9F2896647CC876407B9D4B5D2101">
    <w:name w:val="70C8D9F2896647CC876407B9D4B5D210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BC61285DD9E4A9AACE4684411F6F2141">
    <w:name w:val="DBC61285DD9E4A9AACE4684411F6F214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4CCD324D07D4371B3FC42514278E0AD1">
    <w:name w:val="D4CCD324D07D4371B3FC42514278E0AD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5774A33D14742A48CB9838A4A6322741">
    <w:name w:val="15774A33D14742A48CB9838A4A632274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5528270C1FA426794823CE1884A43321">
    <w:name w:val="25528270C1FA426794823CE1884A4332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ACA979FE399401EBF74472E1470C6E91">
    <w:name w:val="CACA979FE399401EBF74472E1470C6E9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C311C5B77A74ED6A8E49C1C88017B7B1">
    <w:name w:val="CC311C5B77A74ED6A8E49C1C88017B7B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CD45F1D812E405788B4BC42C6AC1F811">
    <w:name w:val="BCD45F1D812E405788B4BC42C6AC1F81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9F5D54180B64DB98B2129F47575811B1">
    <w:name w:val="39F5D54180B64DB98B2129F47575811B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E52BF824C2C46BDBB0223FDB3AE9E671">
    <w:name w:val="4E52BF824C2C46BDBB0223FDB3AE9E67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31F5BDE7F9C4B23B0CFEBDA360904BC1">
    <w:name w:val="331F5BDE7F9C4B23B0CFEBDA360904BC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D17AAF1FCA8468F93E54EC35776CB2E1">
    <w:name w:val="0D17AAF1FCA8468F93E54EC35776CB2E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49ABA3D0C641B6ABD9972F8ADD975B1">
    <w:name w:val="9049ABA3D0C641B6ABD9972F8ADD975B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2A2591E12CD437F89A8DB0DE8DBF56B1">
    <w:name w:val="42A2591E12CD437F89A8DB0DE8DBF56B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E3FE5E3D9BB44E8A5C9F0FD36F797051">
    <w:name w:val="7E3FE5E3D9BB44E8A5C9F0FD36F79705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7E10FF1AADD4B169A86A38B5520D3811">
    <w:name w:val="B7E10FF1AADD4B169A86A38B5520D381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E0D8B5CEB3F4EAD8AEB82C5AB800F841">
    <w:name w:val="EE0D8B5CEB3F4EAD8AEB82C5AB800F84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747B0B24C9041D7ACEF7ED238ACCA7F1">
    <w:name w:val="3747B0B24C9041D7ACEF7ED238ACCA7F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3E4F7DDCEF643D4B2AC1028C3538C721">
    <w:name w:val="43E4F7DDCEF643D4B2AC1028C3538C72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2448BF750A949339D99B23F3747E9241">
    <w:name w:val="52448BF750A949339D99B23F3747E924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3894C94CBF74FA0B634C620F360D7721">
    <w:name w:val="E3894C94CBF74FA0B634C620F360D772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0EB30A9EE794AC7BE998DBE9D7F9F6C1">
    <w:name w:val="F0EB30A9EE794AC7BE998DBE9D7F9F6C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F46CE0CFD2F492989DD22B667EA08391">
    <w:name w:val="DF46CE0CFD2F492989DD22B667EA0839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EB9BEA3532A40CCADBE21B8CB05C5E11">
    <w:name w:val="BEB9BEA3532A40CCADBE21B8CB05C5E1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DFFC6FC034946409812E01A75C6E5461">
    <w:name w:val="1DFFC6FC034946409812E01A75C6E546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D3BFD9745BD4877AB0C5368AE48FD6A1">
    <w:name w:val="2D3BFD9745BD4877AB0C5368AE48FD6A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9763AB142224B3DA4871C7200C630A51">
    <w:name w:val="59763AB142224B3DA4871C7200C630A5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92CD99D835E4D8DBF1FEB0D4F1F58801">
    <w:name w:val="792CD99D835E4D8DBF1FEB0D4F1F5880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0202B9E9CFA42F792CAD33BCBBF8B211">
    <w:name w:val="50202B9E9CFA42F792CAD33BCBBF8B21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46F4A00896042D09A300F14D3422F571">
    <w:name w:val="F46F4A00896042D09A300F14D3422F57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A05FFA262114E9C8C6D25995CECD42E1">
    <w:name w:val="DA05FFA262114E9C8C6D25995CECD42E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4B4E6F5DE0F4D56A801E1138D86E8C61">
    <w:name w:val="54B4E6F5DE0F4D56A801E1138D86E8C6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73DA4ADEB54409F9274985B8994F7831">
    <w:name w:val="773DA4ADEB54409F9274985B8994F7831"/>
    <w:rsid w:val="0073788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43855E439C54A45976C023FD6010CF2">
    <w:name w:val="C43855E439C54A45976C023FD6010CF2"/>
    <w:rsid w:val="0073788B"/>
  </w:style>
  <w:style w:type="paragraph" w:customStyle="1" w:styleId="D65E01B0099E407887D86EB16E23C4F7">
    <w:name w:val="D65E01B0099E407887D86EB16E23C4F7"/>
    <w:rsid w:val="009E1C2B"/>
  </w:style>
  <w:style w:type="paragraph" w:customStyle="1" w:styleId="8AC9B440CFA14C129DD4432CA9E627AC">
    <w:name w:val="8AC9B440CFA14C129DD4432CA9E627AC"/>
    <w:rsid w:val="009E1C2B"/>
  </w:style>
  <w:style w:type="paragraph" w:customStyle="1" w:styleId="4E3D3241CB67453A9675C28141E30E0F">
    <w:name w:val="4E3D3241CB67453A9675C28141E30E0F"/>
    <w:rsid w:val="009E1C2B"/>
  </w:style>
  <w:style w:type="paragraph" w:customStyle="1" w:styleId="E9E4ABAF18FC4D7DAE5DCD966AF260A5">
    <w:name w:val="E9E4ABAF18FC4D7DAE5DCD966AF260A5"/>
    <w:rsid w:val="009E1C2B"/>
  </w:style>
  <w:style w:type="paragraph" w:customStyle="1" w:styleId="578BEBB0369C4A70B5956AE136B3DEFC">
    <w:name w:val="578BEBB0369C4A70B5956AE136B3DEFC"/>
    <w:rsid w:val="009E1C2B"/>
  </w:style>
  <w:style w:type="paragraph" w:customStyle="1" w:styleId="A731EAE3CFBE41F4BE42527731784AE7">
    <w:name w:val="A731EAE3CFBE41F4BE42527731784AE7"/>
    <w:rsid w:val="009E1C2B"/>
  </w:style>
  <w:style w:type="paragraph" w:customStyle="1" w:styleId="6AEC55C24D9E486A98818726AE796A18">
    <w:name w:val="6AEC55C24D9E486A98818726AE796A18"/>
    <w:rsid w:val="009E1C2B"/>
  </w:style>
  <w:style w:type="paragraph" w:customStyle="1" w:styleId="66447E68AE434774B69FC35733507BD0">
    <w:name w:val="66447E68AE434774B69FC35733507BD0"/>
    <w:rsid w:val="009E1C2B"/>
  </w:style>
  <w:style w:type="paragraph" w:customStyle="1" w:styleId="DDB73116E60E47728A38BDAE6A510C6E">
    <w:name w:val="DDB73116E60E47728A38BDAE6A510C6E"/>
    <w:rsid w:val="009E1C2B"/>
  </w:style>
  <w:style w:type="paragraph" w:customStyle="1" w:styleId="83E61899333148AAB7D973E83AF3DD10">
    <w:name w:val="83E61899333148AAB7D973E83AF3DD10"/>
    <w:rsid w:val="009E1C2B"/>
  </w:style>
  <w:style w:type="paragraph" w:customStyle="1" w:styleId="D88675C3E76E4D12B2EC45A23E36E3D4">
    <w:name w:val="D88675C3E76E4D12B2EC45A23E36E3D4"/>
    <w:rsid w:val="009E1C2B"/>
  </w:style>
  <w:style w:type="paragraph" w:customStyle="1" w:styleId="5DEF678C83094835B64A3BC9B2486C4C">
    <w:name w:val="5DEF678C83094835B64A3BC9B2486C4C"/>
    <w:rsid w:val="009E1C2B"/>
  </w:style>
  <w:style w:type="paragraph" w:customStyle="1" w:styleId="99F6F45772934145882510EF3C580A40">
    <w:name w:val="99F6F45772934145882510EF3C580A40"/>
    <w:rsid w:val="009E1C2B"/>
  </w:style>
  <w:style w:type="paragraph" w:customStyle="1" w:styleId="213BF1D0A928420F9F514A80C8A0F56D">
    <w:name w:val="213BF1D0A928420F9F514A80C8A0F56D"/>
    <w:rsid w:val="009E1C2B"/>
  </w:style>
  <w:style w:type="paragraph" w:customStyle="1" w:styleId="522F57A89B2A46A682F98E42F47A9B0E">
    <w:name w:val="522F57A89B2A46A682F98E42F47A9B0E"/>
    <w:rsid w:val="009E1C2B"/>
  </w:style>
  <w:style w:type="paragraph" w:customStyle="1" w:styleId="0CEB0A81DC004A949B9B550FC3F7077D">
    <w:name w:val="0CEB0A81DC004A949B9B550FC3F7077D"/>
    <w:rsid w:val="009E1C2B"/>
  </w:style>
  <w:style w:type="paragraph" w:customStyle="1" w:styleId="156C747BBE9E4703955B63571B832E71">
    <w:name w:val="156C747BBE9E4703955B63571B832E71"/>
    <w:rsid w:val="009E1C2B"/>
  </w:style>
  <w:style w:type="paragraph" w:customStyle="1" w:styleId="C34AB1347E2F48B49EFB9112F0F46F46">
    <w:name w:val="C34AB1347E2F48B49EFB9112F0F46F46"/>
    <w:rsid w:val="009E1C2B"/>
  </w:style>
  <w:style w:type="paragraph" w:customStyle="1" w:styleId="460EE61990C14F26835A5C45E862E2F4">
    <w:name w:val="460EE61990C14F26835A5C45E862E2F4"/>
    <w:rsid w:val="009E1C2B"/>
  </w:style>
  <w:style w:type="paragraph" w:customStyle="1" w:styleId="407C6D7B195C437C82656F63A8B440AB">
    <w:name w:val="407C6D7B195C437C82656F63A8B440AB"/>
    <w:rsid w:val="009E1C2B"/>
  </w:style>
  <w:style w:type="paragraph" w:customStyle="1" w:styleId="2B8A33B440FE4450A4E39A559169146F">
    <w:name w:val="2B8A33B440FE4450A4E39A559169146F"/>
    <w:rsid w:val="009E1C2B"/>
  </w:style>
  <w:style w:type="paragraph" w:customStyle="1" w:styleId="7DDD676CC62047A6B7771A17E324E86D">
    <w:name w:val="7DDD676CC62047A6B7771A17E324E86D"/>
    <w:rsid w:val="009E1C2B"/>
  </w:style>
  <w:style w:type="paragraph" w:customStyle="1" w:styleId="01B3C8B9DB2949D9A6FA6F0E51F081FF">
    <w:name w:val="01B3C8B9DB2949D9A6FA6F0E51F081FF"/>
    <w:rsid w:val="009E1C2B"/>
  </w:style>
  <w:style w:type="paragraph" w:customStyle="1" w:styleId="1B9203161BCA4C63AF45CEF32346A48D">
    <w:name w:val="1B9203161BCA4C63AF45CEF32346A48D"/>
    <w:rsid w:val="009E1C2B"/>
  </w:style>
  <w:style w:type="paragraph" w:customStyle="1" w:styleId="04D57A2DCA4F4AE985A80DF0AF9E1914">
    <w:name w:val="04D57A2DCA4F4AE985A80DF0AF9E1914"/>
    <w:rsid w:val="009E1C2B"/>
  </w:style>
  <w:style w:type="paragraph" w:customStyle="1" w:styleId="869469D14DEF4CBEBBDDAA8723F064C4">
    <w:name w:val="869469D14DEF4CBEBBDDAA8723F064C4"/>
    <w:rsid w:val="009E1C2B"/>
  </w:style>
  <w:style w:type="paragraph" w:customStyle="1" w:styleId="24A916241F5E450CBF251A2D8C6C672B">
    <w:name w:val="24A916241F5E450CBF251A2D8C6C672B"/>
    <w:rsid w:val="009E1C2B"/>
  </w:style>
  <w:style w:type="paragraph" w:customStyle="1" w:styleId="9F7FC5F93F3940CEA88E0E704669F2EA">
    <w:name w:val="9F7FC5F93F3940CEA88E0E704669F2EA"/>
    <w:rsid w:val="009E1C2B"/>
  </w:style>
  <w:style w:type="paragraph" w:customStyle="1" w:styleId="1626636C7B7F4059A6C9B6DF9B35D6F3">
    <w:name w:val="1626636C7B7F4059A6C9B6DF9B35D6F3"/>
    <w:rsid w:val="009E1C2B"/>
  </w:style>
  <w:style w:type="paragraph" w:customStyle="1" w:styleId="A1F45DEA75F04341A5787E0C0939A020">
    <w:name w:val="A1F45DEA75F04341A5787E0C0939A020"/>
    <w:rsid w:val="009E1C2B"/>
  </w:style>
  <w:style w:type="paragraph" w:customStyle="1" w:styleId="872F573213434C07A9AA694228513BFF">
    <w:name w:val="872F573213434C07A9AA694228513BFF"/>
    <w:rsid w:val="00D3103A"/>
  </w:style>
  <w:style w:type="paragraph" w:customStyle="1" w:styleId="28BFF5C5E9104670892C065753415B249">
    <w:name w:val="28BFF5C5E9104670892C065753415B24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D55373F85CD4BCD92FA1E3AF9F9A0349">
    <w:name w:val="ED55373F85CD4BCD92FA1E3AF9F9A034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018DD4174114447838E4222EC62CCD29">
    <w:name w:val="3018DD4174114447838E4222EC62CCD2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99668025837499F9DD313115E937E129">
    <w:name w:val="499668025837499F9DD313115E937E12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10962645704621A420FDC915805BD39">
    <w:name w:val="4810962645704621A420FDC915805BD3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87662CDAE8643ACA61D000B390D48E19">
    <w:name w:val="787662CDAE8643ACA61D000B390D48E1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6A03D15359B42D186DDC1DD83DE93249">
    <w:name w:val="36A03D15359B42D186DDC1DD83DE9324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CAEC4AB4C8473DA4176731FB638F0E9">
    <w:name w:val="02CAEC4AB4C8473DA4176731FB638F0E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BEB2E2370964B39878C61D60A4E4CFE9">
    <w:name w:val="9BEB2E2370964B39878C61D60A4E4CFE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9C787E4B040431AAE8C6B101341584E9">
    <w:name w:val="99C787E4B040431AAE8C6B101341584E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A395100EFF446392E430920B9027ED9">
    <w:name w:val="90A395100EFF446392E430920B9027ED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1D9E3B3B0F548E8A2AC207BA8837CDD9">
    <w:name w:val="61D9E3B3B0F548E8A2AC207BA8837CDD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45834A62F16445CA0376226346E3DC29">
    <w:name w:val="E45834A62F16445CA0376226346E3DC2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45FB16FC8B547AC80D480082264F22A9">
    <w:name w:val="745FB16FC8B547AC80D480082264F22A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842075463914D2B8E15ECE6670328089">
    <w:name w:val="E842075463914D2B8E15ECE667032808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E2ADA5779A54B079C3787947C8AE5FA9">
    <w:name w:val="BE2ADA5779A54B079C3787947C8AE5FA9"/>
    <w:rsid w:val="00B842AB"/>
    <w:pPr>
      <w:tabs>
        <w:tab w:val="center" w:pos="4536"/>
        <w:tab w:val="right" w:pos="9072"/>
      </w:tabs>
      <w:spacing w:before="40" w:after="40" w:line="240" w:lineRule="auto"/>
      <w:ind w:left="454"/>
    </w:pPr>
    <w:rPr>
      <w:rFonts w:ascii="Arial" w:eastAsia="Times New Roman" w:hAnsi="Arial" w:cs="Arial"/>
      <w:sz w:val="16"/>
      <w:szCs w:val="24"/>
    </w:rPr>
  </w:style>
  <w:style w:type="paragraph" w:customStyle="1" w:styleId="DD1C3903CCE0497EAE1B056D259E0C4A9">
    <w:name w:val="DD1C3903CCE0497EAE1B056D259E0C4A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2C82A435F36454D9568B20666E9BA4C9">
    <w:name w:val="A2C82A435F36454D9568B20666E9BA4C9"/>
    <w:rsid w:val="00B842AB"/>
    <w:pPr>
      <w:tabs>
        <w:tab w:val="center" w:pos="4536"/>
        <w:tab w:val="right" w:pos="9072"/>
      </w:tabs>
      <w:spacing w:before="40" w:after="40" w:line="240" w:lineRule="auto"/>
      <w:ind w:left="454"/>
    </w:pPr>
    <w:rPr>
      <w:rFonts w:ascii="Arial" w:eastAsia="Times New Roman" w:hAnsi="Arial" w:cs="Arial"/>
      <w:sz w:val="16"/>
      <w:szCs w:val="24"/>
    </w:rPr>
  </w:style>
  <w:style w:type="paragraph" w:customStyle="1" w:styleId="1CD9EDFF224D4480B7B81433F9F2F8A19">
    <w:name w:val="1CD9EDFF224D4480B7B81433F9F2F8A1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C76CDC87B564ADB8B2C748AC6B6B8503">
    <w:name w:val="6C76CDC87B564ADB8B2C748AC6B6B8503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CCAA63B48204EA587203B6BA0E808103">
    <w:name w:val="DCCAA63B48204EA587203B6BA0E808103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117F2AA8E2246FFB50A41B978753FC73">
    <w:name w:val="B117F2AA8E2246FFB50A41B978753FC73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796BF94894439BAFDA2E34A093C0CB9">
    <w:name w:val="D6796BF94894439BAFDA2E34A093C0CB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0F6057CC8374DEDBD5EB9091D7FC5CC9">
    <w:name w:val="30F6057CC8374DEDBD5EB9091D7FC5CC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992DAA1E2664EEE9A48148FDED9BD5C">
    <w:name w:val="5992DAA1E2664EEE9A48148FDED9BD5C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058534A9E74BD1AACD9A667EAAF4CA">
    <w:name w:val="90058534A9E74BD1AACD9A667EAAF4CA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36FB753A2AA42539E2719FBE4D85AA9">
    <w:name w:val="A36FB753A2AA42539E2719FBE4D85AA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0C69888989645ACBF129E2CE6F626D0">
    <w:name w:val="70C69888989645ACBF129E2CE6F626D0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F8B4161C8D645A593E4F60EE09C1D99">
    <w:name w:val="EF8B4161C8D645A593E4F60EE09C1D9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C0572E97D8547079065DA1C85C06CD2">
    <w:name w:val="3C0572E97D8547079065DA1C85C06CD2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A3AE8001D944573B1A1C36F28277F66">
    <w:name w:val="3A3AE8001D944573B1A1C36F28277F66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5AA1B35686449F8A214341D880539F8">
    <w:name w:val="D5AA1B35686449F8A214341D880539F8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A8148A69E6643C08F80D445FF5CD663">
    <w:name w:val="EA8148A69E6643C08F80D445FF5CD663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1C3305360AB4B61B73399E6D9269201">
    <w:name w:val="41C3305360AB4B61B73399E6D9269201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B19C9A504C54FB39CB7D3D8DEA0D505">
    <w:name w:val="6B19C9A504C54FB39CB7D3D8DEA0D505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F692CE5F2FE41F1A5CCDD656009C90D">
    <w:name w:val="8F692CE5F2FE41F1A5CCDD656009C90D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470BA9DCDCC4EB49D46AA8BAFE7AA46">
    <w:name w:val="5470BA9DCDCC4EB49D46AA8BAFE7AA46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AACDD19F8394D51BB757F535AEABD4A">
    <w:name w:val="0AACDD19F8394D51BB757F535AEABD4A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F959192F49641B5A974448C568B97A1">
    <w:name w:val="2F959192F49641B5A974448C568B97A1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67E5523CD334AADB4A96B929C48A586">
    <w:name w:val="467E5523CD334AADB4A96B929C48A586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1BB7CCC8BCD449EBF3105E0A9EC78D6">
    <w:name w:val="81BB7CCC8BCD449EBF3105E0A9EC78D6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8FF38D18CED41A4BDF7BCC2D0FC2039">
    <w:name w:val="F8FF38D18CED41A4BDF7BCC2D0FC203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3F0E4A68CE1454B940E1870EFFCF7DB">
    <w:name w:val="03F0E4A68CE1454B940E1870EFFCF7DB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8B5E218EE364C269F0032A51E970A80">
    <w:name w:val="28B5E218EE364C269F0032A51E970A80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E18249FE1AB4C8293B384D08E617D3E">
    <w:name w:val="7E18249FE1AB4C8293B384D08E617D3E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D06FA137B7D41FF9B165C6BF31AE8B6">
    <w:name w:val="1D06FA137B7D41FF9B165C6BF31AE8B6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209131E167341A6A2AF265745710D3F">
    <w:name w:val="C209131E167341A6A2AF265745710D3F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9E231B7D1FC40A5A2724549C1B3B132">
    <w:name w:val="D9E231B7D1FC40A5A2724549C1B3B132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48B805B57264F37A01804F73258E2AC">
    <w:name w:val="F48B805B57264F37A01804F73258E2AC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47859FB63EB4166BA57867EB0C3F78A">
    <w:name w:val="547859FB63EB4166BA57867EB0C3F78A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606009D28194090AA15A9D28EF237E2">
    <w:name w:val="9606009D28194090AA15A9D28EF237E2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CF93DFB34134671B40CD5BCF81C9B2B">
    <w:name w:val="BCF93DFB34134671B40CD5BCF81C9B2B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DC2FEB8183F429F97E611A0565C02A4">
    <w:name w:val="7DC2FEB8183F429F97E611A0565C02A4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FA31788DC25419BBA3FEAE7E0EE98A1">
    <w:name w:val="8FA31788DC25419BBA3FEAE7E0EE98A1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B06D1C9F30143C2A1D3D4B6FCCE6C24">
    <w:name w:val="1B06D1C9F30143C2A1D3D4B6FCCE6C24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10225CCBF2548CDA320A5D46BE47B71">
    <w:name w:val="910225CCBF2548CDA320A5D46BE47B71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7F0CDA51F6247DCB277C9892A85E055">
    <w:name w:val="87F0CDA51F6247DCB277C9892A85E055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81B9ECF85084643886EE36B9CECB517">
    <w:name w:val="A81B9ECF85084643886EE36B9CECB517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1D411DC109480EA691312CA6145C82">
    <w:name w:val="901D411DC109480EA691312CA6145C82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E75BE1734C84BC3920BDAEDD1DB8D1A">
    <w:name w:val="0E75BE1734C84BC3920BDAEDD1DB8D1A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7FF38D0559648D5B6EC58014C81AA09">
    <w:name w:val="77FF38D0559648D5B6EC58014C81AA0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0513D6226AD4C4F8971305ED67A66D6">
    <w:name w:val="60513D6226AD4C4F8971305ED67A66D6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837A2D0129841A1975ED26058E57371">
    <w:name w:val="B837A2D0129841A1975ED26058E57371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3C25978E9244229A7EAD2A3A4D978F8">
    <w:name w:val="F3C25978E9244229A7EAD2A3A4D978F8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8C63289FB2A4140B5512293D1367131">
    <w:name w:val="08C63289FB2A4140B5512293D1367131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1B09FF067B64DE7A2926D930F9B0D94">
    <w:name w:val="01B09FF067B64DE7A2926D930F9B0D94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2DE537AAC97495099ED7212E18BF229">
    <w:name w:val="12DE537AAC97495099ED7212E18BF22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C4394A2EA234F229488A74E8EED640A">
    <w:name w:val="9C4394A2EA234F229488A74E8EED640A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0E399E5C18549C0B4A81CC0C36CB510">
    <w:name w:val="D0E399E5C18549C0B4A81CC0C36CB510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5AC9CF322BC43A589BC5897212FD9D3">
    <w:name w:val="65AC9CF322BC43A589BC5897212FD9D3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31CBEB2A5E6400188DC8B6730BBE4F6">
    <w:name w:val="D31CBEB2A5E6400188DC8B6730BBE4F6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90A58A5F5434D6C83E679AEAB2C59A9">
    <w:name w:val="590A58A5F5434D6C83E679AEAB2C59A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3EAEAFB110B49F099F69FDCB985F4D3">
    <w:name w:val="23EAEAFB110B49F099F69FDCB985F4D3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7B5CD215156476A941ABC5DF97E83D8">
    <w:name w:val="57B5CD215156476A941ABC5DF97E83D8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A36D35EF8214CAAB149887055350A7D">
    <w:name w:val="5A36D35EF8214CAAB149887055350A7D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07C29F79EDA48D1A0FE3C5A763B9CF9">
    <w:name w:val="D07C29F79EDA48D1A0FE3C5A763B9CF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26B9C5320DA464E879A1676D3CC9B7E">
    <w:name w:val="B26B9C5320DA464E879A1676D3CC9B7E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9E2559C55CD41FF868172DF6D7E2512">
    <w:name w:val="C9E2559C55CD41FF868172DF6D7E2512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D19C6A77BF4434493BF3251B797BEAC">
    <w:name w:val="1D19C6A77BF4434493BF3251B797BEAC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28B9B9947D045AF893687ACDD82F5BB">
    <w:name w:val="628B9B9947D045AF893687ACDD82F5BB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27CDB32815E4133A0067AB0A48A6996">
    <w:name w:val="C27CDB32815E4133A0067AB0A48A6996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CF35C0933A746EBB847953DE449F4BD">
    <w:name w:val="DCF35C0933A746EBB847953DE449F4BD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67850C9D304CF88367382C14F9AC9C">
    <w:name w:val="D667850C9D304CF88367382C14F9AC9C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8026E8E16C847E5B192EA3F9F8C5EC5">
    <w:name w:val="38026E8E16C847E5B192EA3F9F8C5EC5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9721A0FE3AC429582668840C2D59DFB">
    <w:name w:val="49721A0FE3AC429582668840C2D59DFB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24C6FDBEA9C4BC1A06372BC64A04B37">
    <w:name w:val="124C6FDBEA9C4BC1A06372BC64A04B37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4CEE1F82A604FBE89D3F8E2E49BE4AB">
    <w:name w:val="44CEE1F82A604FBE89D3F8E2E49BE4AB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00D2EB23E2744E88BDA7EDAC79353D1">
    <w:name w:val="800D2EB23E2744E88BDA7EDAC79353D1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DD7DDFDAF2F4E939D9842336AD588F0">
    <w:name w:val="ADD7DDFDAF2F4E939D9842336AD588F0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8AC10BCCB6B4491A625119A3E27D148">
    <w:name w:val="88AC10BCCB6B4491A625119A3E27D148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34C9DA1B38A449BA4BC81C0D6D5FD25">
    <w:name w:val="534C9DA1B38A449BA4BC81C0D6D5FD25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F0E841B072F425497E88B7370585BBF">
    <w:name w:val="2F0E841B072F425497E88B7370585BBF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01CCD759DB549128315889C4A7BE6F5">
    <w:name w:val="401CCD759DB549128315889C4A7BE6F5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8B8D430F1445ED94B788FF8BA9C5EC">
    <w:name w:val="D68B8D430F1445ED94B788FF8BA9C5EC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6A7AA29455740878A356B051DE12EF8">
    <w:name w:val="76A7AA29455740878A356B051DE12EF8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1825787CF524F37B770F57D7EAC1F48">
    <w:name w:val="E1825787CF524F37B770F57D7EAC1F48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494480B24B74737A8E3DD08AFFC5011">
    <w:name w:val="D494480B24B74737A8E3DD08AFFC5011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A63621B842542978ACBD26743B38663">
    <w:name w:val="DA63621B842542978ACBD26743B38663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DAE13F3925047108DCA393C279C02F9">
    <w:name w:val="0DAE13F3925047108DCA393C279C02F9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F63DC1A6D9E42768F04B7535EE53706">
    <w:name w:val="DF63DC1A6D9E42768F04B7535EE53706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6BEEF9D203746689822AF3E0EC147ED">
    <w:name w:val="C6BEEF9D203746689822AF3E0EC147ED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349AC8AA574449CAC5B41A222A30A73">
    <w:name w:val="7349AC8AA574449CAC5B41A222A30A73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0F577A5336945568E52BED5098E56D2">
    <w:name w:val="50F577A5336945568E52BED5098E56D2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C5F4231C8394F2B835F3F2D89E9EDC4">
    <w:name w:val="0C5F4231C8394F2B835F3F2D89E9EDC4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3D7AFEC74E14715B88A5C0DEF1A32F1">
    <w:name w:val="53D7AFEC74E14715B88A5C0DEF1A32F1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C16FD0478B143FFAA8C0DF224BC5118">
    <w:name w:val="5C16FD0478B143FFAA8C0DF224BC5118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A6F8D7046CA4FFEBDA957B13EA51828">
    <w:name w:val="AA6F8D7046CA4FFEBDA957B13EA51828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9A0C2BF046F46E9B42E366D96CD934E">
    <w:name w:val="79A0C2BF046F46E9B42E366D96CD934E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48E9B401CA24BDF936B81C08406F093">
    <w:name w:val="948E9B401CA24BDF936B81C08406F093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78C6D069178445F875552002AEC4D23">
    <w:name w:val="278C6D069178445F875552002AEC4D23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7BC29C29B7244DBA83848DB071B13A7">
    <w:name w:val="87BC29C29B7244DBA83848DB071B13A7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C3668D895784C19BD4C4AADA56F793F">
    <w:name w:val="FC3668D895784C19BD4C4AADA56F793F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CDA1AC6E76A4A13A3F0F0950CDA9B30">
    <w:name w:val="2CDA1AC6E76A4A13A3F0F0950CDA9B30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D8F44CC05E849EEBD8D9D66310D75DE">
    <w:name w:val="FD8F44CC05E849EEBD8D9D66310D75DE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9D362EDCF6F47138C169374C3663682">
    <w:name w:val="19D362EDCF6F47138C169374C3663682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A73A705FA6C4EC685D643C668809E95">
    <w:name w:val="FA73A705FA6C4EC685D643C668809E95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BC1A1D2A06742BCB1A287ACC97A490E">
    <w:name w:val="1BC1A1D2A06742BCB1A287ACC97A490E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41D684403214B98AED07457917BFA68">
    <w:name w:val="F41D684403214B98AED07457917BFA68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12C20E0ECA64D1F89117B70DC124902">
    <w:name w:val="B12C20E0ECA64D1F89117B70DC124902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FD7AFB6DF2A468CA74C44DC82974C8A">
    <w:name w:val="2FD7AFB6DF2A468CA74C44DC82974C8A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9A1A84190B04BA49CB54AFD377167A2">
    <w:name w:val="E9A1A84190B04BA49CB54AFD377167A2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0B6DB7654034C56A2256A67B18BFF34">
    <w:name w:val="D0B6DB7654034C56A2256A67B18BFF34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14E4FDCF79C49C18AB6A2343D073E3F">
    <w:name w:val="614E4FDCF79C49C18AB6A2343D073E3F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E052E4B7FCB4D88A87CD5D0D104967A">
    <w:name w:val="BE052E4B7FCB4D88A87CD5D0D104967A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925FBF8562A456C9CC595CCE695A26C">
    <w:name w:val="1925FBF8562A456C9CC595CCE695A26C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8BE753BF48648159128A64620A5477E">
    <w:name w:val="08BE753BF48648159128A64620A5477E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7559A3286A64A97938EEF0927506D92">
    <w:name w:val="F7559A3286A64A97938EEF0927506D92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9C8C0084F634516B3D64E6624CC5DE3">
    <w:name w:val="29C8C0084F634516B3D64E6624CC5DE3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BED4C3F56624AFC97FE581081C3C06A">
    <w:name w:val="8BED4C3F56624AFC97FE581081C3C06A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81A51CDEA784D73938ECCC741C916FF">
    <w:name w:val="F81A51CDEA784D73938ECCC741C916FF"/>
    <w:rsid w:val="00B842A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49D40FAAA254BE89C716C1D7FAD3D98">
    <w:name w:val="449D40FAAA254BE89C716C1D7FAD3D98"/>
    <w:rsid w:val="00B842AB"/>
  </w:style>
  <w:style w:type="paragraph" w:customStyle="1" w:styleId="263DB61B0B4D496BB62578FD4ED97C75">
    <w:name w:val="263DB61B0B4D496BB62578FD4ED97C75"/>
    <w:rsid w:val="00B842AB"/>
  </w:style>
  <w:style w:type="paragraph" w:customStyle="1" w:styleId="0B260444E9D540E8A799F704E6F1BB3F">
    <w:name w:val="0B260444E9D540E8A799F704E6F1BB3F"/>
    <w:rsid w:val="00B842AB"/>
  </w:style>
  <w:style w:type="paragraph" w:customStyle="1" w:styleId="785E540898C2469FBF5675DC63329A73">
    <w:name w:val="785E540898C2469FBF5675DC63329A73"/>
    <w:rsid w:val="00B842AB"/>
  </w:style>
  <w:style w:type="paragraph" w:customStyle="1" w:styleId="39BE1E6CD2154C8A8BEE8E66F21B3B10">
    <w:name w:val="39BE1E6CD2154C8A8BEE8E66F21B3B10"/>
    <w:rsid w:val="00B842AB"/>
  </w:style>
  <w:style w:type="paragraph" w:customStyle="1" w:styleId="BE9BDDAAE151454F9EF1C22799DAB79A">
    <w:name w:val="BE9BDDAAE151454F9EF1C22799DAB79A"/>
    <w:rsid w:val="00B842AB"/>
  </w:style>
  <w:style w:type="paragraph" w:customStyle="1" w:styleId="72CB978CD3514E91857A5C8B356138D4">
    <w:name w:val="72CB978CD3514E91857A5C8B356138D4"/>
    <w:rsid w:val="00B842AB"/>
  </w:style>
  <w:style w:type="paragraph" w:customStyle="1" w:styleId="C622605877FD4F39BEF1D5E0CFB4F782">
    <w:name w:val="C622605877FD4F39BEF1D5E0CFB4F782"/>
    <w:rsid w:val="00B842AB"/>
  </w:style>
  <w:style w:type="paragraph" w:customStyle="1" w:styleId="78942875D6A04251B81D5C764E12BF14">
    <w:name w:val="78942875D6A04251B81D5C764E12BF14"/>
    <w:rsid w:val="00B842AB"/>
  </w:style>
  <w:style w:type="paragraph" w:customStyle="1" w:styleId="4CCE94558F0147F0B670E17708CDEF19">
    <w:name w:val="4CCE94558F0147F0B670E17708CDEF19"/>
    <w:rsid w:val="00B842AB"/>
  </w:style>
  <w:style w:type="paragraph" w:customStyle="1" w:styleId="78D67A7F511B44C2840097C99E5582FA">
    <w:name w:val="78D67A7F511B44C2840097C99E5582FA"/>
    <w:rsid w:val="00B842AB"/>
  </w:style>
  <w:style w:type="paragraph" w:customStyle="1" w:styleId="FF9B7D459B0544E199039FC2F828E74B">
    <w:name w:val="FF9B7D459B0544E199039FC2F828E74B"/>
    <w:rsid w:val="00B842AB"/>
  </w:style>
  <w:style w:type="paragraph" w:customStyle="1" w:styleId="75BAF0D1F9144EC588126EFCC2CF0955">
    <w:name w:val="75BAF0D1F9144EC588126EFCC2CF0955"/>
    <w:rsid w:val="00B842AB"/>
  </w:style>
  <w:style w:type="paragraph" w:customStyle="1" w:styleId="9DB8BBE749FB446FA796FA0145BBFE54">
    <w:name w:val="9DB8BBE749FB446FA796FA0145BBFE54"/>
    <w:rsid w:val="00B842AB"/>
  </w:style>
  <w:style w:type="paragraph" w:customStyle="1" w:styleId="0ACABEE6FD9B47B7A94B6D891B930121">
    <w:name w:val="0ACABEE6FD9B47B7A94B6D891B930121"/>
    <w:rsid w:val="00B842AB"/>
  </w:style>
  <w:style w:type="paragraph" w:customStyle="1" w:styleId="DB250C81C62D45EA95C4050504EACCDA">
    <w:name w:val="DB250C81C62D45EA95C4050504EACCDA"/>
    <w:rsid w:val="00B842AB"/>
  </w:style>
  <w:style w:type="paragraph" w:customStyle="1" w:styleId="8D777E1205F74E6681C60AD7F7FE1345">
    <w:name w:val="8D777E1205F74E6681C60AD7F7FE1345"/>
    <w:rsid w:val="00B842AB"/>
  </w:style>
  <w:style w:type="paragraph" w:customStyle="1" w:styleId="4DEC1633BBF14FEA9D5536A0836B4D92">
    <w:name w:val="4DEC1633BBF14FEA9D5536A0836B4D92"/>
    <w:rsid w:val="00B842AB"/>
  </w:style>
  <w:style w:type="paragraph" w:customStyle="1" w:styleId="9FBC9F414015452E9A1CA135354CAF4E">
    <w:name w:val="9FBC9F414015452E9A1CA135354CAF4E"/>
    <w:rsid w:val="0090716E"/>
  </w:style>
  <w:style w:type="paragraph" w:customStyle="1" w:styleId="4A851B95275F49D6AC7B9191A2D8E262">
    <w:name w:val="4A851B95275F49D6AC7B9191A2D8E262"/>
    <w:rsid w:val="0090716E"/>
  </w:style>
  <w:style w:type="paragraph" w:customStyle="1" w:styleId="3E281CF1316E415E99365ED558FF1373">
    <w:name w:val="3E281CF1316E415E99365ED558FF1373"/>
    <w:rsid w:val="0090716E"/>
  </w:style>
  <w:style w:type="paragraph" w:customStyle="1" w:styleId="E9E2D7B7E105477EAE20C56CFB4896DD">
    <w:name w:val="E9E2D7B7E105477EAE20C56CFB4896DD"/>
    <w:rsid w:val="0090716E"/>
  </w:style>
  <w:style w:type="paragraph" w:customStyle="1" w:styleId="C57577CFF1D24CE78112E33097A790AE">
    <w:name w:val="C57577CFF1D24CE78112E33097A790AE"/>
    <w:rsid w:val="0090716E"/>
  </w:style>
  <w:style w:type="paragraph" w:customStyle="1" w:styleId="DE617829BDEE429DA2C9033E3689AFF1">
    <w:name w:val="DE617829BDEE429DA2C9033E3689AFF1"/>
    <w:rsid w:val="0090716E"/>
  </w:style>
  <w:style w:type="paragraph" w:customStyle="1" w:styleId="FE4D74E543244864B2D1939B4C28515E">
    <w:name w:val="FE4D74E543244864B2D1939B4C28515E"/>
    <w:rsid w:val="0090716E"/>
  </w:style>
  <w:style w:type="paragraph" w:customStyle="1" w:styleId="462AFE5F73EF41CAB66EAEC0F043F4EB">
    <w:name w:val="462AFE5F73EF41CAB66EAEC0F043F4EB"/>
    <w:rsid w:val="0090716E"/>
  </w:style>
  <w:style w:type="paragraph" w:customStyle="1" w:styleId="C2EF934193DA4017B7FD7FF0FD9568BF">
    <w:name w:val="C2EF934193DA4017B7FD7FF0FD9568BF"/>
    <w:rsid w:val="0090716E"/>
  </w:style>
  <w:style w:type="paragraph" w:customStyle="1" w:styleId="89B4F80EBFB941229F01C533C544170B">
    <w:name w:val="89B4F80EBFB941229F01C533C544170B"/>
    <w:rsid w:val="0090716E"/>
  </w:style>
  <w:style w:type="paragraph" w:customStyle="1" w:styleId="435A9EA600DD415AA69A7F0E276E18BD">
    <w:name w:val="435A9EA600DD415AA69A7F0E276E18BD"/>
    <w:rsid w:val="0090716E"/>
  </w:style>
  <w:style w:type="paragraph" w:customStyle="1" w:styleId="CB9EFD29B8B34E8297974D02EE5F1C5A">
    <w:name w:val="CB9EFD29B8B34E8297974D02EE5F1C5A"/>
    <w:rsid w:val="0090716E"/>
  </w:style>
  <w:style w:type="paragraph" w:customStyle="1" w:styleId="28BFF5C5E9104670892C065753415B2410">
    <w:name w:val="28BFF5C5E9104670892C065753415B241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D55373F85CD4BCD92FA1E3AF9F9A03410">
    <w:name w:val="ED55373F85CD4BCD92FA1E3AF9F9A0341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018DD4174114447838E4222EC62CCD210">
    <w:name w:val="3018DD4174114447838E4222EC62CCD21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99668025837499F9DD313115E937E1210">
    <w:name w:val="499668025837499F9DD313115E937E121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10962645704621A420FDC915805BD310">
    <w:name w:val="4810962645704621A420FDC915805BD31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87662CDAE8643ACA61D000B390D48E110">
    <w:name w:val="787662CDAE8643ACA61D000B390D48E11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6A03D15359B42D186DDC1DD83DE932410">
    <w:name w:val="36A03D15359B42D186DDC1DD83DE93241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CAEC4AB4C8473DA4176731FB638F0E10">
    <w:name w:val="02CAEC4AB4C8473DA4176731FB638F0E1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BEB2E2370964B39878C61D60A4E4CFE10">
    <w:name w:val="9BEB2E2370964B39878C61D60A4E4CFE1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9C787E4B040431AAE8C6B101341584E10">
    <w:name w:val="99C787E4B040431AAE8C6B101341584E1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A395100EFF446392E430920B9027ED10">
    <w:name w:val="90A395100EFF446392E430920B9027ED1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1D9E3B3B0F548E8A2AC207BA8837CDD10">
    <w:name w:val="61D9E3B3B0F548E8A2AC207BA8837CDD1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45834A62F16445CA0376226346E3DC210">
    <w:name w:val="E45834A62F16445CA0376226346E3DC21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45FB16FC8B547AC80D480082264F22A10">
    <w:name w:val="745FB16FC8B547AC80D480082264F22A1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842075463914D2B8E15ECE66703280810">
    <w:name w:val="E842075463914D2B8E15ECE6670328081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E2ADA5779A54B079C3787947C8AE5FA10">
    <w:name w:val="BE2ADA5779A54B079C3787947C8AE5FA10"/>
    <w:rsid w:val="0090716E"/>
    <w:pPr>
      <w:tabs>
        <w:tab w:val="center" w:pos="4536"/>
        <w:tab w:val="right" w:pos="9072"/>
      </w:tabs>
      <w:spacing w:before="40" w:after="40" w:line="240" w:lineRule="auto"/>
      <w:ind w:left="454"/>
    </w:pPr>
    <w:rPr>
      <w:rFonts w:ascii="Arial" w:eastAsia="Times New Roman" w:hAnsi="Arial" w:cs="Arial"/>
      <w:sz w:val="16"/>
      <w:szCs w:val="24"/>
    </w:rPr>
  </w:style>
  <w:style w:type="paragraph" w:customStyle="1" w:styleId="DD1C3903CCE0497EAE1B056D259E0C4A10">
    <w:name w:val="DD1C3903CCE0497EAE1B056D259E0C4A1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2C82A435F36454D9568B20666E9BA4C10">
    <w:name w:val="A2C82A435F36454D9568B20666E9BA4C10"/>
    <w:rsid w:val="0090716E"/>
    <w:pPr>
      <w:tabs>
        <w:tab w:val="center" w:pos="4536"/>
        <w:tab w:val="right" w:pos="9072"/>
      </w:tabs>
      <w:spacing w:before="40" w:after="40" w:line="240" w:lineRule="auto"/>
      <w:ind w:left="454"/>
    </w:pPr>
    <w:rPr>
      <w:rFonts w:ascii="Arial" w:eastAsia="Times New Roman" w:hAnsi="Arial" w:cs="Arial"/>
      <w:sz w:val="16"/>
      <w:szCs w:val="24"/>
    </w:rPr>
  </w:style>
  <w:style w:type="paragraph" w:customStyle="1" w:styleId="1CD9EDFF224D4480B7B81433F9F2F8A110">
    <w:name w:val="1CD9EDFF224D4480B7B81433F9F2F8A11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C76CDC87B564ADB8B2C748AC6B6B8504">
    <w:name w:val="6C76CDC87B564ADB8B2C748AC6B6B8504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CCAA63B48204EA587203B6BA0E808104">
    <w:name w:val="DCCAA63B48204EA587203B6BA0E808104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117F2AA8E2246FFB50A41B978753FC74">
    <w:name w:val="B117F2AA8E2246FFB50A41B978753FC74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796BF94894439BAFDA2E34A093C0CB10">
    <w:name w:val="D6796BF94894439BAFDA2E34A093C0CB1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0F6057CC8374DEDBD5EB9091D7FC5CC10">
    <w:name w:val="30F6057CC8374DEDBD5EB9091D7FC5CC1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992DAA1E2664EEE9A48148FDED9BD5C1">
    <w:name w:val="5992DAA1E2664EEE9A48148FDED9BD5C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058534A9E74BD1AACD9A667EAAF4CA1">
    <w:name w:val="90058534A9E74BD1AACD9A667EAAF4CA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36FB753A2AA42539E2719FBE4D85AA91">
    <w:name w:val="A36FB753A2AA42539E2719FBE4D85AA9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0C69888989645ACBF129E2CE6F626D01">
    <w:name w:val="70C69888989645ACBF129E2CE6F626D0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F8B4161C8D645A593E4F60EE09C1D991">
    <w:name w:val="EF8B4161C8D645A593E4F60EE09C1D99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C0572E97D8547079065DA1C85C06CD21">
    <w:name w:val="3C0572E97D8547079065DA1C85C06CD2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A3AE8001D944573B1A1C36F28277F661">
    <w:name w:val="3A3AE8001D944573B1A1C36F28277F66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5AA1B35686449F8A214341D880539F81">
    <w:name w:val="D5AA1B35686449F8A214341D880539F8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A8148A69E6643C08F80D445FF5CD6631">
    <w:name w:val="EA8148A69E6643C08F80D445FF5CD663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1C3305360AB4B61B73399E6D92692011">
    <w:name w:val="41C3305360AB4B61B73399E6D926920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B19C9A504C54FB39CB7D3D8DEA0D5051">
    <w:name w:val="6B19C9A504C54FB39CB7D3D8DEA0D505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F692CE5F2FE41F1A5CCDD656009C90D1">
    <w:name w:val="8F692CE5F2FE41F1A5CCDD656009C90D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470BA9DCDCC4EB49D46AA8BAFE7AA461">
    <w:name w:val="5470BA9DCDCC4EB49D46AA8BAFE7AA46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AACDD19F8394D51BB757F535AEABD4A1">
    <w:name w:val="0AACDD19F8394D51BB757F535AEABD4A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F959192F49641B5A974448C568B97A11">
    <w:name w:val="2F959192F49641B5A974448C568B97A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67E5523CD334AADB4A96B929C48A5861">
    <w:name w:val="467E5523CD334AADB4A96B929C48A586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1BB7CCC8BCD449EBF3105E0A9EC78D61">
    <w:name w:val="81BB7CCC8BCD449EBF3105E0A9EC78D6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8FF38D18CED41A4BDF7BCC2D0FC20391">
    <w:name w:val="F8FF38D18CED41A4BDF7BCC2D0FC2039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3F0E4A68CE1454B940E1870EFFCF7DB1">
    <w:name w:val="03F0E4A68CE1454B940E1870EFFCF7DB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8B5E218EE364C269F0032A51E970A801">
    <w:name w:val="28B5E218EE364C269F0032A51E970A80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E18249FE1AB4C8293B384D08E617D3E1">
    <w:name w:val="7E18249FE1AB4C8293B384D08E617D3E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D06FA137B7D41FF9B165C6BF31AE8B61">
    <w:name w:val="1D06FA137B7D41FF9B165C6BF31AE8B6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209131E167341A6A2AF265745710D3F1">
    <w:name w:val="C209131E167341A6A2AF265745710D3F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9E231B7D1FC40A5A2724549C1B3B1321">
    <w:name w:val="D9E231B7D1FC40A5A2724549C1B3B132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48B805B57264F37A01804F73258E2AC1">
    <w:name w:val="F48B805B57264F37A01804F73258E2AC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47859FB63EB4166BA57867EB0C3F78A1">
    <w:name w:val="547859FB63EB4166BA57867EB0C3F78A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606009D28194090AA15A9D28EF237E21">
    <w:name w:val="9606009D28194090AA15A9D28EF237E2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CF93DFB34134671B40CD5BCF81C9B2B1">
    <w:name w:val="BCF93DFB34134671B40CD5BCF81C9B2B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DC2FEB8183F429F97E611A0565C02A41">
    <w:name w:val="7DC2FEB8183F429F97E611A0565C02A4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FA31788DC25419BBA3FEAE7E0EE98A11">
    <w:name w:val="8FA31788DC25419BBA3FEAE7E0EE98A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B06D1C9F30143C2A1D3D4B6FCCE6C241">
    <w:name w:val="1B06D1C9F30143C2A1D3D4B6FCCE6C24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10225CCBF2548CDA320A5D46BE47B711">
    <w:name w:val="910225CCBF2548CDA320A5D46BE47B7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7F0CDA51F6247DCB277C9892A85E0551">
    <w:name w:val="87F0CDA51F6247DCB277C9892A85E055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81B9ECF85084643886EE36B9CECB5171">
    <w:name w:val="A81B9ECF85084643886EE36B9CECB517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1D411DC109480EA691312CA6145C821">
    <w:name w:val="901D411DC109480EA691312CA6145C82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E75BE1734C84BC3920BDAEDD1DB8D1A1">
    <w:name w:val="0E75BE1734C84BC3920BDAEDD1DB8D1A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7FF38D0559648D5B6EC58014C81AA091">
    <w:name w:val="77FF38D0559648D5B6EC58014C81AA09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0513D6226AD4C4F8971305ED67A66D61">
    <w:name w:val="60513D6226AD4C4F8971305ED67A66D6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837A2D0129841A1975ED26058E573711">
    <w:name w:val="B837A2D0129841A1975ED26058E5737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3C25978E9244229A7EAD2A3A4D978F81">
    <w:name w:val="F3C25978E9244229A7EAD2A3A4D978F8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8C63289FB2A4140B5512293D13671311">
    <w:name w:val="08C63289FB2A4140B5512293D136713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1B09FF067B64DE7A2926D930F9B0D941">
    <w:name w:val="01B09FF067B64DE7A2926D930F9B0D94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2DE537AAC97495099ED7212E18BF2291">
    <w:name w:val="12DE537AAC97495099ED7212E18BF229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C4394A2EA234F229488A74E8EED640A1">
    <w:name w:val="9C4394A2EA234F229488A74E8EED640A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0E399E5C18549C0B4A81CC0C36CB5101">
    <w:name w:val="D0E399E5C18549C0B4A81CC0C36CB510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5AC9CF322BC43A589BC5897212FD9D31">
    <w:name w:val="65AC9CF322BC43A589BC5897212FD9D3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31CBEB2A5E6400188DC8B6730BBE4F61">
    <w:name w:val="D31CBEB2A5E6400188DC8B6730BBE4F6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90A58A5F5434D6C83E679AEAB2C59A91">
    <w:name w:val="590A58A5F5434D6C83E679AEAB2C59A9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3EAEAFB110B49F099F69FDCB985F4D31">
    <w:name w:val="23EAEAFB110B49F099F69FDCB985F4D3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7B5CD215156476A941ABC5DF97E83D81">
    <w:name w:val="57B5CD215156476A941ABC5DF97E83D8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A36D35EF8214CAAB149887055350A7D1">
    <w:name w:val="5A36D35EF8214CAAB149887055350A7D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07C29F79EDA48D1A0FE3C5A763B9CF91">
    <w:name w:val="D07C29F79EDA48D1A0FE3C5A763B9CF9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26B9C5320DA464E879A1676D3CC9B7E1">
    <w:name w:val="B26B9C5320DA464E879A1676D3CC9B7E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9E2559C55CD41FF868172DF6D7E25121">
    <w:name w:val="C9E2559C55CD41FF868172DF6D7E2512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D19C6A77BF4434493BF3251B797BEAC1">
    <w:name w:val="1D19C6A77BF4434493BF3251B797BEAC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28B9B9947D045AF893687ACDD82F5BB1">
    <w:name w:val="628B9B9947D045AF893687ACDD82F5BB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27CDB32815E4133A0067AB0A48A69961">
    <w:name w:val="C27CDB32815E4133A0067AB0A48A6996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CF35C0933A746EBB847953DE449F4BD1">
    <w:name w:val="DCF35C0933A746EBB847953DE449F4BD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67850C9D304CF88367382C14F9AC9C1">
    <w:name w:val="D667850C9D304CF88367382C14F9AC9C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8026E8E16C847E5B192EA3F9F8C5EC51">
    <w:name w:val="38026E8E16C847E5B192EA3F9F8C5EC5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9721A0FE3AC429582668840C2D59DFB1">
    <w:name w:val="49721A0FE3AC429582668840C2D59DFB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24C6FDBEA9C4BC1A06372BC64A04B371">
    <w:name w:val="124C6FDBEA9C4BC1A06372BC64A04B37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4CEE1F82A604FBE89D3F8E2E49BE4AB1">
    <w:name w:val="44CEE1F82A604FBE89D3F8E2E49BE4AB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1BF2597BEB94CF3888D6D27F00968C2">
    <w:name w:val="D1BF2597BEB94CF3888D6D27F00968C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F654834191D479C9CF08C3D2E517CFE">
    <w:name w:val="FF654834191D479C9CF08C3D2E517CFE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278B2314BAA402489A5128005A51A54">
    <w:name w:val="1278B2314BAA402489A5128005A51A54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A06EB9713934BBBAC7E567C4EF94BBA">
    <w:name w:val="CA06EB9713934BBBAC7E567C4EF94BBA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79F7EC0C4BF4FDABE8E9923A5AA94E8">
    <w:name w:val="C79F7EC0C4BF4FDABE8E9923A5AA94E8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362F9A84B7F4E9984CA90BA5E12C185">
    <w:name w:val="9362F9A84B7F4E9984CA90BA5E12C185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A86493C1D694432AE5AA0D86EAFF200">
    <w:name w:val="9A86493C1D694432AE5AA0D86EAFF20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ABE34B7FF664C8BB6D3D90D22F49E62">
    <w:name w:val="4ABE34B7FF664C8BB6D3D90D22F49E6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8E83690D10F408397803340C6825558">
    <w:name w:val="98E83690D10F408397803340C6825558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E58FC0F3DB4F6A9C8E79E6BB026B1D">
    <w:name w:val="02E58FC0F3DB4F6A9C8E79E6BB026B1D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A898325E64B4958AE737447D561142D">
    <w:name w:val="5A898325E64B4958AE737447D561142D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D2A566A0812468CAD2CD0303CE534C1">
    <w:name w:val="1D2A566A0812468CAD2CD0303CE534C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DEAA3881D064CBEACBAD1219C234B7D">
    <w:name w:val="EDEAA3881D064CBEACBAD1219C234B7D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98C0054145D4CE38C83F47AA5E46D06">
    <w:name w:val="998C0054145D4CE38C83F47AA5E46D06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CA67C978F174700AA289560393F784D">
    <w:name w:val="BCA67C978F174700AA289560393F784D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6142949CA1E493C88E3E27500CA5E4D">
    <w:name w:val="E6142949CA1E493C88E3E27500CA5E4D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AB1F929BDBB4E1F8A45B39DC10E5F89">
    <w:name w:val="5AB1F929BDBB4E1F8A45B39DC10E5F89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726404E64254032805188592D7F3CD8">
    <w:name w:val="5726404E64254032805188592D7F3CD8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9C5F21AA8FA4AA2BDE07E407A105E7D">
    <w:name w:val="A9C5F21AA8FA4AA2BDE07E407A105E7D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95FE9E81D9E4249A4EDA81F7A1F5F6D">
    <w:name w:val="795FE9E81D9E4249A4EDA81F7A1F5F6D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E4D74E543244864B2D1939B4C28515E1">
    <w:name w:val="FE4D74E543244864B2D1939B4C28515E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E46EA8C4FB64FC69996ADF5B8C57477">
    <w:name w:val="5E46EA8C4FB64FC69996ADF5B8C57477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21254C49DD844D3885490F02BA09A19">
    <w:name w:val="821254C49DD844D3885490F02BA09A19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27E010A3BD04BE1ACCFE50EE03AFDC4">
    <w:name w:val="227E010A3BD04BE1ACCFE50EE03AFDC4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A1BD38EB7AC4F6BB7C0E1E8FA8B5F3D">
    <w:name w:val="4A1BD38EB7AC4F6BB7C0E1E8FA8B5F3D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94D531758604221BF6D6BBCE17F7ADA">
    <w:name w:val="894D531758604221BF6D6BBCE17F7ADA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FF3AF4B8E0048B5A6C48193CFBD40C5">
    <w:name w:val="3FF3AF4B8E0048B5A6C48193CFBD40C5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9D326A9828B426BA44001606C02BA49">
    <w:name w:val="19D326A9828B426BA44001606C02BA49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AFE59BFEF2E435AB6E5DD54172BDE46">
    <w:name w:val="4AFE59BFEF2E435AB6E5DD54172BDE46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F7142A7AFD444A7B6076A409E07440C">
    <w:name w:val="EF7142A7AFD444A7B6076A409E07440C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AEE1ABC1F44A978E7293712541EBFD">
    <w:name w:val="D6AEE1ABC1F44A978E7293712541EBFD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8869F6184EC420F88CDE54FC7E2EFD0">
    <w:name w:val="18869F6184EC420F88CDE54FC7E2EFD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9B4F80EBFB941229F01C533C544170B1">
    <w:name w:val="89B4F80EBFB941229F01C533C544170B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F825678C4EB43689CC763269B3E0464">
    <w:name w:val="FF825678C4EB43689CC763269B3E0464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1FDAC65B77C4BDAB4671FB83CEE0780">
    <w:name w:val="01FDAC65B77C4BDAB4671FB83CEE078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A2A29600DDD43D3BA64C91F59DED264">
    <w:name w:val="4A2A29600DDD43D3BA64C91F59DED264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BC2EB4EAB33498482BA3E141BC1187B">
    <w:name w:val="4BC2EB4EAB33498482BA3E141BC1187B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AFA21900F8642E1A47424BC6EDBC2D2">
    <w:name w:val="AAFA21900F8642E1A47424BC6EDBC2D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5E4E9EA79454DE7878C8829B05F0556">
    <w:name w:val="E5E4E9EA79454DE7878C8829B05F0556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594FE3D41A54C18B371308D7BDADA97">
    <w:name w:val="C594FE3D41A54C18B371308D7BDADA97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092376DC9BA406AA83029FDC4680A2C">
    <w:name w:val="B092376DC9BA406AA83029FDC4680A2C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49A1B399E194A66A5AEDCCD4822AE90">
    <w:name w:val="E49A1B399E194A66A5AEDCCD4822AE9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E00A395623F44EEA914693321375469">
    <w:name w:val="CE00A395623F44EEA914693321375469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9C79B4B340E4F47B125639732E974AD">
    <w:name w:val="F9C79B4B340E4F47B125639732E974AD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CB4653048E843FDB6421FAA43C1C360">
    <w:name w:val="0CB4653048E843FDB6421FAA43C1C360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E6BF36C9B4F48BA8B32D74965E814B3">
    <w:name w:val="9E6BF36C9B4F48BA8B32D74965E814B3"/>
    <w:rsid w:val="0090716E"/>
  </w:style>
  <w:style w:type="paragraph" w:customStyle="1" w:styleId="4BFA4304B15D462A9FE5258BA4290389">
    <w:name w:val="4BFA4304B15D462A9FE5258BA4290389"/>
    <w:rsid w:val="0090716E"/>
  </w:style>
  <w:style w:type="paragraph" w:customStyle="1" w:styleId="EB90DE88308947A2B821CDA393A14F97">
    <w:name w:val="EB90DE88308947A2B821CDA393A14F97"/>
    <w:rsid w:val="0090716E"/>
  </w:style>
  <w:style w:type="paragraph" w:customStyle="1" w:styleId="2763E27D7B79443B999066BD3D16FAAC">
    <w:name w:val="2763E27D7B79443B999066BD3D16FAAC"/>
    <w:rsid w:val="0090716E"/>
  </w:style>
  <w:style w:type="paragraph" w:customStyle="1" w:styleId="C76DE2E45C8B46D488D8A822B6151554">
    <w:name w:val="C76DE2E45C8B46D488D8A822B6151554"/>
    <w:rsid w:val="0090716E"/>
  </w:style>
  <w:style w:type="paragraph" w:customStyle="1" w:styleId="AA0C923E6CE14CFCAEF7EFF351D9DFF5">
    <w:name w:val="AA0C923E6CE14CFCAEF7EFF351D9DFF5"/>
    <w:rsid w:val="0090716E"/>
  </w:style>
  <w:style w:type="paragraph" w:customStyle="1" w:styleId="28BFF5C5E9104670892C065753415B2411">
    <w:name w:val="28BFF5C5E9104670892C065753415B24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D55373F85CD4BCD92FA1E3AF9F9A03411">
    <w:name w:val="ED55373F85CD4BCD92FA1E3AF9F9A034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018DD4174114447838E4222EC62CCD211">
    <w:name w:val="3018DD4174114447838E4222EC62CCD2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99668025837499F9DD313115E937E1211">
    <w:name w:val="499668025837499F9DD313115E937E12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810962645704621A420FDC915805BD311">
    <w:name w:val="4810962645704621A420FDC915805BD3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87662CDAE8643ACA61D000B390D48E111">
    <w:name w:val="787662CDAE8643ACA61D000B390D48E1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6A03D15359B42D186DDC1DD83DE932411">
    <w:name w:val="36A03D15359B42D186DDC1DD83DE9324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CAEC4AB4C8473DA4176731FB638F0E11">
    <w:name w:val="02CAEC4AB4C8473DA4176731FB638F0E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BEB2E2370964B39878C61D60A4E4CFE11">
    <w:name w:val="9BEB2E2370964B39878C61D60A4E4CFE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9C787E4B040431AAE8C6B101341584E11">
    <w:name w:val="99C787E4B040431AAE8C6B101341584E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A395100EFF446392E430920B9027ED11">
    <w:name w:val="90A395100EFF446392E430920B9027ED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1D9E3B3B0F548E8A2AC207BA8837CDD11">
    <w:name w:val="61D9E3B3B0F548E8A2AC207BA8837CDD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45834A62F16445CA0376226346E3DC211">
    <w:name w:val="E45834A62F16445CA0376226346E3DC2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45FB16FC8B547AC80D480082264F22A11">
    <w:name w:val="745FB16FC8B547AC80D480082264F22A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842075463914D2B8E15ECE66703280811">
    <w:name w:val="E842075463914D2B8E15ECE667032808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E2ADA5779A54B079C3787947C8AE5FA11">
    <w:name w:val="BE2ADA5779A54B079C3787947C8AE5FA11"/>
    <w:rsid w:val="0090716E"/>
    <w:pPr>
      <w:tabs>
        <w:tab w:val="center" w:pos="4536"/>
        <w:tab w:val="right" w:pos="9072"/>
      </w:tabs>
      <w:spacing w:before="40" w:after="40" w:line="240" w:lineRule="auto"/>
      <w:ind w:left="454"/>
    </w:pPr>
    <w:rPr>
      <w:rFonts w:ascii="Arial" w:eastAsia="Times New Roman" w:hAnsi="Arial" w:cs="Arial"/>
      <w:sz w:val="16"/>
      <w:szCs w:val="24"/>
    </w:rPr>
  </w:style>
  <w:style w:type="paragraph" w:customStyle="1" w:styleId="DD1C3903CCE0497EAE1B056D259E0C4A11">
    <w:name w:val="DD1C3903CCE0497EAE1B056D259E0C4A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2C82A435F36454D9568B20666E9BA4C11">
    <w:name w:val="A2C82A435F36454D9568B20666E9BA4C11"/>
    <w:rsid w:val="0090716E"/>
    <w:pPr>
      <w:tabs>
        <w:tab w:val="center" w:pos="4536"/>
        <w:tab w:val="right" w:pos="9072"/>
      </w:tabs>
      <w:spacing w:before="40" w:after="40" w:line="240" w:lineRule="auto"/>
      <w:ind w:left="454"/>
    </w:pPr>
    <w:rPr>
      <w:rFonts w:ascii="Arial" w:eastAsia="Times New Roman" w:hAnsi="Arial" w:cs="Arial"/>
      <w:sz w:val="16"/>
      <w:szCs w:val="24"/>
    </w:rPr>
  </w:style>
  <w:style w:type="paragraph" w:customStyle="1" w:styleId="1CD9EDFF224D4480B7B81433F9F2F8A111">
    <w:name w:val="1CD9EDFF224D4480B7B81433F9F2F8A1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C76CDC87B564ADB8B2C748AC6B6B8505">
    <w:name w:val="6C76CDC87B564ADB8B2C748AC6B6B8505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CCAA63B48204EA587203B6BA0E808105">
    <w:name w:val="DCCAA63B48204EA587203B6BA0E808105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117F2AA8E2246FFB50A41B978753FC75">
    <w:name w:val="B117F2AA8E2246FFB50A41B978753FC75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796BF94894439BAFDA2E34A093C0CB11">
    <w:name w:val="D6796BF94894439BAFDA2E34A093C0CB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0F6057CC8374DEDBD5EB9091D7FC5CC11">
    <w:name w:val="30F6057CC8374DEDBD5EB9091D7FC5CC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992DAA1E2664EEE9A48148FDED9BD5C2">
    <w:name w:val="5992DAA1E2664EEE9A48148FDED9BD5C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058534A9E74BD1AACD9A667EAAF4CA2">
    <w:name w:val="90058534A9E74BD1AACD9A667EAAF4CA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36FB753A2AA42539E2719FBE4D85AA92">
    <w:name w:val="A36FB753A2AA42539E2719FBE4D85AA9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0C69888989645ACBF129E2CE6F626D02">
    <w:name w:val="70C69888989645ACBF129E2CE6F626D0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F8B4161C8D645A593E4F60EE09C1D992">
    <w:name w:val="EF8B4161C8D645A593E4F60EE09C1D99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C0572E97D8547079065DA1C85C06CD22">
    <w:name w:val="3C0572E97D8547079065DA1C85C06CD2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A3AE8001D944573B1A1C36F28277F662">
    <w:name w:val="3A3AE8001D944573B1A1C36F28277F66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5AA1B35686449F8A214341D880539F82">
    <w:name w:val="D5AA1B35686449F8A214341D880539F8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A8148A69E6643C08F80D445FF5CD6632">
    <w:name w:val="EA8148A69E6643C08F80D445FF5CD663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1C3305360AB4B61B73399E6D92692012">
    <w:name w:val="41C3305360AB4B61B73399E6D9269201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B19C9A504C54FB39CB7D3D8DEA0D5052">
    <w:name w:val="6B19C9A504C54FB39CB7D3D8DEA0D505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F692CE5F2FE41F1A5CCDD656009C90D2">
    <w:name w:val="8F692CE5F2FE41F1A5CCDD656009C90D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470BA9DCDCC4EB49D46AA8BAFE7AA462">
    <w:name w:val="5470BA9DCDCC4EB49D46AA8BAFE7AA46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AACDD19F8394D51BB757F535AEABD4A2">
    <w:name w:val="0AACDD19F8394D51BB757F535AEABD4A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F959192F49641B5A974448C568B97A12">
    <w:name w:val="2F959192F49641B5A974448C568B97A1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67E5523CD334AADB4A96B929C48A5862">
    <w:name w:val="467E5523CD334AADB4A96B929C48A586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1BB7CCC8BCD449EBF3105E0A9EC78D62">
    <w:name w:val="81BB7CCC8BCD449EBF3105E0A9EC78D6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8FF38D18CED41A4BDF7BCC2D0FC20392">
    <w:name w:val="F8FF38D18CED41A4BDF7BCC2D0FC2039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3F0E4A68CE1454B940E1870EFFCF7DB2">
    <w:name w:val="03F0E4A68CE1454B940E1870EFFCF7DB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8B5E218EE364C269F0032A51E970A802">
    <w:name w:val="28B5E218EE364C269F0032A51E970A80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E18249FE1AB4C8293B384D08E617D3E2">
    <w:name w:val="7E18249FE1AB4C8293B384D08E617D3E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D06FA137B7D41FF9B165C6BF31AE8B62">
    <w:name w:val="1D06FA137B7D41FF9B165C6BF31AE8B6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209131E167341A6A2AF265745710D3F2">
    <w:name w:val="C209131E167341A6A2AF265745710D3F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9E231B7D1FC40A5A2724549C1B3B1322">
    <w:name w:val="D9E231B7D1FC40A5A2724549C1B3B132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48B805B57264F37A01804F73258E2AC2">
    <w:name w:val="F48B805B57264F37A01804F73258E2AC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47859FB63EB4166BA57867EB0C3F78A2">
    <w:name w:val="547859FB63EB4166BA57867EB0C3F78A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606009D28194090AA15A9D28EF237E22">
    <w:name w:val="9606009D28194090AA15A9D28EF237E2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CF93DFB34134671B40CD5BCF81C9B2B2">
    <w:name w:val="BCF93DFB34134671B40CD5BCF81C9B2B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DC2FEB8183F429F97E611A0565C02A42">
    <w:name w:val="7DC2FEB8183F429F97E611A0565C02A4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FA31788DC25419BBA3FEAE7E0EE98A12">
    <w:name w:val="8FA31788DC25419BBA3FEAE7E0EE98A1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B06D1C9F30143C2A1D3D4B6FCCE6C242">
    <w:name w:val="1B06D1C9F30143C2A1D3D4B6FCCE6C24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10225CCBF2548CDA320A5D46BE47B712">
    <w:name w:val="910225CCBF2548CDA320A5D46BE47B71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7F0CDA51F6247DCB277C9892A85E0552">
    <w:name w:val="87F0CDA51F6247DCB277C9892A85E055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81B9ECF85084643886EE36B9CECB5172">
    <w:name w:val="A81B9ECF85084643886EE36B9CECB517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01D411DC109480EA691312CA6145C822">
    <w:name w:val="901D411DC109480EA691312CA6145C82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E75BE1734C84BC3920BDAEDD1DB8D1A2">
    <w:name w:val="0E75BE1734C84BC3920BDAEDD1DB8D1A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7FF38D0559648D5B6EC58014C81AA092">
    <w:name w:val="77FF38D0559648D5B6EC58014C81AA09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0513D6226AD4C4F8971305ED67A66D62">
    <w:name w:val="60513D6226AD4C4F8971305ED67A66D6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837A2D0129841A1975ED26058E573712">
    <w:name w:val="B837A2D0129841A1975ED26058E57371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3C25978E9244229A7EAD2A3A4D978F82">
    <w:name w:val="F3C25978E9244229A7EAD2A3A4D978F8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8C63289FB2A4140B5512293D13671312">
    <w:name w:val="08C63289FB2A4140B5512293D1367131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1B09FF067B64DE7A2926D930F9B0D942">
    <w:name w:val="01B09FF067B64DE7A2926D930F9B0D94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2DE537AAC97495099ED7212E18BF2292">
    <w:name w:val="12DE537AAC97495099ED7212E18BF229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C4394A2EA234F229488A74E8EED640A2">
    <w:name w:val="9C4394A2EA234F229488A74E8EED640A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0E399E5C18549C0B4A81CC0C36CB5102">
    <w:name w:val="D0E399E5C18549C0B4A81CC0C36CB510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5AC9CF322BC43A589BC5897212FD9D32">
    <w:name w:val="65AC9CF322BC43A589BC5897212FD9D3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31CBEB2A5E6400188DC8B6730BBE4F62">
    <w:name w:val="D31CBEB2A5E6400188DC8B6730BBE4F6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90A58A5F5434D6C83E679AEAB2C59A92">
    <w:name w:val="590A58A5F5434D6C83E679AEAB2C59A9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3EAEAFB110B49F099F69FDCB985F4D32">
    <w:name w:val="23EAEAFB110B49F099F69FDCB985F4D3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7B5CD215156476A941ABC5DF97E83D82">
    <w:name w:val="57B5CD215156476A941ABC5DF97E83D8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A36D35EF8214CAAB149887055350A7D2">
    <w:name w:val="5A36D35EF8214CAAB149887055350A7D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07C29F79EDA48D1A0FE3C5A763B9CF92">
    <w:name w:val="D07C29F79EDA48D1A0FE3C5A763B9CF9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26B9C5320DA464E879A1676D3CC9B7E2">
    <w:name w:val="B26B9C5320DA464E879A1676D3CC9B7E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9E2559C55CD41FF868172DF6D7E25122">
    <w:name w:val="C9E2559C55CD41FF868172DF6D7E2512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D19C6A77BF4434493BF3251B797BEAC2">
    <w:name w:val="1D19C6A77BF4434493BF3251B797BEAC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628B9B9947D045AF893687ACDD82F5BB2">
    <w:name w:val="628B9B9947D045AF893687ACDD82F5BB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27CDB32815E4133A0067AB0A48A69962">
    <w:name w:val="C27CDB32815E4133A0067AB0A48A6996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CF35C0933A746EBB847953DE449F4BD2">
    <w:name w:val="DCF35C0933A746EBB847953DE449F4BD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67850C9D304CF88367382C14F9AC9C2">
    <w:name w:val="D667850C9D304CF88367382C14F9AC9C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8026E8E16C847E5B192EA3F9F8C5EC52">
    <w:name w:val="38026E8E16C847E5B192EA3F9F8C5EC5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9721A0FE3AC429582668840C2D59DFB2">
    <w:name w:val="49721A0FE3AC429582668840C2D59DFB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24C6FDBEA9C4BC1A06372BC64A04B372">
    <w:name w:val="124C6FDBEA9C4BC1A06372BC64A04B37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4CEE1F82A604FBE89D3F8E2E49BE4AB2">
    <w:name w:val="44CEE1F82A604FBE89D3F8E2E49BE4AB2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1BF2597BEB94CF3888D6D27F00968C21">
    <w:name w:val="D1BF2597BEB94CF3888D6D27F00968C2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F654834191D479C9CF08C3D2E517CFE1">
    <w:name w:val="FF654834191D479C9CF08C3D2E517CFE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278B2314BAA402489A5128005A51A541">
    <w:name w:val="1278B2314BAA402489A5128005A51A54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A06EB9713934BBBAC7E567C4EF94BBA1">
    <w:name w:val="CA06EB9713934BBBAC7E567C4EF94BBA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79F7EC0C4BF4FDABE8E9923A5AA94E81">
    <w:name w:val="C79F7EC0C4BF4FDABE8E9923A5AA94E8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362F9A84B7F4E9984CA90BA5E12C1851">
    <w:name w:val="9362F9A84B7F4E9984CA90BA5E12C185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A86493C1D694432AE5AA0D86EAFF2001">
    <w:name w:val="9A86493C1D694432AE5AA0D86EAFF200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ABE34B7FF664C8BB6D3D90D22F49E621">
    <w:name w:val="4ABE34B7FF664C8BB6D3D90D22F49E62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8E83690D10F408397803340C68255581">
    <w:name w:val="98E83690D10F408397803340C6825558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2E58FC0F3DB4F6A9C8E79E6BB026B1D1">
    <w:name w:val="02E58FC0F3DB4F6A9C8E79E6BB026B1D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A898325E64B4958AE737447D561142D1">
    <w:name w:val="5A898325E64B4958AE737447D561142D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D2A566A0812468CAD2CD0303CE534C11">
    <w:name w:val="1D2A566A0812468CAD2CD0303CE534C1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DEAA3881D064CBEACBAD1219C234B7D1">
    <w:name w:val="EDEAA3881D064CBEACBAD1219C234B7D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98C0054145D4CE38C83F47AA5E46D061">
    <w:name w:val="998C0054145D4CE38C83F47AA5E46D06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CA67C978F174700AA289560393F784D1">
    <w:name w:val="BCA67C978F174700AA289560393F784D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6142949CA1E493C88E3E27500CA5E4D1">
    <w:name w:val="E6142949CA1E493C88E3E27500CA5E4D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AB1F929BDBB4E1F8A45B39DC10E5F891">
    <w:name w:val="5AB1F929BDBB4E1F8A45B39DC10E5F89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726404E64254032805188592D7F3CD81">
    <w:name w:val="5726404E64254032805188592D7F3CD8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9C5F21AA8FA4AA2BDE07E407A105E7D1">
    <w:name w:val="A9C5F21AA8FA4AA2BDE07E407A105E7D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795FE9E81D9E4249A4EDA81F7A1F5F6D1">
    <w:name w:val="795FE9E81D9E4249A4EDA81F7A1F5F6D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9E6BF36C9B4F48BA8B32D74965E814B31">
    <w:name w:val="9E6BF36C9B4F48BA8B32D74965E814B3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5E46EA8C4FB64FC69996ADF5B8C574771">
    <w:name w:val="5E46EA8C4FB64FC69996ADF5B8C57477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21254C49DD844D3885490F02BA09A191">
    <w:name w:val="821254C49DD844D3885490F02BA09A19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27E010A3BD04BE1ACCFE50EE03AFDC41">
    <w:name w:val="227E010A3BD04BE1ACCFE50EE03AFDC4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A1BD38EB7AC4F6BB7C0E1E8FA8B5F3D1">
    <w:name w:val="4A1BD38EB7AC4F6BB7C0E1E8FA8B5F3D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894D531758604221BF6D6BBCE17F7ADA1">
    <w:name w:val="894D531758604221BF6D6BBCE17F7ADA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3FF3AF4B8E0048B5A6C48193CFBD40C51">
    <w:name w:val="3FF3AF4B8E0048B5A6C48193CFBD40C5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9D326A9828B426BA44001606C02BA491">
    <w:name w:val="19D326A9828B426BA44001606C02BA49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AFE59BFEF2E435AB6E5DD54172BDE461">
    <w:name w:val="4AFE59BFEF2E435AB6E5DD54172BDE46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F7142A7AFD444A7B6076A409E07440C1">
    <w:name w:val="EF7142A7AFD444A7B6076A409E07440C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D6AEE1ABC1F44A978E7293712541EBFD1">
    <w:name w:val="D6AEE1ABC1F44A978E7293712541EBFD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18869F6184EC420F88CDE54FC7E2EFD01">
    <w:name w:val="18869F6184EC420F88CDE54FC7E2EFD0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2763E27D7B79443B999066BD3D16FAAC1">
    <w:name w:val="2763E27D7B79443B999066BD3D16FAAC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F825678C4EB43689CC763269B3E04641">
    <w:name w:val="FF825678C4EB43689CC763269B3E0464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1FDAC65B77C4BDAB4671FB83CEE07801">
    <w:name w:val="01FDAC65B77C4BDAB4671FB83CEE0780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A2A29600DDD43D3BA64C91F59DED2641">
    <w:name w:val="4A2A29600DDD43D3BA64C91F59DED264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4BC2EB4EAB33498482BA3E141BC1187B1">
    <w:name w:val="4BC2EB4EAB33498482BA3E141BC1187B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AAFA21900F8642E1A47424BC6EDBC2D21">
    <w:name w:val="AAFA21900F8642E1A47424BC6EDBC2D2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5E4E9EA79454DE7878C8829B05F05561">
    <w:name w:val="E5E4E9EA79454DE7878C8829B05F0556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594FE3D41A54C18B371308D7BDADA971">
    <w:name w:val="C594FE3D41A54C18B371308D7BDADA97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B092376DC9BA406AA83029FDC4680A2C1">
    <w:name w:val="B092376DC9BA406AA83029FDC4680A2C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E49A1B399E194A66A5AEDCCD4822AE901">
    <w:name w:val="E49A1B399E194A66A5AEDCCD4822AE90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CE00A395623F44EEA9146933213754691">
    <w:name w:val="CE00A395623F44EEA914693321375469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F9C79B4B340E4F47B125639732E974AD1">
    <w:name w:val="F9C79B4B340E4F47B125639732E974AD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0CB4653048E843FDB6421FAA43C1C3601">
    <w:name w:val="0CB4653048E843FDB6421FAA43C1C3601"/>
    <w:rsid w:val="0090716E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A88BE-7348-4E3A-846C-CC99EC4E8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E369C291.dotm</Template>
  <TotalTime>0</TotalTime>
  <Pages>5</Pages>
  <Words>1118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RBBau - Einheitliche Muster, Muster 14</vt:lpstr>
    </vt:vector>
  </TitlesOfParts>
  <Company>BMUB</Company>
  <LinksUpToDate>false</LinksUpToDate>
  <CharactersWithSpaces>8150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RBBau - Einheitliche Muster, Muster 14</dc:title>
  <dc:subject>Übergabeverhandlung</dc:subject>
  <dc:creator>Bayat, Sonja</dc:creator>
  <cp:lastModifiedBy>Bayat, Sonja</cp:lastModifiedBy>
  <cp:revision>2</cp:revision>
  <cp:lastPrinted>2016-03-22T13:47:00Z</cp:lastPrinted>
  <dcterms:created xsi:type="dcterms:W3CDTF">2016-11-01T12:57:00Z</dcterms:created>
  <dcterms:modified xsi:type="dcterms:W3CDTF">2016-11-01T12:57:00Z</dcterms:modified>
</cp:coreProperties>
</file>